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B189" w14:textId="77777777" w:rsidR="00A963EE" w:rsidRDefault="00A963EE" w:rsidP="00A963EE">
      <w:pPr>
        <w:pStyle w:val="a3"/>
        <w:rPr>
          <w:rFonts w:hint="eastAsia"/>
          <w:lang w:eastAsia="ja-JP"/>
        </w:rPr>
      </w:pP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エディタ</w:t>
      </w:r>
    </w:p>
    <w:p w14:paraId="4CE8AB89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エディタを使用すると、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ファイルの新規作成、既存の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ファイルの読み込み、編集、保存が可能です。</w:t>
      </w:r>
    </w:p>
    <w:p w14:paraId="15098DA6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F2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Space-m(1-3-4)</w:t>
      </w:r>
      <w:r>
        <w:rPr>
          <w:rFonts w:hint="eastAsia"/>
          <w:lang w:eastAsia="ja-JP"/>
        </w:rPr>
        <w:t>を押すと、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エディタのメニューにアクセスできます。メニュー項目にはファイル、読み上げ、編集の</w:t>
      </w:r>
      <w:r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>つのメニューがあり、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、あるいは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キーでそれらを移動して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で実行できます。</w:t>
      </w:r>
    </w:p>
    <w:p w14:paraId="2A8BDBD8" w14:textId="77777777" w:rsidR="00A963EE" w:rsidRDefault="00A963EE" w:rsidP="00A963EE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1 </w:t>
      </w:r>
      <w:r>
        <w:rPr>
          <w:rFonts w:hint="eastAsia"/>
          <w:lang w:eastAsia="ja-JP"/>
        </w:rPr>
        <w:t>ファイル</w:t>
      </w:r>
    </w:p>
    <w:p w14:paraId="527DAC55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ファイルメニューには以下の項目があります。</w:t>
      </w:r>
    </w:p>
    <w:p w14:paraId="3A4921EE" w14:textId="77777777" w:rsidR="00A963EE" w:rsidRDefault="00A963EE" w:rsidP="00A963EE">
      <w:pPr>
        <w:rPr>
          <w:lang w:eastAsia="ja-JP"/>
        </w:rPr>
      </w:pPr>
    </w:p>
    <w:p w14:paraId="22A77444" w14:textId="0181CC10" w:rsidR="00A963EE" w:rsidRDefault="00A963EE" w:rsidP="00A963EE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1.1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新規作成</w:t>
      </w:r>
    </w:p>
    <w:p w14:paraId="0D240F27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Enter-n(1-3-4-5)</w:t>
      </w:r>
      <w:r>
        <w:rPr>
          <w:rFonts w:hint="eastAsia"/>
          <w:lang w:eastAsia="ja-JP"/>
        </w:rPr>
        <w:t>を押して実行します。新しい文書を作成します。</w:t>
      </w:r>
    </w:p>
    <w:p w14:paraId="3B65F25B" w14:textId="77777777" w:rsidR="00A963EE" w:rsidRDefault="00A963EE" w:rsidP="00A963EE">
      <w:pPr>
        <w:rPr>
          <w:lang w:eastAsia="ja-JP"/>
        </w:rPr>
      </w:pPr>
    </w:p>
    <w:p w14:paraId="510F66D2" w14:textId="77777777" w:rsidR="00A963EE" w:rsidRDefault="00A963EE" w:rsidP="00A963EE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1.2 </w:t>
      </w:r>
      <w:r>
        <w:rPr>
          <w:rFonts w:hint="eastAsia"/>
          <w:lang w:eastAsia="ja-JP"/>
        </w:rPr>
        <w:t>開く</w:t>
      </w:r>
    </w:p>
    <w:p w14:paraId="56E8775B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Enter-o(1-3-5)</w:t>
      </w:r>
      <w:r>
        <w:rPr>
          <w:rFonts w:hint="eastAsia"/>
          <w:lang w:eastAsia="ja-JP"/>
        </w:rPr>
        <w:t>を押して実行します。既存の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ファイルを開く際に使用します。フォルダやファイルの移動には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を使用します。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キーを使用することもできます。一つ上の階層へ移動するには</w:t>
      </w:r>
      <w:r>
        <w:rPr>
          <w:rFonts w:hint="eastAsia"/>
          <w:lang w:eastAsia="ja-JP"/>
        </w:rPr>
        <w:t>Backspace</w:t>
      </w:r>
      <w:r>
        <w:rPr>
          <w:rFonts w:hint="eastAsia"/>
          <w:lang w:eastAsia="ja-JP"/>
        </w:rPr>
        <w:t>を、選択したドライブやフォルダに入るには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を押します。目的の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ファイルに移動して、開きたい場合にはそのまま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キーで確認ボタンに移動して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を押します。キャンセルする場合には、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キーで取り消しボタンに移動して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</w:t>
      </w:r>
    </w:p>
    <w:p w14:paraId="2F37BB92" w14:textId="77777777" w:rsidR="00A963EE" w:rsidRDefault="00A963EE" w:rsidP="00A963EE">
      <w:pPr>
        <w:rPr>
          <w:lang w:eastAsia="ja-JP"/>
        </w:rPr>
      </w:pPr>
    </w:p>
    <w:p w14:paraId="08239DE5" w14:textId="77777777" w:rsidR="00A963EE" w:rsidRDefault="00A963EE" w:rsidP="00A963EE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1.3 </w:t>
      </w:r>
      <w:r>
        <w:rPr>
          <w:rFonts w:hint="eastAsia"/>
          <w:lang w:eastAsia="ja-JP"/>
        </w:rPr>
        <w:t>上書き保存</w:t>
      </w:r>
    </w:p>
    <w:p w14:paraId="596D031A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Enter-s(2-3-4)</w:t>
      </w:r>
      <w:r>
        <w:rPr>
          <w:rFonts w:hint="eastAsia"/>
          <w:lang w:eastAsia="ja-JP"/>
        </w:rPr>
        <w:t>を押して実行します。</w:t>
      </w:r>
    </w:p>
    <w:p w14:paraId="461CDD07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なお、新規ファイルでこの項目を選択すると、名前をつけて保存のダイアログが表示されます。</w:t>
      </w:r>
    </w:p>
    <w:p w14:paraId="5C58348D" w14:textId="77777777" w:rsidR="00A963EE" w:rsidRDefault="00A963EE" w:rsidP="00A963EE">
      <w:pPr>
        <w:rPr>
          <w:lang w:eastAsia="ja-JP"/>
        </w:rPr>
      </w:pPr>
    </w:p>
    <w:p w14:paraId="3EE4EB5A" w14:textId="77777777" w:rsidR="00A963EE" w:rsidRDefault="00A963EE" w:rsidP="00A963EE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1.4 </w:t>
      </w:r>
      <w:r>
        <w:rPr>
          <w:rFonts w:hint="eastAsia"/>
          <w:lang w:eastAsia="ja-JP"/>
        </w:rPr>
        <w:t>名前をつけて保存</w:t>
      </w:r>
    </w:p>
    <w:p w14:paraId="31C221A4" w14:textId="77777777" w:rsidR="004F3DE3" w:rsidRDefault="00A963EE" w:rsidP="00A963EE">
      <w:pPr>
        <w:rPr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Space-s(2-3-4)</w:t>
      </w:r>
      <w:r>
        <w:rPr>
          <w:rFonts w:hint="eastAsia"/>
          <w:lang w:eastAsia="ja-JP"/>
        </w:rPr>
        <w:t>を押して実行</w:t>
      </w:r>
      <w:r>
        <w:rPr>
          <w:rFonts w:hint="eastAsia"/>
          <w:lang w:eastAsia="ja-JP"/>
        </w:rPr>
        <w:t>してください</w:t>
      </w:r>
      <w:r>
        <w:rPr>
          <w:rFonts w:hint="eastAsia"/>
          <w:lang w:eastAsia="ja-JP"/>
        </w:rPr>
        <w:t>。名前を付けて保存のダイアログが表示されます。</w:t>
      </w:r>
    </w:p>
    <w:p w14:paraId="6F25A546" w14:textId="3549594B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名前を付けて保存ダイアログは「レイアウトを選択する」コンボボックス、「ファイル名」エディットボックス、「</w:t>
      </w:r>
      <w:r w:rsidR="004F3DE3">
        <w:rPr>
          <w:rFonts w:hint="eastAsia"/>
          <w:lang w:eastAsia="ja-JP"/>
        </w:rPr>
        <w:t>保存」ボタン、「取り消し」ボタン、「参照」ボタンで構成されています。それぞれの項目は</w:t>
      </w:r>
      <w:r w:rsidR="004F3DE3">
        <w:rPr>
          <w:rFonts w:hint="eastAsia"/>
          <w:lang w:eastAsia="ja-JP"/>
        </w:rPr>
        <w:t>F3</w:t>
      </w:r>
      <w:r w:rsidR="004F3DE3">
        <w:rPr>
          <w:rFonts w:hint="eastAsia"/>
          <w:lang w:eastAsia="ja-JP"/>
        </w:rPr>
        <w:t>または</w:t>
      </w:r>
      <w:r w:rsidR="004F3DE3">
        <w:rPr>
          <w:rFonts w:hint="eastAsia"/>
          <w:lang w:eastAsia="ja-JP"/>
        </w:rPr>
        <w:t>Space-F3</w:t>
      </w:r>
      <w:r w:rsidR="004F3DE3">
        <w:rPr>
          <w:rFonts w:hint="eastAsia"/>
          <w:lang w:eastAsia="ja-JP"/>
        </w:rPr>
        <w:t>で切り替えることができます。</w:t>
      </w:r>
    </w:p>
    <w:p w14:paraId="3B0C74E0" w14:textId="77777777" w:rsidR="00A963EE" w:rsidRDefault="00A963EE" w:rsidP="00A963EE">
      <w:pPr>
        <w:rPr>
          <w:lang w:eastAsia="ja-JP"/>
        </w:rPr>
      </w:pPr>
    </w:p>
    <w:p w14:paraId="45E75A24" w14:textId="1839394C" w:rsidR="00A963EE" w:rsidRDefault="00A963EE" w:rsidP="00A963EE">
      <w:pPr>
        <w:rPr>
          <w:lang w:eastAsia="ja-JP"/>
        </w:rPr>
      </w:pPr>
      <w:r>
        <w:rPr>
          <w:rFonts w:hint="eastAsia"/>
          <w:lang w:eastAsia="ja-JP"/>
        </w:rPr>
        <w:t>レイアウトを選択するコンボボックス</w:t>
      </w:r>
    </w:p>
    <w:p w14:paraId="12425682" w14:textId="577A0166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以下の五つの選択肢からレイアウトを選択します。</w:t>
      </w:r>
    </w:p>
    <w:p w14:paraId="15FD783F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18</w:t>
      </w:r>
      <w:r>
        <w:rPr>
          <w:rFonts w:hint="eastAsia"/>
          <w:lang w:eastAsia="ja-JP"/>
        </w:rPr>
        <w:t>マス</w:t>
      </w:r>
      <w:r>
        <w:rPr>
          <w:rFonts w:hint="eastAsia"/>
          <w:lang w:eastAsia="ja-JP"/>
        </w:rPr>
        <w:t>18</w:t>
      </w:r>
      <w:r>
        <w:rPr>
          <w:rFonts w:hint="eastAsia"/>
          <w:lang w:eastAsia="ja-JP"/>
        </w:rPr>
        <w:t>行</w:t>
      </w:r>
    </w:p>
    <w:p w14:paraId="37FAB326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20</w:t>
      </w:r>
      <w:r>
        <w:rPr>
          <w:rFonts w:hint="eastAsia"/>
          <w:lang w:eastAsia="ja-JP"/>
        </w:rPr>
        <w:t>マス</w:t>
      </w:r>
      <w:r>
        <w:rPr>
          <w:rFonts w:hint="eastAsia"/>
          <w:lang w:eastAsia="ja-JP"/>
        </w:rPr>
        <w:t>20</w:t>
      </w:r>
      <w:r>
        <w:rPr>
          <w:rFonts w:hint="eastAsia"/>
          <w:lang w:eastAsia="ja-JP"/>
        </w:rPr>
        <w:t>行</w:t>
      </w:r>
    </w:p>
    <w:p w14:paraId="27B77D5E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28</w:t>
      </w:r>
      <w:r>
        <w:rPr>
          <w:rFonts w:hint="eastAsia"/>
          <w:lang w:eastAsia="ja-JP"/>
        </w:rPr>
        <w:t>マス</w:t>
      </w:r>
      <w:r>
        <w:rPr>
          <w:rFonts w:hint="eastAsia"/>
          <w:lang w:eastAsia="ja-JP"/>
        </w:rPr>
        <w:t>22</w:t>
      </w:r>
      <w:r>
        <w:rPr>
          <w:rFonts w:hint="eastAsia"/>
          <w:lang w:eastAsia="ja-JP"/>
        </w:rPr>
        <w:t>行</w:t>
      </w:r>
    </w:p>
    <w:p w14:paraId="45513A57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32</w:t>
      </w:r>
      <w:r>
        <w:rPr>
          <w:rFonts w:hint="eastAsia"/>
          <w:lang w:eastAsia="ja-JP"/>
        </w:rPr>
        <w:t>マス</w:t>
      </w:r>
      <w:r>
        <w:rPr>
          <w:rFonts w:hint="eastAsia"/>
          <w:lang w:eastAsia="ja-JP"/>
        </w:rPr>
        <w:t>18</w:t>
      </w:r>
      <w:r>
        <w:rPr>
          <w:rFonts w:hint="eastAsia"/>
          <w:lang w:eastAsia="ja-JP"/>
        </w:rPr>
        <w:t>行</w:t>
      </w:r>
    </w:p>
    <w:p w14:paraId="5838087A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・</w:t>
      </w:r>
      <w:r>
        <w:rPr>
          <w:rFonts w:hint="eastAsia"/>
          <w:lang w:eastAsia="ja-JP"/>
        </w:rPr>
        <w:t>32</w:t>
      </w:r>
      <w:r>
        <w:rPr>
          <w:rFonts w:hint="eastAsia"/>
          <w:lang w:eastAsia="ja-JP"/>
        </w:rPr>
        <w:t>マス</w:t>
      </w:r>
      <w:r>
        <w:rPr>
          <w:rFonts w:hint="eastAsia"/>
          <w:lang w:eastAsia="ja-JP"/>
        </w:rPr>
        <w:t>22</w:t>
      </w:r>
      <w:r>
        <w:rPr>
          <w:rFonts w:hint="eastAsia"/>
          <w:lang w:eastAsia="ja-JP"/>
        </w:rPr>
        <w:t>行</w:t>
      </w:r>
    </w:p>
    <w:p w14:paraId="78AA073C" w14:textId="77777777" w:rsidR="00A963EE" w:rsidRDefault="00A963EE" w:rsidP="00A963EE">
      <w:pPr>
        <w:rPr>
          <w:lang w:eastAsia="ja-JP"/>
        </w:rPr>
      </w:pPr>
    </w:p>
    <w:p w14:paraId="2DE47D9D" w14:textId="5C38FC8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ファイル名エディットボックス</w:t>
      </w:r>
    </w:p>
    <w:p w14:paraId="31B3AA68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ファイル名のエディットボックスには、ファイルのパスとファイル名が表示されます。既存の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ファイルを開いた場合にはそのファイル名が、新規作成時には例えば</w:t>
      </w:r>
      <w:r>
        <w:rPr>
          <w:rFonts w:hint="eastAsia"/>
          <w:lang w:eastAsia="ja-JP"/>
        </w:rPr>
        <w:t>BES20200910_120356.bes</w:t>
      </w:r>
      <w:r>
        <w:rPr>
          <w:rFonts w:hint="eastAsia"/>
          <w:lang w:eastAsia="ja-JP"/>
        </w:rPr>
        <w:t>のような形式でファイル名が表示されます。ファイル名を編集する場合には、</w:t>
      </w:r>
      <w:r>
        <w:rPr>
          <w:rFonts w:hint="eastAsia"/>
          <w:lang w:eastAsia="ja-JP"/>
        </w:rPr>
        <w:t>Space-3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Space-6</w:t>
      </w:r>
      <w:r>
        <w:rPr>
          <w:rFonts w:hint="eastAsia"/>
          <w:lang w:eastAsia="ja-JP"/>
        </w:rPr>
        <w:t>で文字を移動しながら編集します。</w:t>
      </w:r>
    </w:p>
    <w:p w14:paraId="549D1E5D" w14:textId="77777777" w:rsidR="00A963EE" w:rsidRDefault="00A963EE" w:rsidP="00A963EE">
      <w:pPr>
        <w:rPr>
          <w:lang w:eastAsia="ja-JP"/>
        </w:rPr>
      </w:pPr>
    </w:p>
    <w:p w14:paraId="1F1D4638" w14:textId="77777777" w:rsidR="004F3DE3" w:rsidRDefault="00A963EE" w:rsidP="00A963EE">
      <w:pPr>
        <w:rPr>
          <w:lang w:eastAsia="ja-JP"/>
        </w:rPr>
      </w:pPr>
      <w:r>
        <w:rPr>
          <w:rFonts w:hint="eastAsia"/>
          <w:lang w:eastAsia="ja-JP"/>
        </w:rPr>
        <w:t>保存ボタン</w:t>
      </w:r>
    </w:p>
    <w:p w14:paraId="2AA2B3AC" w14:textId="42D2769D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を押して実行すると、設定した内容で保存します。</w:t>
      </w:r>
    </w:p>
    <w:p w14:paraId="3ED397D0" w14:textId="77777777" w:rsidR="00A963EE" w:rsidRPr="004F3DE3" w:rsidRDefault="00A963EE" w:rsidP="00A963EE">
      <w:pPr>
        <w:rPr>
          <w:lang w:eastAsia="ja-JP"/>
        </w:rPr>
      </w:pPr>
    </w:p>
    <w:p w14:paraId="5C4AD755" w14:textId="77777777" w:rsidR="004F3DE3" w:rsidRDefault="00A963EE" w:rsidP="00A963EE">
      <w:pPr>
        <w:rPr>
          <w:lang w:eastAsia="ja-JP"/>
        </w:rPr>
      </w:pPr>
      <w:r>
        <w:rPr>
          <w:rFonts w:hint="eastAsia"/>
          <w:lang w:eastAsia="ja-JP"/>
        </w:rPr>
        <w:t>取り消しボタン</w:t>
      </w:r>
    </w:p>
    <w:p w14:paraId="5673E798" w14:textId="25522BC9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で実行すると、保存をキャンセルします。</w:t>
      </w:r>
    </w:p>
    <w:p w14:paraId="378894AD" w14:textId="77777777" w:rsidR="00A963EE" w:rsidRPr="004F3DE3" w:rsidRDefault="00A963EE" w:rsidP="00A963EE">
      <w:pPr>
        <w:rPr>
          <w:lang w:eastAsia="ja-JP"/>
        </w:rPr>
      </w:pPr>
    </w:p>
    <w:p w14:paraId="1144C213" w14:textId="77777777" w:rsidR="004F3DE3" w:rsidRDefault="00A963EE" w:rsidP="00A963EE">
      <w:pPr>
        <w:rPr>
          <w:lang w:eastAsia="ja-JP"/>
        </w:rPr>
      </w:pPr>
      <w:r>
        <w:rPr>
          <w:rFonts w:hint="eastAsia"/>
          <w:lang w:eastAsia="ja-JP"/>
        </w:rPr>
        <w:t>参照ボタン</w:t>
      </w:r>
    </w:p>
    <w:p w14:paraId="0DBC7E41" w14:textId="25322F13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ファイルの保存先を変更したい場合にはこの項目で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を押して変更します。</w:t>
      </w:r>
    </w:p>
    <w:p w14:paraId="13442915" w14:textId="77777777" w:rsidR="00A963EE" w:rsidRDefault="00A963EE" w:rsidP="00A963EE">
      <w:pPr>
        <w:rPr>
          <w:lang w:eastAsia="ja-JP"/>
        </w:rPr>
      </w:pPr>
    </w:p>
    <w:p w14:paraId="38E8B736" w14:textId="77777777" w:rsidR="00A963EE" w:rsidRDefault="00A963EE" w:rsidP="00A963EE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1.5 </w:t>
      </w:r>
      <w:r>
        <w:rPr>
          <w:rFonts w:hint="eastAsia"/>
          <w:lang w:eastAsia="ja-JP"/>
        </w:rPr>
        <w:t>閉じる</w:t>
      </w:r>
    </w:p>
    <w:p w14:paraId="52C96F61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Space-z(1-3-5-6)</w:t>
      </w:r>
      <w:r>
        <w:rPr>
          <w:rFonts w:hint="eastAsia"/>
          <w:lang w:eastAsia="ja-JP"/>
        </w:rPr>
        <w:t>を押して実行します。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エディタを終了します。</w:t>
      </w:r>
    </w:p>
    <w:p w14:paraId="14C2B123" w14:textId="77777777" w:rsidR="00A963EE" w:rsidRDefault="00A963EE" w:rsidP="00A963EE">
      <w:pPr>
        <w:rPr>
          <w:lang w:eastAsia="ja-JP"/>
        </w:rPr>
      </w:pPr>
    </w:p>
    <w:p w14:paraId="0C12377A" w14:textId="77777777" w:rsidR="00A963EE" w:rsidRDefault="00A963EE" w:rsidP="004F3DE3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2 </w:t>
      </w:r>
      <w:r>
        <w:rPr>
          <w:rFonts w:hint="eastAsia"/>
          <w:lang w:eastAsia="ja-JP"/>
        </w:rPr>
        <w:t>読み上げ</w:t>
      </w:r>
    </w:p>
    <w:p w14:paraId="31E6F9CB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読み上げメニューには以下の項目があります。</w:t>
      </w:r>
    </w:p>
    <w:p w14:paraId="0509BC9D" w14:textId="77777777" w:rsidR="00A963EE" w:rsidRDefault="00A963EE" w:rsidP="00A963EE">
      <w:pPr>
        <w:rPr>
          <w:lang w:eastAsia="ja-JP"/>
        </w:rPr>
      </w:pPr>
    </w:p>
    <w:p w14:paraId="61957AAC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2.1 </w:t>
      </w:r>
      <w:r>
        <w:rPr>
          <w:rFonts w:hint="eastAsia"/>
          <w:lang w:eastAsia="ja-JP"/>
        </w:rPr>
        <w:t>先頭からカーソルまで読み上げ</w:t>
      </w:r>
    </w:p>
    <w:p w14:paraId="3E8FF5B2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Backspace-g(1-2-4-5)</w:t>
      </w:r>
      <w:r>
        <w:rPr>
          <w:rFonts w:hint="eastAsia"/>
          <w:lang w:eastAsia="ja-JP"/>
        </w:rPr>
        <w:t>を押すと、先頭から現在のカーソル位置の前の文字までを読み上げます。</w:t>
      </w:r>
    </w:p>
    <w:p w14:paraId="33D18601" w14:textId="77777777" w:rsidR="00A963EE" w:rsidRDefault="00A963EE" w:rsidP="00A963EE">
      <w:pPr>
        <w:rPr>
          <w:lang w:eastAsia="ja-JP"/>
        </w:rPr>
      </w:pPr>
    </w:p>
    <w:p w14:paraId="080EB420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 xml:space="preserve">2.2 </w:t>
      </w:r>
      <w:r>
        <w:rPr>
          <w:rFonts w:hint="eastAsia"/>
          <w:lang w:eastAsia="ja-JP"/>
        </w:rPr>
        <w:t>カーソルから最後まで読み上げ</w:t>
      </w:r>
    </w:p>
    <w:p w14:paraId="3720E859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Enter-g(1-2-4-5)</w:t>
      </w:r>
      <w:r>
        <w:rPr>
          <w:rFonts w:hint="eastAsia"/>
          <w:lang w:eastAsia="ja-JP"/>
        </w:rPr>
        <w:t>を押すと、現在のカーソル位置から最後までを読み上げます。</w:t>
      </w:r>
    </w:p>
    <w:p w14:paraId="047E6511" w14:textId="77777777" w:rsidR="00A963EE" w:rsidRDefault="00A963EE" w:rsidP="00A963EE">
      <w:pPr>
        <w:rPr>
          <w:lang w:eastAsia="ja-JP"/>
        </w:rPr>
      </w:pPr>
    </w:p>
    <w:p w14:paraId="7FF802A1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2.3 </w:t>
      </w:r>
      <w:r>
        <w:rPr>
          <w:rFonts w:hint="eastAsia"/>
          <w:lang w:eastAsia="ja-JP"/>
        </w:rPr>
        <w:t>現在の行を読み上げ</w:t>
      </w:r>
    </w:p>
    <w:p w14:paraId="6889E94D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Space-1-4</w:t>
      </w:r>
      <w:r>
        <w:rPr>
          <w:rFonts w:hint="eastAsia"/>
          <w:lang w:eastAsia="ja-JP"/>
        </w:rPr>
        <w:t>を押すと、現在フォーカスのある行を読み上げます。</w:t>
      </w:r>
    </w:p>
    <w:p w14:paraId="0DC810E8" w14:textId="77777777" w:rsidR="00A963EE" w:rsidRDefault="00A963EE" w:rsidP="00A963EE">
      <w:pPr>
        <w:rPr>
          <w:lang w:eastAsia="ja-JP"/>
        </w:rPr>
      </w:pPr>
    </w:p>
    <w:p w14:paraId="4F3D5744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2.4 </w:t>
      </w:r>
      <w:r>
        <w:rPr>
          <w:rFonts w:hint="eastAsia"/>
          <w:lang w:eastAsia="ja-JP"/>
        </w:rPr>
        <w:t>現在の単語を読み上げ</w:t>
      </w:r>
    </w:p>
    <w:p w14:paraId="7F49B460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Space-2-5</w:t>
      </w:r>
      <w:r>
        <w:rPr>
          <w:rFonts w:hint="eastAsia"/>
          <w:lang w:eastAsia="ja-JP"/>
        </w:rPr>
        <w:t>を押すと、現在フォーカスのある単語を読み上げます。</w:t>
      </w:r>
    </w:p>
    <w:p w14:paraId="4999BD90" w14:textId="77777777" w:rsidR="00A963EE" w:rsidRDefault="00A963EE" w:rsidP="00A963EE">
      <w:pPr>
        <w:rPr>
          <w:lang w:eastAsia="ja-JP"/>
        </w:rPr>
      </w:pPr>
    </w:p>
    <w:p w14:paraId="2A0A0C5D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2.5 </w:t>
      </w:r>
      <w:r>
        <w:rPr>
          <w:rFonts w:hint="eastAsia"/>
          <w:lang w:eastAsia="ja-JP"/>
        </w:rPr>
        <w:t>現在の文字を読み上げ</w:t>
      </w:r>
    </w:p>
    <w:p w14:paraId="5E891776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Space-3-6</w:t>
      </w:r>
      <w:r>
        <w:rPr>
          <w:rFonts w:hint="eastAsia"/>
          <w:lang w:eastAsia="ja-JP"/>
        </w:rPr>
        <w:t>を押すと、現在フォーカスのある文字を読み上げます。</w:t>
      </w:r>
    </w:p>
    <w:p w14:paraId="4C55F53D" w14:textId="77777777" w:rsidR="00A963EE" w:rsidRDefault="00A963EE" w:rsidP="00A963EE">
      <w:pPr>
        <w:rPr>
          <w:lang w:eastAsia="ja-JP"/>
        </w:rPr>
      </w:pPr>
    </w:p>
    <w:p w14:paraId="18AE0A2B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2.6 </w:t>
      </w:r>
      <w:r>
        <w:rPr>
          <w:rFonts w:hint="eastAsia"/>
          <w:lang w:eastAsia="ja-JP"/>
        </w:rPr>
        <w:t>カーソル位置を読み上げ</w:t>
      </w:r>
    </w:p>
    <w:p w14:paraId="67C8C166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Space-1-5-6</w:t>
      </w:r>
      <w:r>
        <w:rPr>
          <w:rFonts w:hint="eastAsia"/>
          <w:lang w:eastAsia="ja-JP"/>
        </w:rPr>
        <w:t>を押すと、現在のカーソル位置に関する情報を読み上げます。</w:t>
      </w:r>
    </w:p>
    <w:p w14:paraId="1BB06596" w14:textId="77777777" w:rsidR="00A963EE" w:rsidRDefault="00A963EE" w:rsidP="00A963EE">
      <w:pPr>
        <w:rPr>
          <w:lang w:eastAsia="ja-JP"/>
        </w:rPr>
      </w:pPr>
    </w:p>
    <w:p w14:paraId="5935E4D0" w14:textId="77777777" w:rsidR="00A963EE" w:rsidRDefault="00A963EE" w:rsidP="004F3DE3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3 </w:t>
      </w:r>
      <w:r>
        <w:rPr>
          <w:rFonts w:hint="eastAsia"/>
          <w:lang w:eastAsia="ja-JP"/>
        </w:rPr>
        <w:t>編集</w:t>
      </w:r>
    </w:p>
    <w:p w14:paraId="0397D7AF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編集メニューには以下の項目があります。</w:t>
      </w:r>
    </w:p>
    <w:p w14:paraId="7339F910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3.1 </w:t>
      </w:r>
      <w:r>
        <w:rPr>
          <w:rFonts w:hint="eastAsia"/>
          <w:lang w:eastAsia="ja-JP"/>
        </w:rPr>
        <w:t>ブロック選択開始</w:t>
      </w:r>
    </w:p>
    <w:p w14:paraId="1214C643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Enter-b(1-2)</w:t>
      </w:r>
      <w:r>
        <w:rPr>
          <w:rFonts w:hint="eastAsia"/>
          <w:lang w:eastAsia="ja-JP"/>
        </w:rPr>
        <w:t>を押すと、フォーカス位置をブロックの先頭位置に設定します。</w:t>
      </w:r>
    </w:p>
    <w:p w14:paraId="4206BE19" w14:textId="77777777" w:rsidR="00A963EE" w:rsidRDefault="00A963EE" w:rsidP="00A963EE">
      <w:pPr>
        <w:rPr>
          <w:lang w:eastAsia="ja-JP"/>
        </w:rPr>
      </w:pPr>
    </w:p>
    <w:p w14:paraId="17B7A30B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3.2 </w:t>
      </w:r>
      <w:r>
        <w:rPr>
          <w:rFonts w:hint="eastAsia"/>
          <w:lang w:eastAsia="ja-JP"/>
        </w:rPr>
        <w:t>コピー</w:t>
      </w:r>
    </w:p>
    <w:p w14:paraId="7AF6AE4A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Enter-c(1-4)</w:t>
      </w:r>
      <w:r>
        <w:rPr>
          <w:rFonts w:hint="eastAsia"/>
          <w:lang w:eastAsia="ja-JP"/>
        </w:rPr>
        <w:t>を押すと、選択されたブロックをコピーします。</w:t>
      </w:r>
    </w:p>
    <w:p w14:paraId="64895028" w14:textId="77777777" w:rsidR="00A963EE" w:rsidRDefault="00A963EE" w:rsidP="00A963EE">
      <w:pPr>
        <w:rPr>
          <w:lang w:eastAsia="ja-JP"/>
        </w:rPr>
      </w:pPr>
    </w:p>
    <w:p w14:paraId="02D4F15E" w14:textId="77777777" w:rsidR="00A963EE" w:rsidRDefault="00A963EE" w:rsidP="004F3DE3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3.3 </w:t>
      </w:r>
      <w:r>
        <w:rPr>
          <w:rFonts w:hint="eastAsia"/>
          <w:lang w:eastAsia="ja-JP"/>
        </w:rPr>
        <w:t>すべて選択</w:t>
      </w:r>
    </w:p>
    <w:p w14:paraId="3E3C46AA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Enter-a(1)</w:t>
      </w:r>
      <w:r>
        <w:rPr>
          <w:rFonts w:hint="eastAsia"/>
          <w:lang w:eastAsia="ja-JP"/>
        </w:rPr>
        <w:t>を押すと文書全体を選択した状態になります。</w:t>
      </w:r>
    </w:p>
    <w:p w14:paraId="296FC559" w14:textId="77777777" w:rsidR="00A963EE" w:rsidRDefault="00A963EE" w:rsidP="00A963EE">
      <w:pPr>
        <w:rPr>
          <w:lang w:eastAsia="ja-JP"/>
        </w:rPr>
      </w:pPr>
    </w:p>
    <w:p w14:paraId="3FF2ACCA" w14:textId="77777777" w:rsidR="00A963EE" w:rsidRDefault="00A963EE" w:rsidP="004F3DE3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4. BES</w:t>
      </w:r>
      <w:r>
        <w:rPr>
          <w:rFonts w:hint="eastAsia"/>
          <w:lang w:eastAsia="ja-JP"/>
        </w:rPr>
        <w:t>ファイル読み込み時や編集時の操作</w:t>
      </w:r>
    </w:p>
    <w:p w14:paraId="5BDBA9D5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行移動は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、あるいは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キーで行います。スク</w:t>
      </w:r>
      <w:r>
        <w:rPr>
          <w:rFonts w:hint="eastAsia"/>
          <w:lang w:eastAsia="ja-JP"/>
        </w:rPr>
        <w:lastRenderedPageBreak/>
        <w:t>ロールキーで読み進めることもできます。ただし、ページ行には移動できません。</w:t>
      </w:r>
    </w:p>
    <w:p w14:paraId="150F322A" w14:textId="77777777" w:rsidR="00A963EE" w:rsidRDefault="00A963EE" w:rsidP="00A963EE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文字移動には</w:t>
      </w:r>
      <w:r>
        <w:rPr>
          <w:rFonts w:hint="eastAsia"/>
          <w:lang w:eastAsia="ja-JP"/>
        </w:rPr>
        <w:t>Space-3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Space-6</w:t>
      </w:r>
      <w:r>
        <w:rPr>
          <w:rFonts w:hint="eastAsia"/>
          <w:lang w:eastAsia="ja-JP"/>
        </w:rPr>
        <w:t>を使用します。目的の文字の上のタッチカーソルキーを使用して移動することも可能です。編集時は、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を押すと改行します。</w:t>
      </w:r>
    </w:p>
    <w:p w14:paraId="03042A50" w14:textId="77777777" w:rsidR="00A963EE" w:rsidRDefault="00A963EE" w:rsidP="00A963EE">
      <w:pPr>
        <w:rPr>
          <w:lang w:eastAsia="ja-JP"/>
        </w:rPr>
      </w:pPr>
    </w:p>
    <w:p w14:paraId="51D7E341" w14:textId="77777777" w:rsidR="00A963EE" w:rsidRDefault="00A963EE" w:rsidP="004F3DE3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5. </w:t>
      </w:r>
      <w:r>
        <w:rPr>
          <w:rFonts w:hint="eastAsia"/>
          <w:lang w:eastAsia="ja-JP"/>
        </w:rPr>
        <w:t>ページヘッダ</w:t>
      </w:r>
    </w:p>
    <w:p w14:paraId="29FEA87F" w14:textId="62360430" w:rsidR="00A963EE" w:rsidRDefault="00A963EE" w:rsidP="00A963EE">
      <w:pPr>
        <w:rPr>
          <w:lang w:eastAsia="ja-JP"/>
        </w:rPr>
      </w:pPr>
      <w:r>
        <w:rPr>
          <w:rFonts w:hint="eastAsia"/>
          <w:lang w:eastAsia="ja-JP"/>
        </w:rPr>
        <w:t>新規で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ファイルを作成して保存すると、選択したレイアウトでページ番号が付記されます。既存の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ファイルを読み込んだ場合には、それが反映されます。ただし、いずれの場合にもページ行の確認や編集はできません。</w:t>
      </w:r>
    </w:p>
    <w:sectPr w:rsidR="00A963EE" w:rsidSect="009A62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9ECB" w14:textId="77777777" w:rsidR="007731C8" w:rsidRDefault="007731C8" w:rsidP="002466AC">
      <w:r>
        <w:separator/>
      </w:r>
    </w:p>
  </w:endnote>
  <w:endnote w:type="continuationSeparator" w:id="0">
    <w:p w14:paraId="67599B0E" w14:textId="77777777" w:rsidR="007731C8" w:rsidRDefault="007731C8" w:rsidP="002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YGothic-Extra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A3C0" w14:textId="77777777" w:rsidR="007731C8" w:rsidRDefault="007731C8" w:rsidP="002466AC">
      <w:r>
        <w:separator/>
      </w:r>
    </w:p>
  </w:footnote>
  <w:footnote w:type="continuationSeparator" w:id="0">
    <w:p w14:paraId="46405D04" w14:textId="77777777" w:rsidR="007731C8" w:rsidRDefault="007731C8" w:rsidP="002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3D0E"/>
    <w:multiLevelType w:val="hybridMultilevel"/>
    <w:tmpl w:val="FD52C4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A71989"/>
    <w:multiLevelType w:val="hybridMultilevel"/>
    <w:tmpl w:val="4C942DFE"/>
    <w:lvl w:ilvl="0" w:tplc="8AB6F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C52ED8"/>
    <w:multiLevelType w:val="hybridMultilevel"/>
    <w:tmpl w:val="9DC87F3C"/>
    <w:lvl w:ilvl="0" w:tplc="C4020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2B70AD"/>
    <w:multiLevelType w:val="hybridMultilevel"/>
    <w:tmpl w:val="C4DA918E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4D240C"/>
    <w:multiLevelType w:val="hybridMultilevel"/>
    <w:tmpl w:val="394C6B9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511EBA"/>
    <w:multiLevelType w:val="hybridMultilevel"/>
    <w:tmpl w:val="091CCB7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C2569D"/>
    <w:multiLevelType w:val="hybridMultilevel"/>
    <w:tmpl w:val="109ED33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EA52A8"/>
    <w:multiLevelType w:val="hybridMultilevel"/>
    <w:tmpl w:val="2DF8F6BA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C23769"/>
    <w:multiLevelType w:val="multilevel"/>
    <w:tmpl w:val="A674224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343B7C"/>
    <w:multiLevelType w:val="hybridMultilevel"/>
    <w:tmpl w:val="939C47CA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1C1746"/>
    <w:multiLevelType w:val="hybridMultilevel"/>
    <w:tmpl w:val="4E6AB0DC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28673C"/>
    <w:multiLevelType w:val="hybridMultilevel"/>
    <w:tmpl w:val="8EFE4D30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A44CD0"/>
    <w:multiLevelType w:val="hybridMultilevel"/>
    <w:tmpl w:val="1E343188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1257F4"/>
    <w:multiLevelType w:val="hybridMultilevel"/>
    <w:tmpl w:val="056C3D46"/>
    <w:lvl w:ilvl="0" w:tplc="02BC533A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BBC0035"/>
    <w:multiLevelType w:val="hybridMultilevel"/>
    <w:tmpl w:val="3000CEC8"/>
    <w:lvl w:ilvl="0" w:tplc="39DE5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F456C6"/>
    <w:multiLevelType w:val="hybridMultilevel"/>
    <w:tmpl w:val="F0FA4DF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C70E8B"/>
    <w:multiLevelType w:val="multilevel"/>
    <w:tmpl w:val="45924E1C"/>
    <w:lvl w:ilvl="0">
      <w:start w:val="1"/>
      <w:numFmt w:val="decimal"/>
      <w:lvlText w:val="%1"/>
      <w:lvlJc w:val="left"/>
      <w:pPr>
        <w:ind w:left="450" w:hanging="450"/>
      </w:pPr>
      <w:rPr>
        <w:rFonts w:eastAsia="BIZ UDPゴシック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BIZ UDPゴシック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BIZ UDPゴシック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BIZ UDPゴシック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BIZ UDPゴシック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BIZ UDPゴシック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BIZ UDPゴシック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BIZ UDPゴシック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BIZ UDPゴシック" w:hint="default"/>
      </w:rPr>
    </w:lvl>
  </w:abstractNum>
  <w:abstractNum w:abstractNumId="17" w15:restartNumberingAfterBreak="0">
    <w:nsid w:val="6AF041CF"/>
    <w:multiLevelType w:val="hybridMultilevel"/>
    <w:tmpl w:val="1AC419B6"/>
    <w:lvl w:ilvl="0" w:tplc="CBC4B9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056815"/>
    <w:multiLevelType w:val="hybridMultilevel"/>
    <w:tmpl w:val="67C446CA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CE96E0E"/>
    <w:multiLevelType w:val="hybridMultilevel"/>
    <w:tmpl w:val="6C440E5E"/>
    <w:lvl w:ilvl="0" w:tplc="3676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AC1602"/>
    <w:multiLevelType w:val="hybridMultilevel"/>
    <w:tmpl w:val="05FE30B4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A4105C"/>
    <w:multiLevelType w:val="hybridMultilevel"/>
    <w:tmpl w:val="55C4CA16"/>
    <w:lvl w:ilvl="0" w:tplc="02BC53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17"/>
  </w:num>
  <w:num w:numId="5">
    <w:abstractNumId w:val="18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4"/>
  </w:num>
  <w:num w:numId="14">
    <w:abstractNumId w:val="12"/>
  </w:num>
  <w:num w:numId="15">
    <w:abstractNumId w:val="6"/>
  </w:num>
  <w:num w:numId="16">
    <w:abstractNumId w:val="20"/>
  </w:num>
  <w:num w:numId="17">
    <w:abstractNumId w:val="0"/>
  </w:num>
  <w:num w:numId="18">
    <w:abstractNumId w:val="15"/>
  </w:num>
  <w:num w:numId="19">
    <w:abstractNumId w:val="8"/>
  </w:num>
  <w:num w:numId="20">
    <w:abstractNumId w:val="21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2F"/>
    <w:rsid w:val="00000266"/>
    <w:rsid w:val="00000716"/>
    <w:rsid w:val="0000477F"/>
    <w:rsid w:val="000058B0"/>
    <w:rsid w:val="00014601"/>
    <w:rsid w:val="00016607"/>
    <w:rsid w:val="000242F6"/>
    <w:rsid w:val="00032DD0"/>
    <w:rsid w:val="00035190"/>
    <w:rsid w:val="00035C6F"/>
    <w:rsid w:val="0003681F"/>
    <w:rsid w:val="00036A3B"/>
    <w:rsid w:val="0004445F"/>
    <w:rsid w:val="00044C52"/>
    <w:rsid w:val="00051068"/>
    <w:rsid w:val="00052064"/>
    <w:rsid w:val="00053502"/>
    <w:rsid w:val="0005375D"/>
    <w:rsid w:val="00057616"/>
    <w:rsid w:val="000778FD"/>
    <w:rsid w:val="00086986"/>
    <w:rsid w:val="000940E8"/>
    <w:rsid w:val="00094815"/>
    <w:rsid w:val="000A06F6"/>
    <w:rsid w:val="000A2FA1"/>
    <w:rsid w:val="000A3F4E"/>
    <w:rsid w:val="000B3901"/>
    <w:rsid w:val="000B5876"/>
    <w:rsid w:val="000B6880"/>
    <w:rsid w:val="000C6069"/>
    <w:rsid w:val="000D0909"/>
    <w:rsid w:val="000D3D51"/>
    <w:rsid w:val="000E32B2"/>
    <w:rsid w:val="000E3413"/>
    <w:rsid w:val="000F292A"/>
    <w:rsid w:val="000F49E0"/>
    <w:rsid w:val="000F6467"/>
    <w:rsid w:val="00100DE9"/>
    <w:rsid w:val="00101073"/>
    <w:rsid w:val="001012F7"/>
    <w:rsid w:val="00105E09"/>
    <w:rsid w:val="001169DE"/>
    <w:rsid w:val="00120656"/>
    <w:rsid w:val="00123B6D"/>
    <w:rsid w:val="00127CB0"/>
    <w:rsid w:val="00131345"/>
    <w:rsid w:val="00132194"/>
    <w:rsid w:val="00135735"/>
    <w:rsid w:val="001411FA"/>
    <w:rsid w:val="00142CCC"/>
    <w:rsid w:val="001431FB"/>
    <w:rsid w:val="00146F84"/>
    <w:rsid w:val="00150128"/>
    <w:rsid w:val="00161436"/>
    <w:rsid w:val="001624DF"/>
    <w:rsid w:val="00164998"/>
    <w:rsid w:val="0016729C"/>
    <w:rsid w:val="00167E71"/>
    <w:rsid w:val="001713C1"/>
    <w:rsid w:val="00177046"/>
    <w:rsid w:val="001775F9"/>
    <w:rsid w:val="00181CA6"/>
    <w:rsid w:val="00182DE9"/>
    <w:rsid w:val="001842B8"/>
    <w:rsid w:val="00191A39"/>
    <w:rsid w:val="00197501"/>
    <w:rsid w:val="001A06D0"/>
    <w:rsid w:val="001A23DE"/>
    <w:rsid w:val="001A29A0"/>
    <w:rsid w:val="001A4799"/>
    <w:rsid w:val="001A49A9"/>
    <w:rsid w:val="001A49C8"/>
    <w:rsid w:val="001A5A53"/>
    <w:rsid w:val="001B20D6"/>
    <w:rsid w:val="001B5693"/>
    <w:rsid w:val="001B5755"/>
    <w:rsid w:val="001C1B3A"/>
    <w:rsid w:val="001C5729"/>
    <w:rsid w:val="001D38A3"/>
    <w:rsid w:val="001F3C3B"/>
    <w:rsid w:val="001F652A"/>
    <w:rsid w:val="001F68B1"/>
    <w:rsid w:val="00203B53"/>
    <w:rsid w:val="00222E8A"/>
    <w:rsid w:val="002272C3"/>
    <w:rsid w:val="0023242A"/>
    <w:rsid w:val="002328AB"/>
    <w:rsid w:val="0023476E"/>
    <w:rsid w:val="00241358"/>
    <w:rsid w:val="002466AC"/>
    <w:rsid w:val="00246EB4"/>
    <w:rsid w:val="00261432"/>
    <w:rsid w:val="00264247"/>
    <w:rsid w:val="00266C48"/>
    <w:rsid w:val="00271675"/>
    <w:rsid w:val="00273E95"/>
    <w:rsid w:val="00275A7E"/>
    <w:rsid w:val="002760A4"/>
    <w:rsid w:val="00277DD3"/>
    <w:rsid w:val="00280024"/>
    <w:rsid w:val="00286B8A"/>
    <w:rsid w:val="00291C8B"/>
    <w:rsid w:val="0029211A"/>
    <w:rsid w:val="00296BC3"/>
    <w:rsid w:val="00297E3B"/>
    <w:rsid w:val="002A10B1"/>
    <w:rsid w:val="002A43D5"/>
    <w:rsid w:val="002B1A4B"/>
    <w:rsid w:val="002B375C"/>
    <w:rsid w:val="002B7639"/>
    <w:rsid w:val="002C346E"/>
    <w:rsid w:val="002C4CAF"/>
    <w:rsid w:val="002C52DB"/>
    <w:rsid w:val="002C6795"/>
    <w:rsid w:val="002D0011"/>
    <w:rsid w:val="002D26B8"/>
    <w:rsid w:val="002D5EB0"/>
    <w:rsid w:val="002E232B"/>
    <w:rsid w:val="002E6668"/>
    <w:rsid w:val="002F0E0D"/>
    <w:rsid w:val="002F2B8A"/>
    <w:rsid w:val="002F5E94"/>
    <w:rsid w:val="003020F2"/>
    <w:rsid w:val="003025A0"/>
    <w:rsid w:val="00327E8F"/>
    <w:rsid w:val="003319FE"/>
    <w:rsid w:val="003362EB"/>
    <w:rsid w:val="00344363"/>
    <w:rsid w:val="003466F3"/>
    <w:rsid w:val="003541F8"/>
    <w:rsid w:val="00356AFE"/>
    <w:rsid w:val="003651AF"/>
    <w:rsid w:val="00367FD5"/>
    <w:rsid w:val="0037041B"/>
    <w:rsid w:val="00371884"/>
    <w:rsid w:val="00373476"/>
    <w:rsid w:val="0037590A"/>
    <w:rsid w:val="003813A6"/>
    <w:rsid w:val="00390EAA"/>
    <w:rsid w:val="0039413B"/>
    <w:rsid w:val="00396D08"/>
    <w:rsid w:val="003979FF"/>
    <w:rsid w:val="003A1331"/>
    <w:rsid w:val="003A4FCE"/>
    <w:rsid w:val="003A7936"/>
    <w:rsid w:val="003B5B7E"/>
    <w:rsid w:val="003D668B"/>
    <w:rsid w:val="003E3075"/>
    <w:rsid w:val="003E5711"/>
    <w:rsid w:val="003F4C44"/>
    <w:rsid w:val="0040117E"/>
    <w:rsid w:val="004044ED"/>
    <w:rsid w:val="00410DE8"/>
    <w:rsid w:val="00417B0D"/>
    <w:rsid w:val="00431FDF"/>
    <w:rsid w:val="00435E01"/>
    <w:rsid w:val="0044342A"/>
    <w:rsid w:val="00446632"/>
    <w:rsid w:val="00446F60"/>
    <w:rsid w:val="0045297C"/>
    <w:rsid w:val="00465935"/>
    <w:rsid w:val="00466594"/>
    <w:rsid w:val="00466D82"/>
    <w:rsid w:val="00467A46"/>
    <w:rsid w:val="004700ED"/>
    <w:rsid w:val="00474190"/>
    <w:rsid w:val="00474DE8"/>
    <w:rsid w:val="00476594"/>
    <w:rsid w:val="00485012"/>
    <w:rsid w:val="004A0C02"/>
    <w:rsid w:val="004A3E6C"/>
    <w:rsid w:val="004A59AC"/>
    <w:rsid w:val="004A62DE"/>
    <w:rsid w:val="004B0AC0"/>
    <w:rsid w:val="004B75C8"/>
    <w:rsid w:val="004D7C93"/>
    <w:rsid w:val="004E678B"/>
    <w:rsid w:val="004F3DE3"/>
    <w:rsid w:val="005139F7"/>
    <w:rsid w:val="00514DD0"/>
    <w:rsid w:val="00515D7E"/>
    <w:rsid w:val="0052655F"/>
    <w:rsid w:val="00532938"/>
    <w:rsid w:val="00533A65"/>
    <w:rsid w:val="00533C08"/>
    <w:rsid w:val="00534C2E"/>
    <w:rsid w:val="00534ED8"/>
    <w:rsid w:val="00545A22"/>
    <w:rsid w:val="005469AC"/>
    <w:rsid w:val="0056431A"/>
    <w:rsid w:val="005675E2"/>
    <w:rsid w:val="00573FC3"/>
    <w:rsid w:val="00583568"/>
    <w:rsid w:val="00590428"/>
    <w:rsid w:val="00593843"/>
    <w:rsid w:val="00595833"/>
    <w:rsid w:val="00597B03"/>
    <w:rsid w:val="005A04CF"/>
    <w:rsid w:val="005A284C"/>
    <w:rsid w:val="005A6438"/>
    <w:rsid w:val="005A749B"/>
    <w:rsid w:val="005B044A"/>
    <w:rsid w:val="005B2A80"/>
    <w:rsid w:val="005B3A97"/>
    <w:rsid w:val="005B75AC"/>
    <w:rsid w:val="005C56E7"/>
    <w:rsid w:val="005C5CB9"/>
    <w:rsid w:val="005D05DB"/>
    <w:rsid w:val="005D6E06"/>
    <w:rsid w:val="005E7C2C"/>
    <w:rsid w:val="00600E25"/>
    <w:rsid w:val="00605324"/>
    <w:rsid w:val="006059F7"/>
    <w:rsid w:val="0061134F"/>
    <w:rsid w:val="0061173C"/>
    <w:rsid w:val="006164AD"/>
    <w:rsid w:val="00617597"/>
    <w:rsid w:val="006209C8"/>
    <w:rsid w:val="00620A3E"/>
    <w:rsid w:val="00622BBE"/>
    <w:rsid w:val="006516FC"/>
    <w:rsid w:val="00655AD1"/>
    <w:rsid w:val="00656E7E"/>
    <w:rsid w:val="006603AB"/>
    <w:rsid w:val="0066331A"/>
    <w:rsid w:val="006652AA"/>
    <w:rsid w:val="00665D3F"/>
    <w:rsid w:val="00667121"/>
    <w:rsid w:val="00671BD4"/>
    <w:rsid w:val="0067349E"/>
    <w:rsid w:val="00675FDB"/>
    <w:rsid w:val="00680F39"/>
    <w:rsid w:val="0068196B"/>
    <w:rsid w:val="00686926"/>
    <w:rsid w:val="00697D61"/>
    <w:rsid w:val="006A215D"/>
    <w:rsid w:val="006A42F4"/>
    <w:rsid w:val="006A5FDD"/>
    <w:rsid w:val="006B0908"/>
    <w:rsid w:val="006B1450"/>
    <w:rsid w:val="006C1285"/>
    <w:rsid w:val="006D0E23"/>
    <w:rsid w:val="006D603B"/>
    <w:rsid w:val="006D6FAD"/>
    <w:rsid w:val="006E226A"/>
    <w:rsid w:val="006E3B23"/>
    <w:rsid w:val="006F027A"/>
    <w:rsid w:val="006F36E4"/>
    <w:rsid w:val="00701C52"/>
    <w:rsid w:val="00702C59"/>
    <w:rsid w:val="00704501"/>
    <w:rsid w:val="007137E8"/>
    <w:rsid w:val="00716CFB"/>
    <w:rsid w:val="00720A0E"/>
    <w:rsid w:val="00725DC4"/>
    <w:rsid w:val="007269F6"/>
    <w:rsid w:val="00737471"/>
    <w:rsid w:val="00737B0C"/>
    <w:rsid w:val="00740470"/>
    <w:rsid w:val="007406F9"/>
    <w:rsid w:val="00740B0E"/>
    <w:rsid w:val="007476CD"/>
    <w:rsid w:val="00752C72"/>
    <w:rsid w:val="00754781"/>
    <w:rsid w:val="00756585"/>
    <w:rsid w:val="00762F7C"/>
    <w:rsid w:val="00764A7B"/>
    <w:rsid w:val="007679A5"/>
    <w:rsid w:val="00771FF1"/>
    <w:rsid w:val="007731C8"/>
    <w:rsid w:val="0077753C"/>
    <w:rsid w:val="007807A8"/>
    <w:rsid w:val="0078528B"/>
    <w:rsid w:val="00786260"/>
    <w:rsid w:val="0079177E"/>
    <w:rsid w:val="00794323"/>
    <w:rsid w:val="007947AB"/>
    <w:rsid w:val="007B19C7"/>
    <w:rsid w:val="007B78C9"/>
    <w:rsid w:val="007C074A"/>
    <w:rsid w:val="007C33CF"/>
    <w:rsid w:val="007C3585"/>
    <w:rsid w:val="007C6EB6"/>
    <w:rsid w:val="007E176F"/>
    <w:rsid w:val="007E75F1"/>
    <w:rsid w:val="007F1182"/>
    <w:rsid w:val="007F1FA2"/>
    <w:rsid w:val="007F398D"/>
    <w:rsid w:val="007F6B1B"/>
    <w:rsid w:val="00801CD0"/>
    <w:rsid w:val="00802A23"/>
    <w:rsid w:val="00803C2C"/>
    <w:rsid w:val="00803C3D"/>
    <w:rsid w:val="008040C3"/>
    <w:rsid w:val="00806E38"/>
    <w:rsid w:val="00807B52"/>
    <w:rsid w:val="00812652"/>
    <w:rsid w:val="00814990"/>
    <w:rsid w:val="00824963"/>
    <w:rsid w:val="008249F5"/>
    <w:rsid w:val="00825A95"/>
    <w:rsid w:val="008274C2"/>
    <w:rsid w:val="00834F99"/>
    <w:rsid w:val="00835FB7"/>
    <w:rsid w:val="0083634C"/>
    <w:rsid w:val="008463A2"/>
    <w:rsid w:val="00852221"/>
    <w:rsid w:val="00853813"/>
    <w:rsid w:val="00853BB0"/>
    <w:rsid w:val="00855A71"/>
    <w:rsid w:val="00857287"/>
    <w:rsid w:val="00860337"/>
    <w:rsid w:val="00860421"/>
    <w:rsid w:val="00862A1C"/>
    <w:rsid w:val="00883360"/>
    <w:rsid w:val="008923E5"/>
    <w:rsid w:val="00892E3A"/>
    <w:rsid w:val="00894A4A"/>
    <w:rsid w:val="00896BDA"/>
    <w:rsid w:val="008A1CD1"/>
    <w:rsid w:val="008A28E1"/>
    <w:rsid w:val="008A2FA5"/>
    <w:rsid w:val="008B2B01"/>
    <w:rsid w:val="008B54A2"/>
    <w:rsid w:val="008C10CD"/>
    <w:rsid w:val="008C3096"/>
    <w:rsid w:val="008C4DF3"/>
    <w:rsid w:val="008C565F"/>
    <w:rsid w:val="008D285D"/>
    <w:rsid w:val="008D5807"/>
    <w:rsid w:val="008D764F"/>
    <w:rsid w:val="008E0D2B"/>
    <w:rsid w:val="008E2514"/>
    <w:rsid w:val="008F0F53"/>
    <w:rsid w:val="008F15A6"/>
    <w:rsid w:val="008F4D22"/>
    <w:rsid w:val="00905514"/>
    <w:rsid w:val="0090617A"/>
    <w:rsid w:val="0090759A"/>
    <w:rsid w:val="00910306"/>
    <w:rsid w:val="0091144B"/>
    <w:rsid w:val="009159EF"/>
    <w:rsid w:val="00922554"/>
    <w:rsid w:val="0092445F"/>
    <w:rsid w:val="00925D21"/>
    <w:rsid w:val="009307F4"/>
    <w:rsid w:val="00943B4C"/>
    <w:rsid w:val="00944AC6"/>
    <w:rsid w:val="00944B00"/>
    <w:rsid w:val="00946E0D"/>
    <w:rsid w:val="00955B3E"/>
    <w:rsid w:val="00967CAA"/>
    <w:rsid w:val="009707A0"/>
    <w:rsid w:val="00972CF3"/>
    <w:rsid w:val="009763A6"/>
    <w:rsid w:val="00981953"/>
    <w:rsid w:val="009900E2"/>
    <w:rsid w:val="009A0967"/>
    <w:rsid w:val="009A1CD7"/>
    <w:rsid w:val="009A360E"/>
    <w:rsid w:val="009A6258"/>
    <w:rsid w:val="009C31A2"/>
    <w:rsid w:val="009C42C3"/>
    <w:rsid w:val="009C63A0"/>
    <w:rsid w:val="009C670E"/>
    <w:rsid w:val="009D5116"/>
    <w:rsid w:val="009D5320"/>
    <w:rsid w:val="009E24D0"/>
    <w:rsid w:val="009E429B"/>
    <w:rsid w:val="009F364D"/>
    <w:rsid w:val="009F3D5F"/>
    <w:rsid w:val="009F3E81"/>
    <w:rsid w:val="00A0092B"/>
    <w:rsid w:val="00A02285"/>
    <w:rsid w:val="00A0327A"/>
    <w:rsid w:val="00A050CF"/>
    <w:rsid w:val="00A1023A"/>
    <w:rsid w:val="00A11F0B"/>
    <w:rsid w:val="00A124E5"/>
    <w:rsid w:val="00A274F4"/>
    <w:rsid w:val="00A42CC5"/>
    <w:rsid w:val="00A50CE3"/>
    <w:rsid w:val="00A71261"/>
    <w:rsid w:val="00A72123"/>
    <w:rsid w:val="00A72B1A"/>
    <w:rsid w:val="00A80995"/>
    <w:rsid w:val="00A93E9F"/>
    <w:rsid w:val="00A963EE"/>
    <w:rsid w:val="00AA177B"/>
    <w:rsid w:val="00AA1C68"/>
    <w:rsid w:val="00AA46D9"/>
    <w:rsid w:val="00AA754D"/>
    <w:rsid w:val="00AB13AB"/>
    <w:rsid w:val="00AB2680"/>
    <w:rsid w:val="00AC1EBF"/>
    <w:rsid w:val="00AD04D3"/>
    <w:rsid w:val="00AD076D"/>
    <w:rsid w:val="00AD351E"/>
    <w:rsid w:val="00AE0062"/>
    <w:rsid w:val="00AE2A2B"/>
    <w:rsid w:val="00B045A8"/>
    <w:rsid w:val="00B078F4"/>
    <w:rsid w:val="00B10510"/>
    <w:rsid w:val="00B116A7"/>
    <w:rsid w:val="00B12096"/>
    <w:rsid w:val="00B12504"/>
    <w:rsid w:val="00B14FE0"/>
    <w:rsid w:val="00B15D23"/>
    <w:rsid w:val="00B179B5"/>
    <w:rsid w:val="00B207D4"/>
    <w:rsid w:val="00B2215E"/>
    <w:rsid w:val="00B249AE"/>
    <w:rsid w:val="00B2644A"/>
    <w:rsid w:val="00B32979"/>
    <w:rsid w:val="00B52951"/>
    <w:rsid w:val="00B57191"/>
    <w:rsid w:val="00B611CE"/>
    <w:rsid w:val="00B6232E"/>
    <w:rsid w:val="00B65A1B"/>
    <w:rsid w:val="00B66ED8"/>
    <w:rsid w:val="00B67069"/>
    <w:rsid w:val="00B7712E"/>
    <w:rsid w:val="00B83B17"/>
    <w:rsid w:val="00B85CFF"/>
    <w:rsid w:val="00B9431C"/>
    <w:rsid w:val="00B96208"/>
    <w:rsid w:val="00B96FA7"/>
    <w:rsid w:val="00BA3580"/>
    <w:rsid w:val="00BB5F4A"/>
    <w:rsid w:val="00BD3DBF"/>
    <w:rsid w:val="00BD7AE3"/>
    <w:rsid w:val="00BE28AE"/>
    <w:rsid w:val="00BE3B88"/>
    <w:rsid w:val="00BE7317"/>
    <w:rsid w:val="00BE7B6C"/>
    <w:rsid w:val="00BF294B"/>
    <w:rsid w:val="00BF372C"/>
    <w:rsid w:val="00BF3EEB"/>
    <w:rsid w:val="00BF69F5"/>
    <w:rsid w:val="00BF6FB3"/>
    <w:rsid w:val="00BF75AF"/>
    <w:rsid w:val="00C049B0"/>
    <w:rsid w:val="00C10949"/>
    <w:rsid w:val="00C21531"/>
    <w:rsid w:val="00C26460"/>
    <w:rsid w:val="00C33BE5"/>
    <w:rsid w:val="00C34A78"/>
    <w:rsid w:val="00C35A68"/>
    <w:rsid w:val="00C36686"/>
    <w:rsid w:val="00C425A5"/>
    <w:rsid w:val="00C514C7"/>
    <w:rsid w:val="00C51615"/>
    <w:rsid w:val="00C56738"/>
    <w:rsid w:val="00C57472"/>
    <w:rsid w:val="00C60B85"/>
    <w:rsid w:val="00C62085"/>
    <w:rsid w:val="00C62C59"/>
    <w:rsid w:val="00C659F9"/>
    <w:rsid w:val="00C714AE"/>
    <w:rsid w:val="00C71BEE"/>
    <w:rsid w:val="00C752DF"/>
    <w:rsid w:val="00C77656"/>
    <w:rsid w:val="00C838A4"/>
    <w:rsid w:val="00C8594A"/>
    <w:rsid w:val="00C86B7D"/>
    <w:rsid w:val="00C8745B"/>
    <w:rsid w:val="00C97C84"/>
    <w:rsid w:val="00CA5910"/>
    <w:rsid w:val="00CB1F61"/>
    <w:rsid w:val="00CB3109"/>
    <w:rsid w:val="00CB7BB6"/>
    <w:rsid w:val="00CC0A7D"/>
    <w:rsid w:val="00CC0D48"/>
    <w:rsid w:val="00CC4F32"/>
    <w:rsid w:val="00CD330C"/>
    <w:rsid w:val="00CD370D"/>
    <w:rsid w:val="00CD527F"/>
    <w:rsid w:val="00CE6E44"/>
    <w:rsid w:val="00CF0FA5"/>
    <w:rsid w:val="00D007B9"/>
    <w:rsid w:val="00D058FB"/>
    <w:rsid w:val="00D06A76"/>
    <w:rsid w:val="00D07932"/>
    <w:rsid w:val="00D20C39"/>
    <w:rsid w:val="00D26C2F"/>
    <w:rsid w:val="00D26E6D"/>
    <w:rsid w:val="00D4126D"/>
    <w:rsid w:val="00D42640"/>
    <w:rsid w:val="00D43535"/>
    <w:rsid w:val="00D451AB"/>
    <w:rsid w:val="00D467B2"/>
    <w:rsid w:val="00D46AAE"/>
    <w:rsid w:val="00D4760A"/>
    <w:rsid w:val="00D54A12"/>
    <w:rsid w:val="00D55423"/>
    <w:rsid w:val="00D60A8D"/>
    <w:rsid w:val="00D712EE"/>
    <w:rsid w:val="00D76A7D"/>
    <w:rsid w:val="00D76FB3"/>
    <w:rsid w:val="00D81B53"/>
    <w:rsid w:val="00D8705E"/>
    <w:rsid w:val="00D9143B"/>
    <w:rsid w:val="00D95170"/>
    <w:rsid w:val="00D95E84"/>
    <w:rsid w:val="00DA55A0"/>
    <w:rsid w:val="00DB4B25"/>
    <w:rsid w:val="00DB6975"/>
    <w:rsid w:val="00DB7939"/>
    <w:rsid w:val="00DC331D"/>
    <w:rsid w:val="00DC47AA"/>
    <w:rsid w:val="00DC5AEC"/>
    <w:rsid w:val="00DC76D6"/>
    <w:rsid w:val="00DD1898"/>
    <w:rsid w:val="00DD1BD0"/>
    <w:rsid w:val="00DD6C74"/>
    <w:rsid w:val="00DE2031"/>
    <w:rsid w:val="00DE234B"/>
    <w:rsid w:val="00DF33C8"/>
    <w:rsid w:val="00DF68F8"/>
    <w:rsid w:val="00E02BDB"/>
    <w:rsid w:val="00E0317C"/>
    <w:rsid w:val="00E072C8"/>
    <w:rsid w:val="00E10B44"/>
    <w:rsid w:val="00E16B17"/>
    <w:rsid w:val="00E201CE"/>
    <w:rsid w:val="00E27ED9"/>
    <w:rsid w:val="00E3770C"/>
    <w:rsid w:val="00E45F0D"/>
    <w:rsid w:val="00E475CC"/>
    <w:rsid w:val="00E51B0C"/>
    <w:rsid w:val="00E52F50"/>
    <w:rsid w:val="00E55810"/>
    <w:rsid w:val="00E60A1A"/>
    <w:rsid w:val="00E65743"/>
    <w:rsid w:val="00E727B6"/>
    <w:rsid w:val="00E73EE9"/>
    <w:rsid w:val="00E768C3"/>
    <w:rsid w:val="00E813D1"/>
    <w:rsid w:val="00E83AED"/>
    <w:rsid w:val="00E84081"/>
    <w:rsid w:val="00E91D6D"/>
    <w:rsid w:val="00E93818"/>
    <w:rsid w:val="00E979EF"/>
    <w:rsid w:val="00EB4DB8"/>
    <w:rsid w:val="00EC2BEF"/>
    <w:rsid w:val="00EC6989"/>
    <w:rsid w:val="00EC7D2A"/>
    <w:rsid w:val="00ED0109"/>
    <w:rsid w:val="00ED108D"/>
    <w:rsid w:val="00ED7EDE"/>
    <w:rsid w:val="00EE49A6"/>
    <w:rsid w:val="00EE7262"/>
    <w:rsid w:val="00EF063A"/>
    <w:rsid w:val="00EF3DB1"/>
    <w:rsid w:val="00EF595D"/>
    <w:rsid w:val="00F0163F"/>
    <w:rsid w:val="00F029F4"/>
    <w:rsid w:val="00F036AA"/>
    <w:rsid w:val="00F068F9"/>
    <w:rsid w:val="00F06BE5"/>
    <w:rsid w:val="00F10EA4"/>
    <w:rsid w:val="00F15626"/>
    <w:rsid w:val="00F33C0A"/>
    <w:rsid w:val="00F41E0C"/>
    <w:rsid w:val="00F513FF"/>
    <w:rsid w:val="00F55295"/>
    <w:rsid w:val="00F574C5"/>
    <w:rsid w:val="00F60FCF"/>
    <w:rsid w:val="00F63169"/>
    <w:rsid w:val="00F72820"/>
    <w:rsid w:val="00F73DBF"/>
    <w:rsid w:val="00F808F0"/>
    <w:rsid w:val="00F811CE"/>
    <w:rsid w:val="00F82D95"/>
    <w:rsid w:val="00F83653"/>
    <w:rsid w:val="00F867DF"/>
    <w:rsid w:val="00F90500"/>
    <w:rsid w:val="00FB1584"/>
    <w:rsid w:val="00FC1B77"/>
    <w:rsid w:val="00FD3624"/>
    <w:rsid w:val="00FD3E1C"/>
    <w:rsid w:val="00FD6836"/>
    <w:rsid w:val="00FE783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5CEF44"/>
  <w15:chartTrackingRefBased/>
  <w15:docId w15:val="{064ADA48-7EE0-4032-9FF0-556B07B8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A1C"/>
    <w:pPr>
      <w:widowControl w:val="0"/>
      <w:wordWrap w:val="0"/>
      <w:autoSpaceDE w:val="0"/>
      <w:autoSpaceDN w:val="0"/>
      <w:jc w:val="both"/>
    </w:pPr>
    <w:rPr>
      <w:rFonts w:eastAsia="BIZ UDPゴシック"/>
      <w:bCs/>
      <w:kern w:val="2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9763A6"/>
    <w:pPr>
      <w:keepNext/>
      <w:outlineLvl w:val="0"/>
    </w:pPr>
    <w:rPr>
      <w:rFonts w:ascii="Century" w:hAnsi="Century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37041B"/>
    <w:pPr>
      <w:keepNext/>
      <w:outlineLvl w:val="1"/>
    </w:pPr>
    <w:rPr>
      <w:rFonts w:ascii="Century" w:hAnsi="Century"/>
      <w:b/>
    </w:rPr>
  </w:style>
  <w:style w:type="paragraph" w:styleId="3">
    <w:name w:val="heading 3"/>
    <w:aliases w:val="Char"/>
    <w:basedOn w:val="a"/>
    <w:next w:val="a"/>
    <w:link w:val="30"/>
    <w:autoRedefine/>
    <w:qFormat/>
    <w:rsid w:val="00B078F4"/>
    <w:pPr>
      <w:keepNext/>
      <w:outlineLvl w:val="2"/>
    </w:pPr>
    <w:rPr>
      <w:bCs w:val="0"/>
      <w:kern w:val="0"/>
      <w:lang w:eastAsia="ja-JP"/>
    </w:rPr>
  </w:style>
  <w:style w:type="paragraph" w:styleId="4">
    <w:name w:val="heading 4"/>
    <w:basedOn w:val="a"/>
    <w:next w:val="a"/>
    <w:link w:val="40"/>
    <w:qFormat/>
    <w:rsid w:val="00CB7BB6"/>
    <w:pPr>
      <w:keepNext/>
      <w:ind w:leftChars="50" w:left="250" w:hangingChars="200" w:hanging="200"/>
      <w:outlineLvl w:val="3"/>
    </w:pPr>
    <w:rPr>
      <w:rFonts w:ascii="Century" w:hAnsi="Century"/>
      <w:bCs w:val="0"/>
    </w:rPr>
  </w:style>
  <w:style w:type="paragraph" w:styleId="5">
    <w:name w:val="heading 5"/>
    <w:basedOn w:val="a"/>
    <w:next w:val="a"/>
    <w:link w:val="50"/>
    <w:qFormat/>
    <w:rsid w:val="00CB7BB6"/>
    <w:pPr>
      <w:keepNext/>
      <w:spacing w:line="0" w:lineRule="atLeast"/>
      <w:jc w:val="left"/>
      <w:outlineLvl w:val="4"/>
    </w:pPr>
    <w:rPr>
      <w:rFonts w:ascii="Century" w:eastAsia="ＭＳ 明朝" w:hAnsi="Century"/>
      <w:bCs w:val="0"/>
    </w:rPr>
  </w:style>
  <w:style w:type="paragraph" w:styleId="6">
    <w:name w:val="heading 6"/>
    <w:basedOn w:val="a"/>
    <w:next w:val="a"/>
    <w:link w:val="60"/>
    <w:qFormat/>
    <w:rsid w:val="00B078F4"/>
    <w:pPr>
      <w:keepNext/>
      <w:spacing w:line="0" w:lineRule="atLeast"/>
      <w:jc w:val="center"/>
      <w:outlineLvl w:val="5"/>
    </w:pPr>
    <w:rPr>
      <w:rFonts w:ascii="HYGothic-Extra" w:eastAsia="HYGothic-Extra" w:hAnsi="Batang"/>
      <w:b/>
      <w:bCs w:val="0"/>
      <w:sz w:val="72"/>
    </w:rPr>
  </w:style>
  <w:style w:type="paragraph" w:styleId="7">
    <w:name w:val="heading 7"/>
    <w:basedOn w:val="a"/>
    <w:next w:val="a"/>
    <w:link w:val="70"/>
    <w:qFormat/>
    <w:rsid w:val="00B078F4"/>
    <w:pPr>
      <w:keepNext/>
      <w:jc w:val="center"/>
      <w:outlineLvl w:val="6"/>
    </w:pPr>
    <w:rPr>
      <w:rFonts w:ascii="HYGothic-Extra" w:eastAsia="HYGothic-Extra" w:hAnsi="Batang"/>
      <w:sz w:val="32"/>
    </w:rPr>
  </w:style>
  <w:style w:type="paragraph" w:styleId="8">
    <w:name w:val="heading 8"/>
    <w:basedOn w:val="a"/>
    <w:next w:val="a"/>
    <w:link w:val="80"/>
    <w:qFormat/>
    <w:rsid w:val="00B078F4"/>
    <w:pPr>
      <w:widowControl/>
      <w:wordWrap/>
      <w:autoSpaceDE/>
      <w:autoSpaceDN/>
      <w:spacing w:before="240" w:after="60"/>
      <w:jc w:val="left"/>
      <w:outlineLvl w:val="7"/>
    </w:pPr>
    <w:rPr>
      <w:i/>
      <w:iCs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9763A6"/>
    <w:rPr>
      <w:rFonts w:ascii="Century" w:eastAsia="BIZ UDPゴシック" w:hAnsi="Century"/>
      <w:b/>
      <w:bCs/>
      <w:kern w:val="2"/>
      <w:sz w:val="28"/>
      <w:szCs w:val="28"/>
      <w:lang w:eastAsia="ko-KR"/>
    </w:rPr>
  </w:style>
  <w:style w:type="character" w:customStyle="1" w:styleId="20">
    <w:name w:val="見出し 2 (文字)"/>
    <w:link w:val="2"/>
    <w:rsid w:val="0037041B"/>
    <w:rPr>
      <w:rFonts w:ascii="Century" w:eastAsia="ＭＳ Ｐゴシック" w:hAnsi="Century"/>
      <w:b/>
      <w:bCs/>
      <w:kern w:val="2"/>
      <w:sz w:val="24"/>
      <w:szCs w:val="24"/>
      <w:lang w:eastAsia="ko-KR"/>
    </w:rPr>
  </w:style>
  <w:style w:type="paragraph" w:styleId="a3">
    <w:name w:val="Title"/>
    <w:basedOn w:val="a"/>
    <w:next w:val="a"/>
    <w:link w:val="a4"/>
    <w:uiPriority w:val="10"/>
    <w:qFormat/>
    <w:rsid w:val="0003681F"/>
    <w:pPr>
      <w:spacing w:before="240" w:after="120"/>
      <w:jc w:val="left"/>
      <w:outlineLvl w:val="0"/>
    </w:pPr>
    <w:rPr>
      <w:rFonts w:ascii="Century" w:hAnsi="Century"/>
      <w:b/>
      <w:sz w:val="32"/>
      <w:szCs w:val="32"/>
    </w:rPr>
  </w:style>
  <w:style w:type="character" w:customStyle="1" w:styleId="a4">
    <w:name w:val="表題 (文字)"/>
    <w:link w:val="a3"/>
    <w:uiPriority w:val="10"/>
    <w:rsid w:val="0003681F"/>
    <w:rPr>
      <w:rFonts w:ascii="Century" w:eastAsia="BIZ UDPゴシック" w:hAnsi="Century"/>
      <w:b/>
      <w:bCs/>
      <w:kern w:val="2"/>
      <w:sz w:val="32"/>
      <w:szCs w:val="32"/>
      <w:lang w:eastAsia="ko-KR"/>
    </w:rPr>
  </w:style>
  <w:style w:type="paragraph" w:styleId="a5">
    <w:name w:val="Subtitle"/>
    <w:basedOn w:val="a"/>
    <w:next w:val="a"/>
    <w:link w:val="a6"/>
    <w:uiPriority w:val="11"/>
    <w:qFormat/>
    <w:rsid w:val="00F029F4"/>
    <w:pPr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F029F4"/>
    <w:rPr>
      <w:rFonts w:ascii="Arial" w:eastAsia="ＭＳ ゴシック" w:hAnsi="Arial" w:cs="Times New Roman"/>
      <w:bCs/>
      <w:kern w:val="2"/>
      <w:sz w:val="24"/>
      <w:szCs w:val="24"/>
      <w:lang w:eastAsia="ko-KR"/>
    </w:rPr>
  </w:style>
  <w:style w:type="paragraph" w:styleId="a7">
    <w:name w:val="TOC Heading"/>
    <w:basedOn w:val="1"/>
    <w:next w:val="a"/>
    <w:uiPriority w:val="39"/>
    <w:qFormat/>
    <w:rsid w:val="00B078F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rFonts w:eastAsia="ＭＳ ゴシック"/>
      <w:color w:val="365F91"/>
      <w:kern w:val="0"/>
      <w:lang w:eastAsia="ja-JP"/>
    </w:rPr>
  </w:style>
  <w:style w:type="character" w:customStyle="1" w:styleId="30">
    <w:name w:val="見出し 3 (文字)"/>
    <w:aliases w:val="Char (文字)"/>
    <w:link w:val="3"/>
    <w:rsid w:val="00B078F4"/>
    <w:rPr>
      <w:rFonts w:eastAsia="ＭＳ 明朝" w:cs="Times New Roman"/>
      <w:sz w:val="24"/>
      <w:szCs w:val="24"/>
    </w:rPr>
  </w:style>
  <w:style w:type="character" w:customStyle="1" w:styleId="40">
    <w:name w:val="見出し 4 (文字)"/>
    <w:link w:val="4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50">
    <w:name w:val="見出し 5 (文字)"/>
    <w:link w:val="5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60">
    <w:name w:val="見出し 6 (文字)"/>
    <w:link w:val="6"/>
    <w:rsid w:val="00B078F4"/>
    <w:rPr>
      <w:rFonts w:ascii="HYGothic-Extra" w:eastAsia="HYGothic-Extra" w:hAnsi="Batang"/>
      <w:b/>
      <w:kern w:val="2"/>
      <w:sz w:val="72"/>
      <w:szCs w:val="24"/>
      <w:lang w:eastAsia="ko-KR"/>
    </w:rPr>
  </w:style>
  <w:style w:type="character" w:customStyle="1" w:styleId="70">
    <w:name w:val="見出し 7 (文字)"/>
    <w:link w:val="7"/>
    <w:rsid w:val="00B078F4"/>
    <w:rPr>
      <w:rFonts w:ascii="HYGothic-Extra" w:eastAsia="HYGothic-Extra" w:hAnsi="Batang"/>
      <w:bCs/>
      <w:kern w:val="2"/>
      <w:sz w:val="32"/>
      <w:szCs w:val="24"/>
      <w:lang w:eastAsia="ko-KR"/>
    </w:rPr>
  </w:style>
  <w:style w:type="character" w:customStyle="1" w:styleId="80">
    <w:name w:val="見出し 8 (文字)"/>
    <w:link w:val="8"/>
    <w:rsid w:val="00B078F4"/>
    <w:rPr>
      <w:rFonts w:eastAsia="ＭＳ 明朝"/>
      <w:bCs/>
      <w:i/>
      <w:iCs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B078F4"/>
    <w:pPr>
      <w:ind w:leftChars="400" w:left="840"/>
    </w:pPr>
  </w:style>
  <w:style w:type="paragraph" w:styleId="a9">
    <w:name w:val="Document Map"/>
    <w:basedOn w:val="a"/>
    <w:link w:val="aa"/>
    <w:uiPriority w:val="99"/>
    <w:semiHidden/>
    <w:unhideWhenUsed/>
    <w:rsid w:val="009C42C3"/>
    <w:rPr>
      <w:rFonts w:ascii="MS UI Gothic" w:eastAsia="MS UI Gothic"/>
      <w:sz w:val="18"/>
      <w:szCs w:val="18"/>
    </w:rPr>
  </w:style>
  <w:style w:type="character" w:customStyle="1" w:styleId="aa">
    <w:name w:val="見出しマップ (文字)"/>
    <w:link w:val="a9"/>
    <w:uiPriority w:val="99"/>
    <w:semiHidden/>
    <w:rsid w:val="009C42C3"/>
    <w:rPr>
      <w:rFonts w:ascii="MS UI Gothic" w:eastAsia="MS UI Gothic"/>
      <w:bCs/>
      <w:kern w:val="2"/>
      <w:sz w:val="18"/>
      <w:szCs w:val="18"/>
      <w:lang w:eastAsia="ko-KR"/>
    </w:rPr>
  </w:style>
  <w:style w:type="paragraph" w:styleId="ab">
    <w:name w:val="header"/>
    <w:basedOn w:val="a"/>
    <w:link w:val="ac"/>
    <w:uiPriority w:val="99"/>
    <w:unhideWhenUsed/>
    <w:rsid w:val="002466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d">
    <w:name w:val="footer"/>
    <w:basedOn w:val="a"/>
    <w:link w:val="ae"/>
    <w:uiPriority w:val="99"/>
    <w:unhideWhenUsed/>
    <w:rsid w:val="002466A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f">
    <w:name w:val="Date"/>
    <w:basedOn w:val="a"/>
    <w:next w:val="a"/>
    <w:link w:val="af0"/>
    <w:uiPriority w:val="99"/>
    <w:semiHidden/>
    <w:unhideWhenUsed/>
    <w:rsid w:val="00DF68F8"/>
  </w:style>
  <w:style w:type="character" w:customStyle="1" w:styleId="af0">
    <w:name w:val="日付 (文字)"/>
    <w:link w:val="af"/>
    <w:uiPriority w:val="99"/>
    <w:semiHidden/>
    <w:rsid w:val="00DF68F8"/>
    <w:rPr>
      <w:rFonts w:eastAsia="ＭＳ 明朝"/>
      <w:bCs/>
      <w:kern w:val="2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amiiiii\Desktop\BES&#12456;&#12487;&#12451;&#1247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5456E-6F1A-41D3-9D19-4849110E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BESエディタ.dotx</Template>
  <TotalTime>15</TotalTime>
  <Pages>4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</dc:creator>
  <cp:keywords/>
  <cp:lastModifiedBy>有限会社 エクストラ</cp:lastModifiedBy>
  <cp:revision>6</cp:revision>
  <cp:lastPrinted>2020-09-11T02:23:00Z</cp:lastPrinted>
  <dcterms:created xsi:type="dcterms:W3CDTF">2020-11-24T09:36:00Z</dcterms:created>
  <dcterms:modified xsi:type="dcterms:W3CDTF">2021-12-06T08:30:00Z</dcterms:modified>
</cp:coreProperties>
</file>