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15B2A" w14:textId="32F1A580" w:rsidR="00643964" w:rsidRDefault="00643964" w:rsidP="00643964">
      <w:pPr>
        <w:pStyle w:val="a3"/>
        <w:rPr>
          <w:lang w:eastAsia="ja-JP"/>
        </w:rPr>
      </w:pP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リーダー</w:t>
      </w:r>
    </w:p>
    <w:p w14:paraId="0FC34E8D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リーダーを使用すると、既存の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ファイルの読み込みのみが可能です。文書の編集はできませんので、内容を書き換えたくないデータを読む際に便利です。</w:t>
      </w:r>
    </w:p>
    <w:p w14:paraId="52A9271A" w14:textId="77777777" w:rsidR="00643964" w:rsidRDefault="00643964" w:rsidP="00643964">
      <w:pPr>
        <w:rPr>
          <w:lang w:eastAsia="ja-JP"/>
        </w:rPr>
      </w:pPr>
    </w:p>
    <w:p w14:paraId="3E4DECE8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F2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Space-m(1-3-4)</w:t>
      </w:r>
      <w:r>
        <w:rPr>
          <w:rFonts w:hint="eastAsia"/>
          <w:lang w:eastAsia="ja-JP"/>
        </w:rPr>
        <w:t>を押すと、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エディタのメニューにアクセスできます。メニュー項目にはファイル、読み上げ、編集、移動、オプションのメニューがあり、</w:t>
      </w:r>
      <w:r>
        <w:rPr>
          <w:rFonts w:hint="eastAsia"/>
          <w:lang w:eastAsia="ja-JP"/>
        </w:rPr>
        <w:t>Space-1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Space-4</w:t>
      </w:r>
      <w:r>
        <w:rPr>
          <w:rFonts w:hint="eastAsia"/>
          <w:lang w:eastAsia="ja-JP"/>
        </w:rPr>
        <w:t>、あるいは</w:t>
      </w:r>
      <w:r>
        <w:rPr>
          <w:rFonts w:hint="eastAsia"/>
          <w:lang w:eastAsia="ja-JP"/>
        </w:rPr>
        <w:t>Ctrl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Alt</w:t>
      </w:r>
      <w:r>
        <w:rPr>
          <w:rFonts w:hint="eastAsia"/>
          <w:lang w:eastAsia="ja-JP"/>
        </w:rPr>
        <w:t>キーでそれらを移動して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で実行できます。</w:t>
      </w:r>
    </w:p>
    <w:p w14:paraId="4E865FAA" w14:textId="77777777" w:rsidR="00643964" w:rsidRDefault="00643964" w:rsidP="00643964">
      <w:pPr>
        <w:rPr>
          <w:lang w:eastAsia="ja-JP"/>
        </w:rPr>
      </w:pPr>
    </w:p>
    <w:p w14:paraId="1410DF5E" w14:textId="77777777" w:rsidR="00643964" w:rsidRDefault="00643964" w:rsidP="00643964">
      <w:pPr>
        <w:pStyle w:val="1"/>
        <w:rPr>
          <w:lang w:eastAsia="ja-JP"/>
        </w:rPr>
      </w:pPr>
      <w:r>
        <w:rPr>
          <w:rFonts w:hint="eastAsia"/>
          <w:lang w:eastAsia="ja-JP"/>
        </w:rPr>
        <w:t>１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ファイル</w:t>
      </w:r>
    </w:p>
    <w:p w14:paraId="6655CE1F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ファイルメニューには以下の項目があります。</w:t>
      </w:r>
    </w:p>
    <w:p w14:paraId="04D16537" w14:textId="77777777" w:rsidR="00643964" w:rsidRDefault="00643964" w:rsidP="00643964">
      <w:pPr>
        <w:rPr>
          <w:lang w:eastAsia="ja-JP"/>
        </w:rPr>
      </w:pPr>
    </w:p>
    <w:p w14:paraId="70249C4F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1.1 開く</w:t>
      </w:r>
    </w:p>
    <w:p w14:paraId="478D7EC8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Enter-o(1-3-5)</w:t>
      </w:r>
      <w:r>
        <w:rPr>
          <w:rFonts w:hint="eastAsia"/>
          <w:lang w:eastAsia="ja-JP"/>
        </w:rPr>
        <w:t>を押して実行します。既存の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ファイルを開く際に使用します。フォルダやファイルの移動には</w:t>
      </w:r>
      <w:r>
        <w:rPr>
          <w:rFonts w:hint="eastAsia"/>
          <w:lang w:eastAsia="ja-JP"/>
        </w:rPr>
        <w:t>Space-4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Space-1</w:t>
      </w:r>
      <w:r>
        <w:rPr>
          <w:rFonts w:hint="eastAsia"/>
          <w:lang w:eastAsia="ja-JP"/>
        </w:rPr>
        <w:t>を使用します。</w:t>
      </w:r>
      <w:r>
        <w:rPr>
          <w:rFonts w:hint="eastAsia"/>
          <w:lang w:eastAsia="ja-JP"/>
        </w:rPr>
        <w:t>Ctrl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Alt</w:t>
      </w:r>
      <w:r>
        <w:rPr>
          <w:rFonts w:hint="eastAsia"/>
          <w:lang w:eastAsia="ja-JP"/>
        </w:rPr>
        <w:t>キーを使用することもできます。一つ上の階層へ移動するには</w:t>
      </w:r>
      <w:r>
        <w:rPr>
          <w:rFonts w:hint="eastAsia"/>
          <w:lang w:eastAsia="ja-JP"/>
        </w:rPr>
        <w:t>Backspace</w:t>
      </w:r>
      <w:r>
        <w:rPr>
          <w:rFonts w:hint="eastAsia"/>
          <w:lang w:eastAsia="ja-JP"/>
        </w:rPr>
        <w:t>を、選択したドライブやフォルダに入るには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を押します。目的の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ファイルに移動して、開きたい場合にはそのまま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F3</w:t>
      </w:r>
      <w:r>
        <w:rPr>
          <w:rFonts w:hint="eastAsia"/>
          <w:lang w:eastAsia="ja-JP"/>
        </w:rPr>
        <w:t>キーで確認ボタンに移動して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を押します。キャンセルする場合には、</w:t>
      </w:r>
      <w:r>
        <w:rPr>
          <w:rFonts w:hint="eastAsia"/>
          <w:lang w:eastAsia="ja-JP"/>
        </w:rPr>
        <w:t>F3</w:t>
      </w:r>
      <w:r>
        <w:rPr>
          <w:rFonts w:hint="eastAsia"/>
          <w:lang w:eastAsia="ja-JP"/>
        </w:rPr>
        <w:t>キーで取り消しボタンに移動して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を押します。</w:t>
      </w:r>
    </w:p>
    <w:p w14:paraId="1A4590B5" w14:textId="77777777" w:rsidR="00643964" w:rsidRDefault="00643964" w:rsidP="00643964">
      <w:pPr>
        <w:rPr>
          <w:lang w:eastAsia="ja-JP"/>
        </w:rPr>
      </w:pPr>
    </w:p>
    <w:p w14:paraId="79CD1F41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1.2 閉じる</w:t>
      </w:r>
    </w:p>
    <w:p w14:paraId="4D3506F6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Space-z(1-3-5-6)</w:t>
      </w:r>
      <w:r>
        <w:rPr>
          <w:rFonts w:hint="eastAsia"/>
          <w:lang w:eastAsia="ja-JP"/>
        </w:rPr>
        <w:t>を押して実行します。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リーダーを終了します。</w:t>
      </w:r>
    </w:p>
    <w:p w14:paraId="0658D912" w14:textId="77777777" w:rsidR="00643964" w:rsidRDefault="00643964" w:rsidP="00643964">
      <w:pPr>
        <w:rPr>
          <w:lang w:eastAsia="ja-JP"/>
        </w:rPr>
      </w:pPr>
    </w:p>
    <w:p w14:paraId="198C48E1" w14:textId="77777777" w:rsidR="00643964" w:rsidRDefault="00643964" w:rsidP="00643964">
      <w:pPr>
        <w:pStyle w:val="1"/>
        <w:rPr>
          <w:lang w:eastAsia="ja-JP"/>
        </w:rPr>
      </w:pPr>
      <w:r>
        <w:rPr>
          <w:rFonts w:hint="eastAsia"/>
          <w:lang w:eastAsia="ja-JP"/>
        </w:rPr>
        <w:t>２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読み上げ</w:t>
      </w:r>
    </w:p>
    <w:p w14:paraId="35D4A233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読み上げメニューには以下の項目があります。</w:t>
      </w:r>
    </w:p>
    <w:p w14:paraId="395F5CCA" w14:textId="77777777" w:rsidR="00643964" w:rsidRDefault="00643964" w:rsidP="00643964">
      <w:pPr>
        <w:rPr>
          <w:lang w:eastAsia="ja-JP"/>
        </w:rPr>
      </w:pPr>
    </w:p>
    <w:p w14:paraId="1A777831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2.1 先頭からカーソルまで読み上げ</w:t>
      </w:r>
    </w:p>
    <w:p w14:paraId="744ABC3A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Backspace-g(1-2-4-5)</w:t>
      </w:r>
      <w:r>
        <w:rPr>
          <w:rFonts w:hint="eastAsia"/>
          <w:lang w:eastAsia="ja-JP"/>
        </w:rPr>
        <w:t>を押すと、先頭から現在のカーソル位置の前の文字までを読み上げます。</w:t>
      </w:r>
    </w:p>
    <w:p w14:paraId="7223E166" w14:textId="77777777" w:rsidR="00643964" w:rsidRDefault="00643964" w:rsidP="00643964">
      <w:pPr>
        <w:rPr>
          <w:lang w:eastAsia="ja-JP"/>
        </w:rPr>
      </w:pPr>
    </w:p>
    <w:p w14:paraId="658AE849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2.2 カーソルから最後まで読み上げ</w:t>
      </w:r>
    </w:p>
    <w:p w14:paraId="1CFE1775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Enter-g(1-2-4-5)</w:t>
      </w:r>
      <w:r>
        <w:rPr>
          <w:rFonts w:hint="eastAsia"/>
          <w:lang w:eastAsia="ja-JP"/>
        </w:rPr>
        <w:t>を押すと、現在のカーソル位置から最後までを読み上げます。</w:t>
      </w:r>
    </w:p>
    <w:p w14:paraId="5AD69C4C" w14:textId="77777777" w:rsidR="00643964" w:rsidRPr="00C627F5" w:rsidRDefault="00643964" w:rsidP="00643964">
      <w:pPr>
        <w:rPr>
          <w:lang w:eastAsia="ja-JP"/>
        </w:rPr>
      </w:pPr>
    </w:p>
    <w:p w14:paraId="763703AC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2.3 現在の行を読み上げ</w:t>
      </w:r>
    </w:p>
    <w:p w14:paraId="3794C530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Space-1-4</w:t>
      </w:r>
      <w:r>
        <w:rPr>
          <w:rFonts w:hint="eastAsia"/>
          <w:lang w:eastAsia="ja-JP"/>
        </w:rPr>
        <w:t>を押すと、現在フォーカスのある行を読み上げます。</w:t>
      </w:r>
    </w:p>
    <w:p w14:paraId="615D84E6" w14:textId="77777777" w:rsidR="00643964" w:rsidRDefault="00643964" w:rsidP="00643964">
      <w:pPr>
        <w:rPr>
          <w:lang w:eastAsia="ja-JP"/>
        </w:rPr>
      </w:pPr>
    </w:p>
    <w:p w14:paraId="5BC049D0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lastRenderedPageBreak/>
        <w:t>2.4 現在の単語を読み上げ</w:t>
      </w:r>
    </w:p>
    <w:p w14:paraId="7ADC9DBB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Space-2-5</w:t>
      </w:r>
      <w:r>
        <w:rPr>
          <w:rFonts w:hint="eastAsia"/>
          <w:lang w:eastAsia="ja-JP"/>
        </w:rPr>
        <w:t>を押すと、現在フォーカスのある単語を読み上げます。</w:t>
      </w:r>
    </w:p>
    <w:p w14:paraId="7C9C01B8" w14:textId="77777777" w:rsidR="00643964" w:rsidRDefault="00643964" w:rsidP="00643964">
      <w:pPr>
        <w:rPr>
          <w:lang w:eastAsia="ja-JP"/>
        </w:rPr>
      </w:pPr>
    </w:p>
    <w:p w14:paraId="07FAFA8A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2.5 現在の文字を読み上げ</w:t>
      </w:r>
    </w:p>
    <w:p w14:paraId="426A3C00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Space-3-6</w:t>
      </w:r>
      <w:r>
        <w:rPr>
          <w:rFonts w:hint="eastAsia"/>
          <w:lang w:eastAsia="ja-JP"/>
        </w:rPr>
        <w:t>を押すと、現在フォーカスのある文字を読み上げます。</w:t>
      </w:r>
    </w:p>
    <w:p w14:paraId="008CAADD" w14:textId="77777777" w:rsidR="00643964" w:rsidRDefault="00643964" w:rsidP="00643964">
      <w:pPr>
        <w:rPr>
          <w:lang w:eastAsia="ja-JP"/>
        </w:rPr>
      </w:pPr>
    </w:p>
    <w:p w14:paraId="2F83921D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2.6 カーソル位置を読み上げ</w:t>
      </w:r>
    </w:p>
    <w:p w14:paraId="6589345B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Space-1-5-6</w:t>
      </w:r>
      <w:r>
        <w:rPr>
          <w:rFonts w:hint="eastAsia"/>
          <w:lang w:eastAsia="ja-JP"/>
        </w:rPr>
        <w:t>を押すと、現在のカーソル位置に関する情報を読み上げます。</w:t>
      </w:r>
    </w:p>
    <w:p w14:paraId="5BAA79E3" w14:textId="77777777" w:rsidR="00643964" w:rsidRDefault="00643964" w:rsidP="00643964">
      <w:pPr>
        <w:rPr>
          <w:lang w:eastAsia="ja-JP"/>
        </w:rPr>
      </w:pPr>
    </w:p>
    <w:p w14:paraId="3612CE22" w14:textId="77777777" w:rsidR="00643964" w:rsidRDefault="00643964" w:rsidP="00643964">
      <w:pPr>
        <w:pStyle w:val="1"/>
        <w:rPr>
          <w:lang w:eastAsia="ja-JP"/>
        </w:rPr>
      </w:pPr>
      <w:r>
        <w:rPr>
          <w:rFonts w:hint="eastAsia"/>
          <w:lang w:eastAsia="ja-JP"/>
        </w:rPr>
        <w:t>３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編集</w:t>
      </w:r>
    </w:p>
    <w:p w14:paraId="0A7AD1EF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編集メニューには以下の項目があります。</w:t>
      </w:r>
    </w:p>
    <w:p w14:paraId="24D480AA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3.1 ブロック選択開始</w:t>
      </w:r>
    </w:p>
    <w:p w14:paraId="0758AE23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Enter-b(1-2)</w:t>
      </w:r>
      <w:r>
        <w:rPr>
          <w:rFonts w:hint="eastAsia"/>
          <w:lang w:eastAsia="ja-JP"/>
        </w:rPr>
        <w:t>を押すと、フォーカス位置をブロックの先頭位置に設定します。</w:t>
      </w:r>
    </w:p>
    <w:p w14:paraId="701D26EA" w14:textId="77777777" w:rsidR="00643964" w:rsidRDefault="00643964" w:rsidP="00643964">
      <w:pPr>
        <w:rPr>
          <w:lang w:eastAsia="ja-JP"/>
        </w:rPr>
      </w:pPr>
    </w:p>
    <w:p w14:paraId="296AD3AC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3.2 コピー</w:t>
      </w:r>
    </w:p>
    <w:p w14:paraId="02474049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Enter-c(1-4)</w:t>
      </w:r>
      <w:r>
        <w:rPr>
          <w:rFonts w:hint="eastAsia"/>
          <w:lang w:eastAsia="ja-JP"/>
        </w:rPr>
        <w:t>を押すと、選択されたブロックをコピーします。</w:t>
      </w:r>
    </w:p>
    <w:p w14:paraId="0279D8FC" w14:textId="77777777" w:rsidR="00643964" w:rsidRDefault="00643964" w:rsidP="00643964">
      <w:pPr>
        <w:rPr>
          <w:lang w:eastAsia="ja-JP"/>
        </w:rPr>
      </w:pPr>
    </w:p>
    <w:p w14:paraId="1785F253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3.3 すべて選択</w:t>
      </w:r>
    </w:p>
    <w:p w14:paraId="08AE1C2A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Enter-a(1)</w:t>
      </w:r>
      <w:r>
        <w:rPr>
          <w:rFonts w:hint="eastAsia"/>
          <w:lang w:eastAsia="ja-JP"/>
        </w:rPr>
        <w:t>を押すと文書全体を選択した状態になります。</w:t>
      </w:r>
    </w:p>
    <w:p w14:paraId="1A7B2416" w14:textId="77777777" w:rsidR="00643964" w:rsidRDefault="00643964" w:rsidP="00643964">
      <w:pPr>
        <w:rPr>
          <w:lang w:eastAsia="ja-JP"/>
        </w:rPr>
      </w:pPr>
    </w:p>
    <w:p w14:paraId="4C34A0A5" w14:textId="77777777" w:rsidR="00617F54" w:rsidRDefault="00617F54" w:rsidP="00643964">
      <w:pPr>
        <w:rPr>
          <w:lang w:eastAsia="ja-JP"/>
        </w:rPr>
      </w:pPr>
    </w:p>
    <w:p w14:paraId="37F4EE5F" w14:textId="1A4A9DB9" w:rsidR="00617F54" w:rsidRDefault="00617F54" w:rsidP="00617F54">
      <w:pPr>
        <w:pStyle w:val="1"/>
        <w:rPr>
          <w:lang w:eastAsia="ja-JP"/>
        </w:rPr>
      </w:pPr>
      <w:r>
        <w:rPr>
          <w:rFonts w:hint="eastAsia"/>
          <w:lang w:eastAsia="ja-JP"/>
        </w:rPr>
        <w:t>４　移動</w:t>
      </w:r>
    </w:p>
    <w:p w14:paraId="4A69920C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移動メニューには以下の項目があります。</w:t>
      </w:r>
    </w:p>
    <w:p w14:paraId="4F14A08A" w14:textId="77777777" w:rsidR="00617F54" w:rsidRDefault="00617F54" w:rsidP="00617F54">
      <w:pPr>
        <w:rPr>
          <w:lang w:eastAsia="ja-JP"/>
        </w:rPr>
      </w:pPr>
    </w:p>
    <w:p w14:paraId="655FA13A" w14:textId="77777777" w:rsidR="00617F54" w:rsidRDefault="00617F54" w:rsidP="00617F54">
      <w:pPr>
        <w:pStyle w:val="2"/>
      </w:pPr>
      <w:r>
        <w:rPr>
          <w:rFonts w:hint="eastAsia"/>
        </w:rPr>
        <w:t>4.1 前のページへ移動</w:t>
      </w:r>
    </w:p>
    <w:p w14:paraId="20B918C5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space-1-2</w:t>
      </w:r>
      <w:r>
        <w:rPr>
          <w:rFonts w:hint="eastAsia"/>
          <w:lang w:eastAsia="ja-JP"/>
        </w:rPr>
        <w:t>を押すと、カーソルのあるページの前のページへ移動します。</w:t>
      </w:r>
    </w:p>
    <w:p w14:paraId="77F80A37" w14:textId="77777777" w:rsidR="00617F54" w:rsidRDefault="00617F54" w:rsidP="00617F54">
      <w:pPr>
        <w:rPr>
          <w:lang w:eastAsia="ja-JP"/>
        </w:rPr>
      </w:pPr>
    </w:p>
    <w:p w14:paraId="01ACD938" w14:textId="77777777" w:rsidR="00617F54" w:rsidRDefault="00617F54" w:rsidP="00617F54">
      <w:pPr>
        <w:pStyle w:val="2"/>
        <w:rPr>
          <w:lang w:eastAsia="ja-JP"/>
        </w:rPr>
      </w:pPr>
      <w:r>
        <w:rPr>
          <w:rFonts w:hint="eastAsia"/>
          <w:lang w:eastAsia="ja-JP"/>
        </w:rPr>
        <w:t>4.2 次のページへ移動</w:t>
      </w:r>
    </w:p>
    <w:p w14:paraId="5F15E8EC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space-4-5</w:t>
      </w:r>
      <w:r>
        <w:rPr>
          <w:rFonts w:hint="eastAsia"/>
          <w:lang w:eastAsia="ja-JP"/>
        </w:rPr>
        <w:t>を押すと、カーソルのあるページの次のページへ移動します。</w:t>
      </w:r>
    </w:p>
    <w:p w14:paraId="66958CB0" w14:textId="77777777" w:rsidR="00617F54" w:rsidRDefault="00617F54" w:rsidP="00617F54">
      <w:pPr>
        <w:rPr>
          <w:lang w:eastAsia="ja-JP"/>
        </w:rPr>
      </w:pPr>
    </w:p>
    <w:p w14:paraId="12431C73" w14:textId="77777777" w:rsidR="00617F54" w:rsidRDefault="00617F54" w:rsidP="00617F54">
      <w:pPr>
        <w:pStyle w:val="2"/>
        <w:rPr>
          <w:lang w:eastAsia="ja-JP"/>
        </w:rPr>
      </w:pPr>
      <w:r>
        <w:rPr>
          <w:rFonts w:hint="eastAsia"/>
          <w:lang w:eastAsia="ja-JP"/>
        </w:rPr>
        <w:t>4.3 ページ選択</w:t>
      </w:r>
    </w:p>
    <w:p w14:paraId="33A71975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space-p</w:t>
      </w:r>
      <w:r>
        <w:rPr>
          <w:rFonts w:hint="eastAsia"/>
          <w:lang w:eastAsia="ja-JP"/>
        </w:rPr>
        <w:t>（</w:t>
      </w:r>
      <w:r>
        <w:rPr>
          <w:rFonts w:hint="eastAsia"/>
          <w:lang w:eastAsia="ja-JP"/>
        </w:rPr>
        <w:t>1-2-3-4</w:t>
      </w:r>
      <w:r>
        <w:rPr>
          <w:rFonts w:hint="eastAsia"/>
          <w:lang w:eastAsia="ja-JP"/>
        </w:rPr>
        <w:t>）を押すと、ページ選択ダイアログボックスが表示されます。</w:t>
      </w:r>
      <w:r>
        <w:rPr>
          <w:rFonts w:hint="eastAsia"/>
          <w:lang w:eastAsia="ja-JP"/>
        </w:rPr>
        <w:t>Space-1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Space-4</w:t>
      </w:r>
      <w:r>
        <w:rPr>
          <w:rFonts w:hint="eastAsia"/>
          <w:lang w:eastAsia="ja-JP"/>
        </w:rPr>
        <w:t>、あるいは</w:t>
      </w:r>
      <w:r>
        <w:rPr>
          <w:rFonts w:hint="eastAsia"/>
          <w:lang w:eastAsia="ja-JP"/>
        </w:rPr>
        <w:t>Ctrl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Alt</w:t>
      </w:r>
      <w:r>
        <w:rPr>
          <w:rFonts w:hint="eastAsia"/>
          <w:lang w:eastAsia="ja-JP"/>
        </w:rPr>
        <w:t>キーでページ番号を指定して、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を押すと指定したページへ移動します。</w:t>
      </w:r>
    </w:p>
    <w:p w14:paraId="2C886164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なお、ここで指定するページ番号は実ページ番号となります。つまり「１」を選択すると表紙に移動します。</w:t>
      </w:r>
    </w:p>
    <w:p w14:paraId="79053527" w14:textId="77777777" w:rsidR="00617F54" w:rsidRDefault="00617F54" w:rsidP="00617F54">
      <w:pPr>
        <w:rPr>
          <w:lang w:eastAsia="ja-JP"/>
        </w:rPr>
      </w:pPr>
    </w:p>
    <w:p w14:paraId="57D51001" w14:textId="77582B22" w:rsidR="00617F54" w:rsidRDefault="00617F54" w:rsidP="00617F54">
      <w:pPr>
        <w:pStyle w:val="2"/>
        <w:rPr>
          <w:lang w:eastAsia="ja-JP"/>
        </w:rPr>
      </w:pPr>
      <w:r>
        <w:rPr>
          <w:rFonts w:hint="eastAsia"/>
          <w:lang w:eastAsia="ja-JP"/>
        </w:rPr>
        <w:lastRenderedPageBreak/>
        <w:t>4.</w:t>
      </w:r>
      <w:r w:rsidR="00C627F5">
        <w:rPr>
          <w:rFonts w:hint="eastAsia"/>
          <w:lang w:eastAsia="ja-JP"/>
        </w:rPr>
        <w:t>4</w:t>
      </w:r>
      <w:r>
        <w:rPr>
          <w:rFonts w:hint="eastAsia"/>
          <w:lang w:eastAsia="ja-JP"/>
        </w:rPr>
        <w:t xml:space="preserve"> 検索</w:t>
      </w:r>
    </w:p>
    <w:p w14:paraId="23D3D380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本文から文字列を検索します。</w:t>
      </w:r>
    </w:p>
    <w:p w14:paraId="1065A6E0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space-f(1-2-4)</w:t>
      </w:r>
      <w:r>
        <w:rPr>
          <w:rFonts w:hint="eastAsia"/>
          <w:lang w:eastAsia="ja-JP"/>
        </w:rPr>
        <w:t>を押すと検索ダイアログボックスを開きます。検索ダイアログボックスは「検索文字列｣、｢検索方向｣、｢確認｣ボタン、｢取消｣ボタンで構成されています。</w:t>
      </w:r>
      <w:r>
        <w:rPr>
          <w:rFonts w:hint="eastAsia"/>
          <w:lang w:eastAsia="ja-JP"/>
        </w:rPr>
        <w:t>F3</w:t>
      </w:r>
      <w:r>
        <w:rPr>
          <w:rFonts w:hint="eastAsia"/>
          <w:lang w:eastAsia="ja-JP"/>
        </w:rPr>
        <w:t>で各項目を切り替えることができます。</w:t>
      </w:r>
    </w:p>
    <w:p w14:paraId="26BF9CE5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「検索文字列」エディットボックスに検索したい文字列を入力し、「検索方向」で</w:t>
      </w:r>
      <w:r>
        <w:rPr>
          <w:rFonts w:hint="eastAsia"/>
          <w:lang w:eastAsia="ja-JP"/>
        </w:rPr>
        <w:t>Space</w:t>
      </w:r>
      <w:r>
        <w:rPr>
          <w:rFonts w:hint="eastAsia"/>
          <w:lang w:eastAsia="ja-JP"/>
        </w:rPr>
        <w:t>を押して「前へ」または「次へ」を切り替えてください。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を押すと検索を実行し、検索文字列が本文中にあればそこへ移動します。</w:t>
      </w:r>
    </w:p>
    <w:p w14:paraId="1FF2B58A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「検索方向」リストボックスで上下スクロールボタンを押すと「文字種判別」のオン</w:t>
      </w:r>
      <w:r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>オフ（大文字と小文字の判別）と「スペースを無視」のオン</w:t>
      </w:r>
      <w:r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>オフを設定する事ができます。</w:t>
      </w:r>
    </w:p>
    <w:p w14:paraId="3D2B3963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必要項目の入力後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を押すか、「確認」ボタンを実行すると検索を開始します。</w:t>
      </w:r>
    </w:p>
    <w:p w14:paraId="3E456507" w14:textId="77777777" w:rsidR="00617F54" w:rsidRDefault="00617F54" w:rsidP="00617F54">
      <w:pPr>
        <w:rPr>
          <w:lang w:eastAsia="ja-JP"/>
        </w:rPr>
      </w:pPr>
    </w:p>
    <w:p w14:paraId="0741A420" w14:textId="755CCD8E" w:rsidR="00617F54" w:rsidRDefault="00617F54" w:rsidP="00617F54">
      <w:pPr>
        <w:pStyle w:val="2"/>
        <w:rPr>
          <w:lang w:eastAsia="ja-JP"/>
        </w:rPr>
      </w:pPr>
      <w:r>
        <w:rPr>
          <w:rFonts w:hint="eastAsia"/>
          <w:lang w:eastAsia="ja-JP"/>
        </w:rPr>
        <w:t>4.</w:t>
      </w:r>
      <w:r w:rsidR="00C627F5">
        <w:rPr>
          <w:rFonts w:hint="eastAsia"/>
          <w:lang w:eastAsia="ja-JP"/>
        </w:rPr>
        <w:t>5</w:t>
      </w:r>
      <w:r>
        <w:rPr>
          <w:rFonts w:hint="eastAsia"/>
          <w:lang w:eastAsia="ja-JP"/>
        </w:rPr>
        <w:t xml:space="preserve"> 再検索</w:t>
      </w:r>
    </w:p>
    <w:p w14:paraId="7C420649" w14:textId="77777777" w:rsidR="00617F54" w:rsidRDefault="00617F54" w:rsidP="00617F54">
      <w:pPr>
        <w:rPr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enter-f(1-2-4)</w:t>
      </w:r>
      <w:r>
        <w:rPr>
          <w:rFonts w:hint="eastAsia"/>
          <w:lang w:eastAsia="ja-JP"/>
        </w:rPr>
        <w:t>を押すと、前回検索した文字列で再度検索します。</w:t>
      </w:r>
    </w:p>
    <w:p w14:paraId="5FE5E4F4" w14:textId="77777777" w:rsidR="00643964" w:rsidRDefault="00643964" w:rsidP="00643964">
      <w:pPr>
        <w:rPr>
          <w:lang w:eastAsia="ja-JP"/>
        </w:rPr>
      </w:pPr>
    </w:p>
    <w:p w14:paraId="118D587C" w14:textId="77777777" w:rsidR="00643964" w:rsidRDefault="00643964" w:rsidP="00643964">
      <w:pPr>
        <w:pStyle w:val="1"/>
        <w:rPr>
          <w:lang w:eastAsia="ja-JP"/>
        </w:rPr>
      </w:pPr>
      <w:r>
        <w:rPr>
          <w:rFonts w:hint="eastAsia"/>
          <w:lang w:eastAsia="ja-JP"/>
        </w:rPr>
        <w:t>５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オプション</w:t>
      </w:r>
    </w:p>
    <w:p w14:paraId="7688397A" w14:textId="77777777" w:rsidR="00643964" w:rsidRDefault="00643964" w:rsidP="00643964">
      <w:pPr>
        <w:pStyle w:val="2"/>
        <w:rPr>
          <w:lang w:eastAsia="ja-JP"/>
        </w:rPr>
      </w:pPr>
      <w:r>
        <w:rPr>
          <w:rFonts w:hint="eastAsia"/>
          <w:lang w:eastAsia="ja-JP"/>
        </w:rPr>
        <w:t>5.1キーコード表示</w:t>
      </w:r>
    </w:p>
    <w:p w14:paraId="6311F282" w14:textId="77777777" w:rsidR="00643964" w:rsidRDefault="00643964" w:rsidP="00643964">
      <w:pPr>
        <w:rPr>
          <w:lang w:eastAsia="ja-JP"/>
        </w:rPr>
      </w:pPr>
      <w:r>
        <w:rPr>
          <w:rFonts w:hint="eastAsia"/>
          <w:lang w:eastAsia="ja-JP"/>
        </w:rPr>
        <w:t>機器に固有のキーコードを表示します。この項目を選択するか、</w:t>
      </w:r>
      <w:r>
        <w:rPr>
          <w:rFonts w:hint="eastAsia"/>
          <w:lang w:eastAsia="ja-JP"/>
        </w:rPr>
        <w:t>space-k(1-3)</w:t>
      </w:r>
      <w:r>
        <w:rPr>
          <w:rFonts w:hint="eastAsia"/>
          <w:lang w:eastAsia="ja-JP"/>
        </w:rPr>
        <w:t>を押すと実行され、使用している機器に固有のキーコードが表示されます。ただし、このキーコードは通常の使用において必要ありません。</w:t>
      </w:r>
    </w:p>
    <w:p w14:paraId="133C4B1C" w14:textId="77777777" w:rsidR="00643964" w:rsidRPr="00643964" w:rsidRDefault="00643964" w:rsidP="00643964">
      <w:pPr>
        <w:rPr>
          <w:lang w:eastAsia="ja-JP"/>
        </w:rPr>
      </w:pPr>
    </w:p>
    <w:sectPr w:rsidR="00643964" w:rsidRPr="00643964" w:rsidSect="00822B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0FC24" w14:textId="77777777" w:rsidR="0093468A" w:rsidRDefault="0093468A" w:rsidP="002466AC">
      <w:r>
        <w:separator/>
      </w:r>
    </w:p>
  </w:endnote>
  <w:endnote w:type="continuationSeparator" w:id="0">
    <w:p w14:paraId="10584DE8" w14:textId="77777777" w:rsidR="0093468A" w:rsidRDefault="0093468A" w:rsidP="002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YGothic-Extra">
    <w:altName w:val="Arial Unicode MS"/>
    <w:charset w:val="81"/>
    <w:family w:val="roman"/>
    <w:pitch w:val="variable"/>
    <w:sig w:usb0="00000000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8CCFB" w14:textId="77777777" w:rsidR="0093468A" w:rsidRDefault="0093468A" w:rsidP="002466AC">
      <w:r>
        <w:separator/>
      </w:r>
    </w:p>
  </w:footnote>
  <w:footnote w:type="continuationSeparator" w:id="0">
    <w:p w14:paraId="52053DF2" w14:textId="77777777" w:rsidR="0093468A" w:rsidRDefault="0093468A" w:rsidP="0024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63D0E"/>
    <w:multiLevelType w:val="hybridMultilevel"/>
    <w:tmpl w:val="FD52C4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A71989"/>
    <w:multiLevelType w:val="hybridMultilevel"/>
    <w:tmpl w:val="4C942DFE"/>
    <w:lvl w:ilvl="0" w:tplc="8AB6F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C52ED8"/>
    <w:multiLevelType w:val="hybridMultilevel"/>
    <w:tmpl w:val="9DC87F3C"/>
    <w:lvl w:ilvl="0" w:tplc="C4020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2B70AD"/>
    <w:multiLevelType w:val="hybridMultilevel"/>
    <w:tmpl w:val="C4DA918E"/>
    <w:lvl w:ilvl="0" w:tplc="B3EA94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4D240C"/>
    <w:multiLevelType w:val="hybridMultilevel"/>
    <w:tmpl w:val="394C6B92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511EBA"/>
    <w:multiLevelType w:val="hybridMultilevel"/>
    <w:tmpl w:val="091CCB72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C2569D"/>
    <w:multiLevelType w:val="hybridMultilevel"/>
    <w:tmpl w:val="109ED332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EA52A8"/>
    <w:multiLevelType w:val="hybridMultilevel"/>
    <w:tmpl w:val="2DF8F6BA"/>
    <w:lvl w:ilvl="0" w:tplc="B3EA94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C23769"/>
    <w:multiLevelType w:val="multilevel"/>
    <w:tmpl w:val="A674224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F343B7C"/>
    <w:multiLevelType w:val="hybridMultilevel"/>
    <w:tmpl w:val="939C47CA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1C1746"/>
    <w:multiLevelType w:val="hybridMultilevel"/>
    <w:tmpl w:val="4E6AB0DC"/>
    <w:lvl w:ilvl="0" w:tplc="B3EA94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28673C"/>
    <w:multiLevelType w:val="hybridMultilevel"/>
    <w:tmpl w:val="8EFE4D30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A44CD0"/>
    <w:multiLevelType w:val="hybridMultilevel"/>
    <w:tmpl w:val="1E343188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1257F4"/>
    <w:multiLevelType w:val="hybridMultilevel"/>
    <w:tmpl w:val="056C3D46"/>
    <w:lvl w:ilvl="0" w:tplc="02BC533A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BBC0035"/>
    <w:multiLevelType w:val="hybridMultilevel"/>
    <w:tmpl w:val="3000CEC8"/>
    <w:lvl w:ilvl="0" w:tplc="39DE5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F456C6"/>
    <w:multiLevelType w:val="hybridMultilevel"/>
    <w:tmpl w:val="F0FA4DF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C70E8B"/>
    <w:multiLevelType w:val="multilevel"/>
    <w:tmpl w:val="45924E1C"/>
    <w:lvl w:ilvl="0">
      <w:start w:val="1"/>
      <w:numFmt w:val="decimal"/>
      <w:lvlText w:val="%1"/>
      <w:lvlJc w:val="left"/>
      <w:pPr>
        <w:ind w:left="450" w:hanging="450"/>
      </w:pPr>
      <w:rPr>
        <w:rFonts w:eastAsia="BIZ UDPゴシック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BIZ UDPゴシック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BIZ UDPゴシック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BIZ UDPゴシック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BIZ UDPゴシック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BIZ UDPゴシック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BIZ UDPゴシック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BIZ UDPゴシック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BIZ UDPゴシック" w:hint="default"/>
      </w:rPr>
    </w:lvl>
  </w:abstractNum>
  <w:abstractNum w:abstractNumId="17" w15:restartNumberingAfterBreak="0">
    <w:nsid w:val="6AF041CF"/>
    <w:multiLevelType w:val="hybridMultilevel"/>
    <w:tmpl w:val="1AC419B6"/>
    <w:lvl w:ilvl="0" w:tplc="CBC4B9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056815"/>
    <w:multiLevelType w:val="hybridMultilevel"/>
    <w:tmpl w:val="67C446CA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CE96E0E"/>
    <w:multiLevelType w:val="hybridMultilevel"/>
    <w:tmpl w:val="6C440E5E"/>
    <w:lvl w:ilvl="0" w:tplc="3676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AC1602"/>
    <w:multiLevelType w:val="hybridMultilevel"/>
    <w:tmpl w:val="05FE30B4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A4105C"/>
    <w:multiLevelType w:val="hybridMultilevel"/>
    <w:tmpl w:val="55C4CA16"/>
    <w:lvl w:ilvl="0" w:tplc="02BC53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767634">
    <w:abstractNumId w:val="2"/>
  </w:num>
  <w:num w:numId="2" w16cid:durableId="2137214375">
    <w:abstractNumId w:val="14"/>
  </w:num>
  <w:num w:numId="3" w16cid:durableId="1964575471">
    <w:abstractNumId w:val="19"/>
  </w:num>
  <w:num w:numId="4" w16cid:durableId="1780643335">
    <w:abstractNumId w:val="17"/>
  </w:num>
  <w:num w:numId="5" w16cid:durableId="632105257">
    <w:abstractNumId w:val="18"/>
  </w:num>
  <w:num w:numId="6" w16cid:durableId="240259506">
    <w:abstractNumId w:val="1"/>
  </w:num>
  <w:num w:numId="7" w16cid:durableId="277224930">
    <w:abstractNumId w:val="5"/>
  </w:num>
  <w:num w:numId="8" w16cid:durableId="932131583">
    <w:abstractNumId w:val="7"/>
  </w:num>
  <w:num w:numId="9" w16cid:durableId="937058012">
    <w:abstractNumId w:val="3"/>
  </w:num>
  <w:num w:numId="10" w16cid:durableId="280891037">
    <w:abstractNumId w:val="10"/>
  </w:num>
  <w:num w:numId="11" w16cid:durableId="2015497792">
    <w:abstractNumId w:val="11"/>
  </w:num>
  <w:num w:numId="12" w16cid:durableId="591166409">
    <w:abstractNumId w:val="9"/>
  </w:num>
  <w:num w:numId="13" w16cid:durableId="110101046">
    <w:abstractNumId w:val="4"/>
  </w:num>
  <w:num w:numId="14" w16cid:durableId="845362642">
    <w:abstractNumId w:val="12"/>
  </w:num>
  <w:num w:numId="15" w16cid:durableId="57481882">
    <w:abstractNumId w:val="6"/>
  </w:num>
  <w:num w:numId="16" w16cid:durableId="1536699971">
    <w:abstractNumId w:val="20"/>
  </w:num>
  <w:num w:numId="17" w16cid:durableId="1101801498">
    <w:abstractNumId w:val="0"/>
  </w:num>
  <w:num w:numId="18" w16cid:durableId="198665198">
    <w:abstractNumId w:val="15"/>
  </w:num>
  <w:num w:numId="19" w16cid:durableId="1215042135">
    <w:abstractNumId w:val="8"/>
  </w:num>
  <w:num w:numId="20" w16cid:durableId="1799642030">
    <w:abstractNumId w:val="21"/>
  </w:num>
  <w:num w:numId="21" w16cid:durableId="1381440021">
    <w:abstractNumId w:val="13"/>
  </w:num>
  <w:num w:numId="22" w16cid:durableId="10956314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2F"/>
    <w:rsid w:val="00000266"/>
    <w:rsid w:val="0000477F"/>
    <w:rsid w:val="000058B0"/>
    <w:rsid w:val="00014601"/>
    <w:rsid w:val="00016607"/>
    <w:rsid w:val="000242F6"/>
    <w:rsid w:val="00032DD0"/>
    <w:rsid w:val="00035190"/>
    <w:rsid w:val="00035C6F"/>
    <w:rsid w:val="0003681F"/>
    <w:rsid w:val="00036A3B"/>
    <w:rsid w:val="0004445F"/>
    <w:rsid w:val="00044C52"/>
    <w:rsid w:val="00051068"/>
    <w:rsid w:val="00052064"/>
    <w:rsid w:val="00053502"/>
    <w:rsid w:val="0005375D"/>
    <w:rsid w:val="00057616"/>
    <w:rsid w:val="000778FD"/>
    <w:rsid w:val="00086986"/>
    <w:rsid w:val="000940E8"/>
    <w:rsid w:val="00094815"/>
    <w:rsid w:val="000A06F6"/>
    <w:rsid w:val="000A2FA1"/>
    <w:rsid w:val="000A3F4E"/>
    <w:rsid w:val="000B3901"/>
    <w:rsid w:val="000B5876"/>
    <w:rsid w:val="000B6880"/>
    <w:rsid w:val="000C6069"/>
    <w:rsid w:val="000D0909"/>
    <w:rsid w:val="000D3D51"/>
    <w:rsid w:val="000E32B2"/>
    <w:rsid w:val="000E3413"/>
    <w:rsid w:val="000F292A"/>
    <w:rsid w:val="000F49E0"/>
    <w:rsid w:val="000F6467"/>
    <w:rsid w:val="00100DE9"/>
    <w:rsid w:val="00101073"/>
    <w:rsid w:val="001012F7"/>
    <w:rsid w:val="00105E09"/>
    <w:rsid w:val="001169DE"/>
    <w:rsid w:val="00120656"/>
    <w:rsid w:val="00123B6D"/>
    <w:rsid w:val="00127CB0"/>
    <w:rsid w:val="00131345"/>
    <w:rsid w:val="00132194"/>
    <w:rsid w:val="00135735"/>
    <w:rsid w:val="001411FA"/>
    <w:rsid w:val="00142CCC"/>
    <w:rsid w:val="001431FB"/>
    <w:rsid w:val="00146F84"/>
    <w:rsid w:val="00147809"/>
    <w:rsid w:val="00150128"/>
    <w:rsid w:val="00161436"/>
    <w:rsid w:val="001624DF"/>
    <w:rsid w:val="00164998"/>
    <w:rsid w:val="0016729C"/>
    <w:rsid w:val="00167E71"/>
    <w:rsid w:val="001713C1"/>
    <w:rsid w:val="00177046"/>
    <w:rsid w:val="001775F9"/>
    <w:rsid w:val="00181CA6"/>
    <w:rsid w:val="00182DE9"/>
    <w:rsid w:val="001842B8"/>
    <w:rsid w:val="00191A39"/>
    <w:rsid w:val="00197501"/>
    <w:rsid w:val="001A06D0"/>
    <w:rsid w:val="001A23DE"/>
    <w:rsid w:val="001A29A0"/>
    <w:rsid w:val="001A4799"/>
    <w:rsid w:val="001A49A9"/>
    <w:rsid w:val="001A49C8"/>
    <w:rsid w:val="001A5A53"/>
    <w:rsid w:val="001B16F9"/>
    <w:rsid w:val="001B20D6"/>
    <w:rsid w:val="001B5693"/>
    <w:rsid w:val="001B5755"/>
    <w:rsid w:val="001C1B3A"/>
    <w:rsid w:val="001C5729"/>
    <w:rsid w:val="001D38A3"/>
    <w:rsid w:val="001F3C3B"/>
    <w:rsid w:val="001F652A"/>
    <w:rsid w:val="001F68B1"/>
    <w:rsid w:val="00203B53"/>
    <w:rsid w:val="00222E8A"/>
    <w:rsid w:val="002272C3"/>
    <w:rsid w:val="0023242A"/>
    <w:rsid w:val="002328AB"/>
    <w:rsid w:val="0023476E"/>
    <w:rsid w:val="00241358"/>
    <w:rsid w:val="002466AC"/>
    <w:rsid w:val="00246EB4"/>
    <w:rsid w:val="002557DA"/>
    <w:rsid w:val="00261432"/>
    <w:rsid w:val="00264247"/>
    <w:rsid w:val="00266C48"/>
    <w:rsid w:val="00271675"/>
    <w:rsid w:val="00273E95"/>
    <w:rsid w:val="00275A7E"/>
    <w:rsid w:val="002760A4"/>
    <w:rsid w:val="00277DD3"/>
    <w:rsid w:val="00280024"/>
    <w:rsid w:val="00286B8A"/>
    <w:rsid w:val="00291C8B"/>
    <w:rsid w:val="0029211A"/>
    <w:rsid w:val="00296BC3"/>
    <w:rsid w:val="00297E3B"/>
    <w:rsid w:val="002A10B1"/>
    <w:rsid w:val="002A43D5"/>
    <w:rsid w:val="002B1A4B"/>
    <w:rsid w:val="002B375C"/>
    <w:rsid w:val="002B7639"/>
    <w:rsid w:val="002C346E"/>
    <w:rsid w:val="002C4CAF"/>
    <w:rsid w:val="002C52DB"/>
    <w:rsid w:val="002C6795"/>
    <w:rsid w:val="002D0011"/>
    <w:rsid w:val="002D26B8"/>
    <w:rsid w:val="002D5EB0"/>
    <w:rsid w:val="002E232B"/>
    <w:rsid w:val="002E6668"/>
    <w:rsid w:val="002F0E0D"/>
    <w:rsid w:val="002F2B8A"/>
    <w:rsid w:val="002F5E94"/>
    <w:rsid w:val="003020F2"/>
    <w:rsid w:val="003025A0"/>
    <w:rsid w:val="00327E8F"/>
    <w:rsid w:val="003319FE"/>
    <w:rsid w:val="003362EB"/>
    <w:rsid w:val="00344363"/>
    <w:rsid w:val="003466F3"/>
    <w:rsid w:val="003541F8"/>
    <w:rsid w:val="00356AFE"/>
    <w:rsid w:val="003651AF"/>
    <w:rsid w:val="00367FD5"/>
    <w:rsid w:val="0037041B"/>
    <w:rsid w:val="00371884"/>
    <w:rsid w:val="00373476"/>
    <w:rsid w:val="0037590A"/>
    <w:rsid w:val="003813A6"/>
    <w:rsid w:val="00390EAA"/>
    <w:rsid w:val="0039413B"/>
    <w:rsid w:val="00396D08"/>
    <w:rsid w:val="003979FF"/>
    <w:rsid w:val="003A1331"/>
    <w:rsid w:val="003A4FCE"/>
    <w:rsid w:val="003A7936"/>
    <w:rsid w:val="003B5B7E"/>
    <w:rsid w:val="003C4C11"/>
    <w:rsid w:val="003D668B"/>
    <w:rsid w:val="003E3075"/>
    <w:rsid w:val="003E5276"/>
    <w:rsid w:val="003E5711"/>
    <w:rsid w:val="003F4C44"/>
    <w:rsid w:val="003F5C7A"/>
    <w:rsid w:val="0040117E"/>
    <w:rsid w:val="004044ED"/>
    <w:rsid w:val="00410DE8"/>
    <w:rsid w:val="00417B0D"/>
    <w:rsid w:val="00431FDF"/>
    <w:rsid w:val="00435E01"/>
    <w:rsid w:val="0044342A"/>
    <w:rsid w:val="00446632"/>
    <w:rsid w:val="00446F60"/>
    <w:rsid w:val="0045297C"/>
    <w:rsid w:val="00465935"/>
    <w:rsid w:val="00466594"/>
    <w:rsid w:val="00466D82"/>
    <w:rsid w:val="00467A46"/>
    <w:rsid w:val="004700ED"/>
    <w:rsid w:val="00474190"/>
    <w:rsid w:val="00474DE8"/>
    <w:rsid w:val="00476594"/>
    <w:rsid w:val="00485012"/>
    <w:rsid w:val="004A0C02"/>
    <w:rsid w:val="004A3E6C"/>
    <w:rsid w:val="004A59AC"/>
    <w:rsid w:val="004A62DE"/>
    <w:rsid w:val="004B0AC0"/>
    <w:rsid w:val="004B75C8"/>
    <w:rsid w:val="004C5AAB"/>
    <w:rsid w:val="004D7C93"/>
    <w:rsid w:val="004E678B"/>
    <w:rsid w:val="005139F7"/>
    <w:rsid w:val="00514DD0"/>
    <w:rsid w:val="00515D7E"/>
    <w:rsid w:val="0052655F"/>
    <w:rsid w:val="00532938"/>
    <w:rsid w:val="00533A65"/>
    <w:rsid w:val="00533C08"/>
    <w:rsid w:val="00534C2E"/>
    <w:rsid w:val="00534ED8"/>
    <w:rsid w:val="00545A22"/>
    <w:rsid w:val="005469AC"/>
    <w:rsid w:val="0056431A"/>
    <w:rsid w:val="005675E2"/>
    <w:rsid w:val="00573FC3"/>
    <w:rsid w:val="00583568"/>
    <w:rsid w:val="00590428"/>
    <w:rsid w:val="00593843"/>
    <w:rsid w:val="00595833"/>
    <w:rsid w:val="00597B03"/>
    <w:rsid w:val="005A04CF"/>
    <w:rsid w:val="005A284C"/>
    <w:rsid w:val="005A6438"/>
    <w:rsid w:val="005A749B"/>
    <w:rsid w:val="005B044A"/>
    <w:rsid w:val="005B2A80"/>
    <w:rsid w:val="005B3A97"/>
    <w:rsid w:val="005B75AC"/>
    <w:rsid w:val="005C56E7"/>
    <w:rsid w:val="005C5CB9"/>
    <w:rsid w:val="005D05DB"/>
    <w:rsid w:val="005D6E06"/>
    <w:rsid w:val="005E7C2C"/>
    <w:rsid w:val="00600E25"/>
    <w:rsid w:val="00605324"/>
    <w:rsid w:val="006059F7"/>
    <w:rsid w:val="0061134F"/>
    <w:rsid w:val="0061173C"/>
    <w:rsid w:val="006164AD"/>
    <w:rsid w:val="00617597"/>
    <w:rsid w:val="00617F54"/>
    <w:rsid w:val="006209C8"/>
    <w:rsid w:val="00620A3E"/>
    <w:rsid w:val="00622BBE"/>
    <w:rsid w:val="00643964"/>
    <w:rsid w:val="006516FC"/>
    <w:rsid w:val="00655AD1"/>
    <w:rsid w:val="00656E7E"/>
    <w:rsid w:val="006603AB"/>
    <w:rsid w:val="0066331A"/>
    <w:rsid w:val="006652AA"/>
    <w:rsid w:val="00665D3F"/>
    <w:rsid w:val="00667121"/>
    <w:rsid w:val="00671BD4"/>
    <w:rsid w:val="0067349E"/>
    <w:rsid w:val="00675FDB"/>
    <w:rsid w:val="00680F39"/>
    <w:rsid w:val="0068196B"/>
    <w:rsid w:val="00686926"/>
    <w:rsid w:val="00697D61"/>
    <w:rsid w:val="006A215D"/>
    <w:rsid w:val="006A42F4"/>
    <w:rsid w:val="006A5FDD"/>
    <w:rsid w:val="006B0908"/>
    <w:rsid w:val="006B1450"/>
    <w:rsid w:val="006C1285"/>
    <w:rsid w:val="006D0E23"/>
    <w:rsid w:val="006D603B"/>
    <w:rsid w:val="006D6FAD"/>
    <w:rsid w:val="006E226A"/>
    <w:rsid w:val="006E3B23"/>
    <w:rsid w:val="006F027A"/>
    <w:rsid w:val="006F36E4"/>
    <w:rsid w:val="00700A24"/>
    <w:rsid w:val="00701C52"/>
    <w:rsid w:val="00702C59"/>
    <w:rsid w:val="00704501"/>
    <w:rsid w:val="007137E8"/>
    <w:rsid w:val="00716CFB"/>
    <w:rsid w:val="00720A0E"/>
    <w:rsid w:val="00725DC4"/>
    <w:rsid w:val="007269F6"/>
    <w:rsid w:val="00737471"/>
    <w:rsid w:val="007374C1"/>
    <w:rsid w:val="00737B0C"/>
    <w:rsid w:val="00740470"/>
    <w:rsid w:val="007406F9"/>
    <w:rsid w:val="00740B0E"/>
    <w:rsid w:val="007476CD"/>
    <w:rsid w:val="00752C72"/>
    <w:rsid w:val="00754781"/>
    <w:rsid w:val="0075600A"/>
    <w:rsid w:val="00756585"/>
    <w:rsid w:val="00762F7C"/>
    <w:rsid w:val="00764A7B"/>
    <w:rsid w:val="007679A5"/>
    <w:rsid w:val="00771FF1"/>
    <w:rsid w:val="007731C8"/>
    <w:rsid w:val="0077753C"/>
    <w:rsid w:val="007807A8"/>
    <w:rsid w:val="0078528B"/>
    <w:rsid w:val="00786260"/>
    <w:rsid w:val="0079177E"/>
    <w:rsid w:val="00794323"/>
    <w:rsid w:val="007947AB"/>
    <w:rsid w:val="007B19C7"/>
    <w:rsid w:val="007B78C9"/>
    <w:rsid w:val="007C074A"/>
    <w:rsid w:val="007C33CF"/>
    <w:rsid w:val="007C3585"/>
    <w:rsid w:val="007C6EB6"/>
    <w:rsid w:val="007E176F"/>
    <w:rsid w:val="007E75F1"/>
    <w:rsid w:val="007F1182"/>
    <w:rsid w:val="007F1FA2"/>
    <w:rsid w:val="007F398D"/>
    <w:rsid w:val="007F6B1B"/>
    <w:rsid w:val="00801CD0"/>
    <w:rsid w:val="00802A23"/>
    <w:rsid w:val="00803C2C"/>
    <w:rsid w:val="00803C3D"/>
    <w:rsid w:val="008040C3"/>
    <w:rsid w:val="00806E38"/>
    <w:rsid w:val="00807B52"/>
    <w:rsid w:val="00812652"/>
    <w:rsid w:val="00814990"/>
    <w:rsid w:val="00822BCC"/>
    <w:rsid w:val="008249F5"/>
    <w:rsid w:val="00825A95"/>
    <w:rsid w:val="008274C2"/>
    <w:rsid w:val="00834F99"/>
    <w:rsid w:val="00835FB7"/>
    <w:rsid w:val="0083634C"/>
    <w:rsid w:val="008463A2"/>
    <w:rsid w:val="008515B7"/>
    <w:rsid w:val="00852221"/>
    <w:rsid w:val="00853813"/>
    <w:rsid w:val="00853BB0"/>
    <w:rsid w:val="00855A71"/>
    <w:rsid w:val="00857287"/>
    <w:rsid w:val="00860337"/>
    <w:rsid w:val="00860421"/>
    <w:rsid w:val="00862A1C"/>
    <w:rsid w:val="00883360"/>
    <w:rsid w:val="008923E5"/>
    <w:rsid w:val="00892E3A"/>
    <w:rsid w:val="00894A4A"/>
    <w:rsid w:val="00896BDA"/>
    <w:rsid w:val="008A1CD1"/>
    <w:rsid w:val="008A28E1"/>
    <w:rsid w:val="008A2FA5"/>
    <w:rsid w:val="008B2B01"/>
    <w:rsid w:val="008B54A2"/>
    <w:rsid w:val="008C10CD"/>
    <w:rsid w:val="008C3096"/>
    <w:rsid w:val="008C4DF3"/>
    <w:rsid w:val="008C565F"/>
    <w:rsid w:val="008D285D"/>
    <w:rsid w:val="008D5807"/>
    <w:rsid w:val="008D764F"/>
    <w:rsid w:val="008E0D2B"/>
    <w:rsid w:val="008E2514"/>
    <w:rsid w:val="008F0F53"/>
    <w:rsid w:val="008F15A6"/>
    <w:rsid w:val="008F4D22"/>
    <w:rsid w:val="0090051F"/>
    <w:rsid w:val="00905514"/>
    <w:rsid w:val="0090617A"/>
    <w:rsid w:val="0090759A"/>
    <w:rsid w:val="00910306"/>
    <w:rsid w:val="0091144B"/>
    <w:rsid w:val="009159EF"/>
    <w:rsid w:val="00922554"/>
    <w:rsid w:val="0092445F"/>
    <w:rsid w:val="00925D21"/>
    <w:rsid w:val="009307F4"/>
    <w:rsid w:val="0093468A"/>
    <w:rsid w:val="00943B4C"/>
    <w:rsid w:val="00944AC6"/>
    <w:rsid w:val="00944B00"/>
    <w:rsid w:val="00946E0D"/>
    <w:rsid w:val="00955B3E"/>
    <w:rsid w:val="00967CAA"/>
    <w:rsid w:val="009707A0"/>
    <w:rsid w:val="00972CF3"/>
    <w:rsid w:val="009763A6"/>
    <w:rsid w:val="00981953"/>
    <w:rsid w:val="009900E2"/>
    <w:rsid w:val="009A0967"/>
    <w:rsid w:val="009A1CD7"/>
    <w:rsid w:val="009A360E"/>
    <w:rsid w:val="009A6258"/>
    <w:rsid w:val="009C31A2"/>
    <w:rsid w:val="009C42C3"/>
    <w:rsid w:val="009C63A0"/>
    <w:rsid w:val="009C670E"/>
    <w:rsid w:val="009D5116"/>
    <w:rsid w:val="009D5320"/>
    <w:rsid w:val="009E24D0"/>
    <w:rsid w:val="009E429B"/>
    <w:rsid w:val="009F364D"/>
    <w:rsid w:val="009F3D5F"/>
    <w:rsid w:val="009F3E81"/>
    <w:rsid w:val="00A0092B"/>
    <w:rsid w:val="00A02285"/>
    <w:rsid w:val="00A0327A"/>
    <w:rsid w:val="00A050CF"/>
    <w:rsid w:val="00A1023A"/>
    <w:rsid w:val="00A11F0B"/>
    <w:rsid w:val="00A124E5"/>
    <w:rsid w:val="00A274F4"/>
    <w:rsid w:val="00A42CC5"/>
    <w:rsid w:val="00A50CE3"/>
    <w:rsid w:val="00A71261"/>
    <w:rsid w:val="00A72123"/>
    <w:rsid w:val="00A72B1A"/>
    <w:rsid w:val="00A80995"/>
    <w:rsid w:val="00A93E9F"/>
    <w:rsid w:val="00AA177B"/>
    <w:rsid w:val="00AA1C68"/>
    <w:rsid w:val="00AA46D9"/>
    <w:rsid w:val="00AA754D"/>
    <w:rsid w:val="00AB13AB"/>
    <w:rsid w:val="00AB2680"/>
    <w:rsid w:val="00AC1EBF"/>
    <w:rsid w:val="00AD04D3"/>
    <w:rsid w:val="00AD076D"/>
    <w:rsid w:val="00AD351E"/>
    <w:rsid w:val="00AE0062"/>
    <w:rsid w:val="00AE2A2B"/>
    <w:rsid w:val="00B036BA"/>
    <w:rsid w:val="00B045A8"/>
    <w:rsid w:val="00B078F4"/>
    <w:rsid w:val="00B10510"/>
    <w:rsid w:val="00B116A7"/>
    <w:rsid w:val="00B12096"/>
    <w:rsid w:val="00B12504"/>
    <w:rsid w:val="00B14FE0"/>
    <w:rsid w:val="00B15D23"/>
    <w:rsid w:val="00B179B5"/>
    <w:rsid w:val="00B207D4"/>
    <w:rsid w:val="00B2215E"/>
    <w:rsid w:val="00B249AE"/>
    <w:rsid w:val="00B2644A"/>
    <w:rsid w:val="00B32979"/>
    <w:rsid w:val="00B52951"/>
    <w:rsid w:val="00B57191"/>
    <w:rsid w:val="00B611CE"/>
    <w:rsid w:val="00B6232E"/>
    <w:rsid w:val="00B65A1B"/>
    <w:rsid w:val="00B66ED8"/>
    <w:rsid w:val="00B67069"/>
    <w:rsid w:val="00B7712E"/>
    <w:rsid w:val="00B83B17"/>
    <w:rsid w:val="00B85CFF"/>
    <w:rsid w:val="00B9431C"/>
    <w:rsid w:val="00B96208"/>
    <w:rsid w:val="00B96FA7"/>
    <w:rsid w:val="00BA3580"/>
    <w:rsid w:val="00BB5F4A"/>
    <w:rsid w:val="00BD2C9E"/>
    <w:rsid w:val="00BD3DBF"/>
    <w:rsid w:val="00BD7AE3"/>
    <w:rsid w:val="00BE28AE"/>
    <w:rsid w:val="00BE3B88"/>
    <w:rsid w:val="00BE7317"/>
    <w:rsid w:val="00BE7B6C"/>
    <w:rsid w:val="00BF294B"/>
    <w:rsid w:val="00BF372C"/>
    <w:rsid w:val="00BF3EEB"/>
    <w:rsid w:val="00BF69F5"/>
    <w:rsid w:val="00BF6FB3"/>
    <w:rsid w:val="00BF75AF"/>
    <w:rsid w:val="00C049B0"/>
    <w:rsid w:val="00C10949"/>
    <w:rsid w:val="00C21531"/>
    <w:rsid w:val="00C26460"/>
    <w:rsid w:val="00C33BE5"/>
    <w:rsid w:val="00C34A78"/>
    <w:rsid w:val="00C35A68"/>
    <w:rsid w:val="00C36686"/>
    <w:rsid w:val="00C425A5"/>
    <w:rsid w:val="00C514C7"/>
    <w:rsid w:val="00C51615"/>
    <w:rsid w:val="00C56738"/>
    <w:rsid w:val="00C57472"/>
    <w:rsid w:val="00C60B85"/>
    <w:rsid w:val="00C62085"/>
    <w:rsid w:val="00C627F5"/>
    <w:rsid w:val="00C62C59"/>
    <w:rsid w:val="00C62E03"/>
    <w:rsid w:val="00C659F9"/>
    <w:rsid w:val="00C714AE"/>
    <w:rsid w:val="00C71BEE"/>
    <w:rsid w:val="00C752DF"/>
    <w:rsid w:val="00C77656"/>
    <w:rsid w:val="00C838A4"/>
    <w:rsid w:val="00C8594A"/>
    <w:rsid w:val="00C86B7D"/>
    <w:rsid w:val="00C8745B"/>
    <w:rsid w:val="00C97C84"/>
    <w:rsid w:val="00CA5910"/>
    <w:rsid w:val="00CB1F61"/>
    <w:rsid w:val="00CB3109"/>
    <w:rsid w:val="00CB7BB6"/>
    <w:rsid w:val="00CC0A7D"/>
    <w:rsid w:val="00CC0D48"/>
    <w:rsid w:val="00CC4F32"/>
    <w:rsid w:val="00CD330C"/>
    <w:rsid w:val="00CD370D"/>
    <w:rsid w:val="00CD527F"/>
    <w:rsid w:val="00CE6E44"/>
    <w:rsid w:val="00CF0FA5"/>
    <w:rsid w:val="00D007B9"/>
    <w:rsid w:val="00D058FB"/>
    <w:rsid w:val="00D06A76"/>
    <w:rsid w:val="00D07932"/>
    <w:rsid w:val="00D20C39"/>
    <w:rsid w:val="00D26C2F"/>
    <w:rsid w:val="00D26E6D"/>
    <w:rsid w:val="00D4126D"/>
    <w:rsid w:val="00D42640"/>
    <w:rsid w:val="00D43535"/>
    <w:rsid w:val="00D451AB"/>
    <w:rsid w:val="00D467B2"/>
    <w:rsid w:val="00D469E1"/>
    <w:rsid w:val="00D46AAE"/>
    <w:rsid w:val="00D4760A"/>
    <w:rsid w:val="00D54A12"/>
    <w:rsid w:val="00D55423"/>
    <w:rsid w:val="00D60A8D"/>
    <w:rsid w:val="00D712EE"/>
    <w:rsid w:val="00D76A7D"/>
    <w:rsid w:val="00D76FB3"/>
    <w:rsid w:val="00D81B53"/>
    <w:rsid w:val="00D8705E"/>
    <w:rsid w:val="00D9143B"/>
    <w:rsid w:val="00D95170"/>
    <w:rsid w:val="00D95E84"/>
    <w:rsid w:val="00DA55A0"/>
    <w:rsid w:val="00DB4B25"/>
    <w:rsid w:val="00DB6975"/>
    <w:rsid w:val="00DB7939"/>
    <w:rsid w:val="00DC331D"/>
    <w:rsid w:val="00DC47AA"/>
    <w:rsid w:val="00DC5AEC"/>
    <w:rsid w:val="00DC76D6"/>
    <w:rsid w:val="00DD1898"/>
    <w:rsid w:val="00DD1BD0"/>
    <w:rsid w:val="00DD6C74"/>
    <w:rsid w:val="00DE2031"/>
    <w:rsid w:val="00DE234B"/>
    <w:rsid w:val="00DF33C8"/>
    <w:rsid w:val="00DF68F8"/>
    <w:rsid w:val="00E02BDB"/>
    <w:rsid w:val="00E0317C"/>
    <w:rsid w:val="00E072C8"/>
    <w:rsid w:val="00E10B44"/>
    <w:rsid w:val="00E16B17"/>
    <w:rsid w:val="00E201CE"/>
    <w:rsid w:val="00E2262E"/>
    <w:rsid w:val="00E272B2"/>
    <w:rsid w:val="00E27ED9"/>
    <w:rsid w:val="00E3770C"/>
    <w:rsid w:val="00E45F0D"/>
    <w:rsid w:val="00E475CC"/>
    <w:rsid w:val="00E51B0C"/>
    <w:rsid w:val="00E52F50"/>
    <w:rsid w:val="00E55810"/>
    <w:rsid w:val="00E60A1A"/>
    <w:rsid w:val="00E65743"/>
    <w:rsid w:val="00E727B6"/>
    <w:rsid w:val="00E73EE9"/>
    <w:rsid w:val="00E768C3"/>
    <w:rsid w:val="00E813D1"/>
    <w:rsid w:val="00E83AED"/>
    <w:rsid w:val="00E84081"/>
    <w:rsid w:val="00E91D6D"/>
    <w:rsid w:val="00E93818"/>
    <w:rsid w:val="00E979EF"/>
    <w:rsid w:val="00EB4DB8"/>
    <w:rsid w:val="00EC2BEF"/>
    <w:rsid w:val="00EC6989"/>
    <w:rsid w:val="00EC7D2A"/>
    <w:rsid w:val="00ED0109"/>
    <w:rsid w:val="00ED108D"/>
    <w:rsid w:val="00ED7EDE"/>
    <w:rsid w:val="00EE49A6"/>
    <w:rsid w:val="00EE7262"/>
    <w:rsid w:val="00EF063A"/>
    <w:rsid w:val="00EF3DB1"/>
    <w:rsid w:val="00EF595D"/>
    <w:rsid w:val="00F0163F"/>
    <w:rsid w:val="00F029F4"/>
    <w:rsid w:val="00F036AA"/>
    <w:rsid w:val="00F05806"/>
    <w:rsid w:val="00F068F9"/>
    <w:rsid w:val="00F06BE5"/>
    <w:rsid w:val="00F10EA4"/>
    <w:rsid w:val="00F15626"/>
    <w:rsid w:val="00F33C0A"/>
    <w:rsid w:val="00F41E0C"/>
    <w:rsid w:val="00F513FF"/>
    <w:rsid w:val="00F55295"/>
    <w:rsid w:val="00F574C5"/>
    <w:rsid w:val="00F60FCF"/>
    <w:rsid w:val="00F63169"/>
    <w:rsid w:val="00F72820"/>
    <w:rsid w:val="00F73DBF"/>
    <w:rsid w:val="00F808F0"/>
    <w:rsid w:val="00F811CE"/>
    <w:rsid w:val="00F82D95"/>
    <w:rsid w:val="00F83653"/>
    <w:rsid w:val="00F867DF"/>
    <w:rsid w:val="00F90500"/>
    <w:rsid w:val="00FB1584"/>
    <w:rsid w:val="00FC1B77"/>
    <w:rsid w:val="00FD3624"/>
    <w:rsid w:val="00FD3E1C"/>
    <w:rsid w:val="00FD6836"/>
    <w:rsid w:val="00FE783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CEF44"/>
  <w15:chartTrackingRefBased/>
  <w15:docId w15:val="{064ADA48-7EE0-4032-9FF0-556B07B8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62E"/>
    <w:pPr>
      <w:widowControl w:val="0"/>
      <w:wordWrap w:val="0"/>
      <w:autoSpaceDE w:val="0"/>
      <w:autoSpaceDN w:val="0"/>
      <w:spacing w:line="0" w:lineRule="atLeast"/>
      <w:jc w:val="both"/>
    </w:pPr>
    <w:rPr>
      <w:rFonts w:eastAsia="BIZ UDPゴシック"/>
      <w:bCs/>
      <w:kern w:val="2"/>
      <w:sz w:val="24"/>
      <w:szCs w:val="24"/>
      <w:lang w:eastAsia="ko-KR"/>
    </w:rPr>
  </w:style>
  <w:style w:type="paragraph" w:styleId="1">
    <w:name w:val="heading 1"/>
    <w:basedOn w:val="a"/>
    <w:next w:val="a"/>
    <w:link w:val="10"/>
    <w:qFormat/>
    <w:rsid w:val="00147809"/>
    <w:pPr>
      <w:keepNext/>
      <w:outlineLvl w:val="0"/>
    </w:pPr>
    <w:rPr>
      <w:rFonts w:ascii="BIZ UDゴシック" w:hAnsi="BIZ UDゴシック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147809"/>
    <w:pPr>
      <w:keepNext/>
      <w:outlineLvl w:val="1"/>
    </w:pPr>
    <w:rPr>
      <w:rFonts w:ascii="BIZ UDPゴシック" w:hAnsi="BIZ UDPゴシック"/>
      <w:b/>
    </w:rPr>
  </w:style>
  <w:style w:type="paragraph" w:styleId="3">
    <w:name w:val="heading 3"/>
    <w:aliases w:val="Char"/>
    <w:basedOn w:val="a"/>
    <w:next w:val="a"/>
    <w:link w:val="30"/>
    <w:autoRedefine/>
    <w:qFormat/>
    <w:rsid w:val="00B078F4"/>
    <w:pPr>
      <w:keepNext/>
      <w:outlineLvl w:val="2"/>
    </w:pPr>
    <w:rPr>
      <w:bCs w:val="0"/>
      <w:kern w:val="0"/>
      <w:lang w:eastAsia="ja-JP"/>
    </w:rPr>
  </w:style>
  <w:style w:type="paragraph" w:styleId="4">
    <w:name w:val="heading 4"/>
    <w:basedOn w:val="a"/>
    <w:next w:val="a"/>
    <w:link w:val="40"/>
    <w:qFormat/>
    <w:rsid w:val="00CB7BB6"/>
    <w:pPr>
      <w:keepNext/>
      <w:ind w:leftChars="50" w:left="250" w:hangingChars="200" w:hanging="200"/>
      <w:outlineLvl w:val="3"/>
    </w:pPr>
    <w:rPr>
      <w:rFonts w:ascii="Century" w:hAnsi="Century"/>
      <w:bCs w:val="0"/>
    </w:rPr>
  </w:style>
  <w:style w:type="paragraph" w:styleId="5">
    <w:name w:val="heading 5"/>
    <w:basedOn w:val="a"/>
    <w:next w:val="a"/>
    <w:link w:val="50"/>
    <w:qFormat/>
    <w:rsid w:val="00CB7BB6"/>
    <w:pPr>
      <w:keepNext/>
      <w:jc w:val="left"/>
      <w:outlineLvl w:val="4"/>
    </w:pPr>
    <w:rPr>
      <w:rFonts w:ascii="Century" w:eastAsia="ＭＳ 明朝" w:hAnsi="Century"/>
      <w:bCs w:val="0"/>
    </w:rPr>
  </w:style>
  <w:style w:type="paragraph" w:styleId="6">
    <w:name w:val="heading 6"/>
    <w:basedOn w:val="a"/>
    <w:next w:val="a"/>
    <w:link w:val="60"/>
    <w:qFormat/>
    <w:rsid w:val="00B078F4"/>
    <w:pPr>
      <w:keepNext/>
      <w:jc w:val="center"/>
      <w:outlineLvl w:val="5"/>
    </w:pPr>
    <w:rPr>
      <w:rFonts w:ascii="HYGothic-Extra" w:eastAsia="HYGothic-Extra" w:hAnsi="Batang"/>
      <w:b/>
      <w:bCs w:val="0"/>
      <w:sz w:val="72"/>
    </w:rPr>
  </w:style>
  <w:style w:type="paragraph" w:styleId="7">
    <w:name w:val="heading 7"/>
    <w:basedOn w:val="a"/>
    <w:next w:val="a"/>
    <w:link w:val="70"/>
    <w:qFormat/>
    <w:rsid w:val="00B078F4"/>
    <w:pPr>
      <w:keepNext/>
      <w:jc w:val="center"/>
      <w:outlineLvl w:val="6"/>
    </w:pPr>
    <w:rPr>
      <w:rFonts w:ascii="HYGothic-Extra" w:eastAsia="HYGothic-Extra" w:hAnsi="Batang"/>
      <w:sz w:val="32"/>
    </w:rPr>
  </w:style>
  <w:style w:type="paragraph" w:styleId="8">
    <w:name w:val="heading 8"/>
    <w:basedOn w:val="a"/>
    <w:next w:val="a"/>
    <w:link w:val="80"/>
    <w:qFormat/>
    <w:rsid w:val="00B078F4"/>
    <w:pPr>
      <w:widowControl/>
      <w:wordWrap/>
      <w:autoSpaceDE/>
      <w:autoSpaceDN/>
      <w:spacing w:before="240" w:after="60"/>
      <w:jc w:val="left"/>
      <w:outlineLvl w:val="7"/>
    </w:pPr>
    <w:rPr>
      <w:i/>
      <w:iCs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147809"/>
    <w:rPr>
      <w:rFonts w:ascii="BIZ UDゴシック" w:eastAsia="BIZ UDPゴシック" w:hAnsi="BIZ UDゴシック"/>
      <w:b/>
      <w:bCs/>
      <w:kern w:val="2"/>
      <w:sz w:val="28"/>
      <w:szCs w:val="28"/>
      <w:lang w:eastAsia="ko-KR"/>
    </w:rPr>
  </w:style>
  <w:style w:type="character" w:customStyle="1" w:styleId="20">
    <w:name w:val="見出し 2 (文字)"/>
    <w:link w:val="2"/>
    <w:rsid w:val="00147809"/>
    <w:rPr>
      <w:rFonts w:ascii="BIZ UDPゴシック" w:eastAsia="BIZ UDPゴシック" w:hAnsi="BIZ UDPゴシック"/>
      <w:b/>
      <w:bCs/>
      <w:kern w:val="2"/>
      <w:sz w:val="24"/>
      <w:szCs w:val="24"/>
      <w:lang w:eastAsia="ko-KR"/>
    </w:rPr>
  </w:style>
  <w:style w:type="paragraph" w:styleId="a3">
    <w:name w:val="Title"/>
    <w:basedOn w:val="a"/>
    <w:next w:val="a"/>
    <w:link w:val="a4"/>
    <w:uiPriority w:val="10"/>
    <w:qFormat/>
    <w:rsid w:val="0003681F"/>
    <w:pPr>
      <w:spacing w:before="240" w:after="120"/>
      <w:jc w:val="left"/>
      <w:outlineLvl w:val="0"/>
    </w:pPr>
    <w:rPr>
      <w:rFonts w:ascii="Century" w:hAnsi="Century"/>
      <w:b/>
      <w:sz w:val="32"/>
      <w:szCs w:val="32"/>
    </w:rPr>
  </w:style>
  <w:style w:type="character" w:customStyle="1" w:styleId="a4">
    <w:name w:val="表題 (文字)"/>
    <w:link w:val="a3"/>
    <w:uiPriority w:val="10"/>
    <w:rsid w:val="0003681F"/>
    <w:rPr>
      <w:rFonts w:ascii="Century" w:eastAsia="BIZ UDPゴシック" w:hAnsi="Century"/>
      <w:b/>
      <w:bCs/>
      <w:kern w:val="2"/>
      <w:sz w:val="32"/>
      <w:szCs w:val="32"/>
      <w:lang w:eastAsia="ko-KR"/>
    </w:rPr>
  </w:style>
  <w:style w:type="paragraph" w:styleId="a5">
    <w:name w:val="Subtitle"/>
    <w:basedOn w:val="a"/>
    <w:next w:val="a"/>
    <w:link w:val="a6"/>
    <w:uiPriority w:val="11"/>
    <w:qFormat/>
    <w:rsid w:val="00F029F4"/>
    <w:pPr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F029F4"/>
    <w:rPr>
      <w:rFonts w:ascii="Arial" w:eastAsia="ＭＳ ゴシック" w:hAnsi="Arial" w:cs="Times New Roman"/>
      <w:bCs/>
      <w:kern w:val="2"/>
      <w:sz w:val="24"/>
      <w:szCs w:val="24"/>
      <w:lang w:eastAsia="ko-KR"/>
    </w:rPr>
  </w:style>
  <w:style w:type="paragraph" w:styleId="a7">
    <w:name w:val="TOC Heading"/>
    <w:basedOn w:val="1"/>
    <w:next w:val="a"/>
    <w:uiPriority w:val="39"/>
    <w:qFormat/>
    <w:rsid w:val="00B078F4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rFonts w:eastAsia="ＭＳ ゴシック"/>
      <w:color w:val="365F91"/>
      <w:kern w:val="0"/>
      <w:lang w:eastAsia="ja-JP"/>
    </w:rPr>
  </w:style>
  <w:style w:type="character" w:customStyle="1" w:styleId="30">
    <w:name w:val="見出し 3 (文字)"/>
    <w:aliases w:val="Char (文字)"/>
    <w:link w:val="3"/>
    <w:rsid w:val="00B078F4"/>
    <w:rPr>
      <w:rFonts w:eastAsia="ＭＳ 明朝" w:cs="Times New Roman"/>
      <w:sz w:val="24"/>
      <w:szCs w:val="24"/>
    </w:rPr>
  </w:style>
  <w:style w:type="character" w:customStyle="1" w:styleId="40">
    <w:name w:val="見出し 4 (文字)"/>
    <w:link w:val="4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50">
    <w:name w:val="見出し 5 (文字)"/>
    <w:link w:val="5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60">
    <w:name w:val="見出し 6 (文字)"/>
    <w:link w:val="6"/>
    <w:rsid w:val="00B078F4"/>
    <w:rPr>
      <w:rFonts w:ascii="HYGothic-Extra" w:eastAsia="HYGothic-Extra" w:hAnsi="Batang"/>
      <w:b/>
      <w:kern w:val="2"/>
      <w:sz w:val="72"/>
      <w:szCs w:val="24"/>
      <w:lang w:eastAsia="ko-KR"/>
    </w:rPr>
  </w:style>
  <w:style w:type="character" w:customStyle="1" w:styleId="70">
    <w:name w:val="見出し 7 (文字)"/>
    <w:link w:val="7"/>
    <w:rsid w:val="00B078F4"/>
    <w:rPr>
      <w:rFonts w:ascii="HYGothic-Extra" w:eastAsia="HYGothic-Extra" w:hAnsi="Batang"/>
      <w:bCs/>
      <w:kern w:val="2"/>
      <w:sz w:val="32"/>
      <w:szCs w:val="24"/>
      <w:lang w:eastAsia="ko-KR"/>
    </w:rPr>
  </w:style>
  <w:style w:type="character" w:customStyle="1" w:styleId="80">
    <w:name w:val="見出し 8 (文字)"/>
    <w:link w:val="8"/>
    <w:rsid w:val="00B078F4"/>
    <w:rPr>
      <w:rFonts w:eastAsia="ＭＳ 明朝"/>
      <w:bCs/>
      <w:i/>
      <w:iCs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B078F4"/>
    <w:pPr>
      <w:ind w:leftChars="400" w:left="840"/>
    </w:pPr>
  </w:style>
  <w:style w:type="paragraph" w:styleId="a9">
    <w:name w:val="Document Map"/>
    <w:basedOn w:val="a"/>
    <w:link w:val="aa"/>
    <w:uiPriority w:val="99"/>
    <w:semiHidden/>
    <w:unhideWhenUsed/>
    <w:rsid w:val="009C42C3"/>
    <w:rPr>
      <w:rFonts w:ascii="MS UI Gothic" w:eastAsia="MS UI Gothic"/>
      <w:sz w:val="18"/>
      <w:szCs w:val="18"/>
    </w:rPr>
  </w:style>
  <w:style w:type="character" w:customStyle="1" w:styleId="aa">
    <w:name w:val="見出しマップ (文字)"/>
    <w:link w:val="a9"/>
    <w:uiPriority w:val="99"/>
    <w:semiHidden/>
    <w:rsid w:val="009C42C3"/>
    <w:rPr>
      <w:rFonts w:ascii="MS UI Gothic" w:eastAsia="MS UI Gothic"/>
      <w:bCs/>
      <w:kern w:val="2"/>
      <w:sz w:val="18"/>
      <w:szCs w:val="18"/>
      <w:lang w:eastAsia="ko-KR"/>
    </w:rPr>
  </w:style>
  <w:style w:type="paragraph" w:styleId="ab">
    <w:name w:val="header"/>
    <w:basedOn w:val="a"/>
    <w:link w:val="ac"/>
    <w:uiPriority w:val="99"/>
    <w:unhideWhenUsed/>
    <w:rsid w:val="002466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d">
    <w:name w:val="footer"/>
    <w:basedOn w:val="a"/>
    <w:link w:val="ae"/>
    <w:uiPriority w:val="99"/>
    <w:unhideWhenUsed/>
    <w:rsid w:val="002466A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f">
    <w:name w:val="Date"/>
    <w:basedOn w:val="a"/>
    <w:next w:val="a"/>
    <w:link w:val="af0"/>
    <w:uiPriority w:val="99"/>
    <w:semiHidden/>
    <w:unhideWhenUsed/>
    <w:rsid w:val="00DF68F8"/>
  </w:style>
  <w:style w:type="character" w:customStyle="1" w:styleId="af0">
    <w:name w:val="日付 (文字)"/>
    <w:link w:val="af"/>
    <w:uiPriority w:val="99"/>
    <w:semiHidden/>
    <w:rsid w:val="00DF68F8"/>
    <w:rPr>
      <w:rFonts w:eastAsia="ＭＳ 明朝"/>
      <w:bCs/>
      <w:kern w:val="2"/>
      <w:sz w:val="24"/>
      <w:szCs w:val="24"/>
      <w:lang w:eastAsia="ko-KR"/>
    </w:rPr>
  </w:style>
  <w:style w:type="paragraph" w:styleId="af1">
    <w:name w:val="Plain Text"/>
    <w:basedOn w:val="a"/>
    <w:link w:val="af2"/>
    <w:uiPriority w:val="99"/>
    <w:semiHidden/>
    <w:unhideWhenUsed/>
    <w:rsid w:val="00C62E03"/>
    <w:pPr>
      <w:wordWrap/>
      <w:autoSpaceDE/>
      <w:autoSpaceDN/>
      <w:spacing w:line="240" w:lineRule="auto"/>
      <w:jc w:val="left"/>
    </w:pPr>
    <w:rPr>
      <w:rFonts w:ascii="Yu Gothic" w:eastAsia="Yu Gothic" w:hAnsi="Courier New" w:cs="Courier New"/>
      <w:bCs w:val="0"/>
      <w:sz w:val="22"/>
      <w:szCs w:val="22"/>
      <w:lang w:eastAsia="ja-JP"/>
    </w:rPr>
  </w:style>
  <w:style w:type="character" w:customStyle="1" w:styleId="af2">
    <w:name w:val="書式なし (文字)"/>
    <w:basedOn w:val="a0"/>
    <w:link w:val="af1"/>
    <w:uiPriority w:val="99"/>
    <w:semiHidden/>
    <w:rsid w:val="00C62E03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kamiiiii\Desktop\BES&#12456;&#12487;&#12451;&#1247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5456E-6F1A-41D3-9D19-4849110E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BESエディタ.dotx</Template>
  <TotalTime>63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Fukami</dc:creator>
  <cp:keywords/>
  <cp:lastModifiedBy>Maki TAKAHASHI</cp:lastModifiedBy>
  <cp:revision>14</cp:revision>
  <cp:lastPrinted>2020-09-11T02:23:00Z</cp:lastPrinted>
  <dcterms:created xsi:type="dcterms:W3CDTF">2020-11-24T09:36:00Z</dcterms:created>
  <dcterms:modified xsi:type="dcterms:W3CDTF">2024-05-21T03:10:00Z</dcterms:modified>
</cp:coreProperties>
</file>