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90B" w:rsidRDefault="0041090B" w:rsidP="0041090B">
      <w:pPr>
        <w:pStyle w:val="a0"/>
        <w:rPr>
          <w:rFonts w:hint="eastAsia"/>
        </w:rPr>
      </w:pPr>
      <w:r>
        <w:rPr>
          <w:rFonts w:hint="eastAsia"/>
        </w:rPr>
        <w:t>クイックブラウザ</w:t>
      </w:r>
    </w:p>
    <w:p w:rsidR="0041090B" w:rsidRDefault="0041090B" w:rsidP="0041090B">
      <w:pPr>
        <w:pStyle w:val="1"/>
        <w:rPr>
          <w:rFonts w:hint="eastAsia"/>
        </w:rPr>
      </w:pPr>
      <w:r>
        <w:rPr>
          <w:rFonts w:hint="eastAsia"/>
        </w:rPr>
        <w:t xml:space="preserve">1. </w:t>
      </w:r>
      <w:r>
        <w:rPr>
          <w:rFonts w:hint="eastAsia"/>
        </w:rPr>
        <w:t>クイックブラウザについて</w:t>
      </w:r>
    </w:p>
    <w:p w:rsidR="0041090B" w:rsidRDefault="0041090B" w:rsidP="0041090B">
      <w:pPr>
        <w:pStyle w:val="2"/>
        <w:rPr>
          <w:rFonts w:hint="eastAsia"/>
        </w:rPr>
      </w:pPr>
      <w:r>
        <w:rPr>
          <w:rFonts w:hint="eastAsia"/>
        </w:rPr>
        <w:t xml:space="preserve">1.1 </w:t>
      </w:r>
      <w:r>
        <w:rPr>
          <w:rFonts w:hint="eastAsia"/>
        </w:rPr>
        <w:t>クイックブラウザとは</w:t>
      </w:r>
    </w:p>
    <w:p w:rsidR="0041090B" w:rsidRDefault="0041090B" w:rsidP="0041090B">
      <w:pPr>
        <w:rPr>
          <w:rFonts w:hint="eastAsia"/>
        </w:rPr>
      </w:pPr>
      <w:r>
        <w:rPr>
          <w:rFonts w:hint="eastAsia"/>
        </w:rPr>
        <w:t>クイックブラウザはセンスシリーズに搭載されているウェブブラウザを簡易化し、より高速でウェブへのアクセスを可能にしたプログラムです。クイックブラウザにより快適なウェブアクセスを実現しました。</w:t>
      </w:r>
    </w:p>
    <w:p w:rsidR="0041090B" w:rsidRDefault="0041090B" w:rsidP="0041090B">
      <w:pPr>
        <w:rPr>
          <w:rFonts w:hint="eastAsia"/>
        </w:rPr>
      </w:pPr>
      <w:r>
        <w:rPr>
          <w:rFonts w:hint="eastAsia"/>
        </w:rPr>
        <w:t>メインメニューから「プログラム」を選択して</w:t>
      </w:r>
      <w:r>
        <w:rPr>
          <w:rFonts w:hint="eastAsia"/>
        </w:rPr>
        <w:t>Enter</w:t>
      </w:r>
      <w:r>
        <w:rPr>
          <w:rFonts w:hint="eastAsia"/>
        </w:rPr>
        <w:t>を押すか、メインメニューで</w:t>
      </w:r>
      <w:r>
        <w:rPr>
          <w:rFonts w:hint="eastAsia"/>
        </w:rPr>
        <w:t>r</w:t>
      </w:r>
      <w:r>
        <w:rPr>
          <w:rFonts w:hint="eastAsia"/>
        </w:rPr>
        <w:t>を押すとプログラムメニューが開きます。</w:t>
      </w:r>
    </w:p>
    <w:p w:rsidR="0041090B" w:rsidRDefault="0041090B" w:rsidP="0041090B">
      <w:pPr>
        <w:rPr>
          <w:rFonts w:hint="eastAsia"/>
        </w:rPr>
      </w:pPr>
      <w:r>
        <w:rPr>
          <w:rFonts w:hint="eastAsia"/>
        </w:rPr>
        <w:t>次にプログラムメニューから「クイックブラウザ」を選択して</w:t>
      </w:r>
      <w:r>
        <w:rPr>
          <w:rFonts w:hint="eastAsia"/>
        </w:rPr>
        <w:t>Enter</w:t>
      </w:r>
      <w:r>
        <w:rPr>
          <w:rFonts w:hint="eastAsia"/>
        </w:rPr>
        <w:t>を押すか、プログラムメニュー内で</w:t>
      </w:r>
      <w:r>
        <w:rPr>
          <w:rFonts w:hint="eastAsia"/>
        </w:rPr>
        <w:t>r</w:t>
      </w:r>
      <w:r>
        <w:rPr>
          <w:rFonts w:hint="eastAsia"/>
        </w:rPr>
        <w:t>を押すと「クイックブラウザ」を実行します。</w:t>
      </w:r>
    </w:p>
    <w:p w:rsidR="0041090B" w:rsidRDefault="0041090B" w:rsidP="0041090B">
      <w:pPr>
        <w:rPr>
          <w:rFonts w:hint="eastAsia"/>
        </w:rPr>
      </w:pPr>
      <w:r>
        <w:rPr>
          <w:rFonts w:hint="eastAsia"/>
        </w:rPr>
        <w:t>「クイックブラウザ」を使用するためにはインターネットに接続できる環境が必要です。</w:t>
      </w:r>
    </w:p>
    <w:p w:rsidR="0041090B" w:rsidRDefault="0041090B" w:rsidP="0041090B"/>
    <w:p w:rsidR="0041090B" w:rsidRDefault="0041090B" w:rsidP="0041090B">
      <w:pPr>
        <w:pStyle w:val="2"/>
        <w:rPr>
          <w:rFonts w:hint="eastAsia"/>
        </w:rPr>
      </w:pPr>
      <w:r>
        <w:rPr>
          <w:rFonts w:hint="eastAsia"/>
        </w:rPr>
        <w:t xml:space="preserve">1.2 </w:t>
      </w:r>
      <w:r>
        <w:rPr>
          <w:rFonts w:hint="eastAsia"/>
        </w:rPr>
        <w:t>クイックブラウザの基本操作</w:t>
      </w:r>
    </w:p>
    <w:p w:rsidR="0041090B" w:rsidRDefault="0041090B" w:rsidP="0041090B">
      <w:pPr>
        <w:rPr>
          <w:rFonts w:hint="eastAsia"/>
        </w:rPr>
      </w:pPr>
      <w:r>
        <w:rPr>
          <w:rFonts w:hint="eastAsia"/>
        </w:rPr>
        <w:t>クイックブラウザを使用してウェブページを閲覧する際の基本的なキー操作です。</w:t>
      </w:r>
    </w:p>
    <w:p w:rsidR="0041090B" w:rsidRDefault="0041090B" w:rsidP="0041090B">
      <w:pPr>
        <w:rPr>
          <w:rFonts w:hint="eastAsia"/>
        </w:rPr>
      </w:pPr>
      <w:r>
        <w:rPr>
          <w:rFonts w:hint="eastAsia"/>
        </w:rPr>
        <w:t>次の行へ移動：</w:t>
      </w:r>
      <w:r>
        <w:rPr>
          <w:rFonts w:hint="eastAsia"/>
        </w:rPr>
        <w:t>Space-4</w:t>
      </w:r>
      <w:r>
        <w:rPr>
          <w:rFonts w:hint="eastAsia"/>
        </w:rPr>
        <w:t>または下スクロールボタンまたは</w:t>
      </w:r>
      <w:r>
        <w:rPr>
          <w:rFonts w:hint="eastAsia"/>
        </w:rPr>
        <w:t>Alt</w:t>
      </w:r>
    </w:p>
    <w:p w:rsidR="0041090B" w:rsidRDefault="0041090B" w:rsidP="0041090B">
      <w:pPr>
        <w:rPr>
          <w:rFonts w:hint="eastAsia"/>
        </w:rPr>
      </w:pPr>
      <w:r>
        <w:rPr>
          <w:rFonts w:hint="eastAsia"/>
        </w:rPr>
        <w:t>前の行へ移動：</w:t>
      </w:r>
      <w:r>
        <w:rPr>
          <w:rFonts w:hint="eastAsia"/>
        </w:rPr>
        <w:t>Space-1</w:t>
      </w:r>
      <w:r>
        <w:rPr>
          <w:rFonts w:hint="eastAsia"/>
        </w:rPr>
        <w:t>または上スクロールボタンまたは</w:t>
      </w:r>
      <w:r>
        <w:rPr>
          <w:rFonts w:hint="eastAsia"/>
        </w:rPr>
        <w:t>Ctrl</w:t>
      </w:r>
    </w:p>
    <w:p w:rsidR="0041090B" w:rsidRDefault="0041090B" w:rsidP="0041090B">
      <w:pPr>
        <w:rPr>
          <w:rFonts w:hint="eastAsia"/>
        </w:rPr>
      </w:pPr>
      <w:r>
        <w:rPr>
          <w:rFonts w:hint="eastAsia"/>
        </w:rPr>
        <w:t>次のリンクへ移動：</w:t>
      </w:r>
      <w:r>
        <w:rPr>
          <w:rFonts w:hint="eastAsia"/>
        </w:rPr>
        <w:t>5</w:t>
      </w:r>
      <w:r>
        <w:rPr>
          <w:rFonts w:hint="eastAsia"/>
        </w:rPr>
        <w:t>の点</w:t>
      </w:r>
    </w:p>
    <w:p w:rsidR="0041090B" w:rsidRDefault="0041090B" w:rsidP="0041090B">
      <w:pPr>
        <w:rPr>
          <w:rFonts w:hint="eastAsia"/>
        </w:rPr>
      </w:pPr>
      <w:r>
        <w:rPr>
          <w:rFonts w:hint="eastAsia"/>
        </w:rPr>
        <w:t>前のリンクへ移動：</w:t>
      </w:r>
      <w:r>
        <w:rPr>
          <w:rFonts w:hint="eastAsia"/>
        </w:rPr>
        <w:t>2</w:t>
      </w:r>
      <w:r>
        <w:rPr>
          <w:rFonts w:hint="eastAsia"/>
        </w:rPr>
        <w:t>の点</w:t>
      </w:r>
    </w:p>
    <w:p w:rsidR="0041090B" w:rsidRDefault="0041090B" w:rsidP="0041090B">
      <w:pPr>
        <w:rPr>
          <w:rFonts w:hint="eastAsia"/>
        </w:rPr>
      </w:pPr>
      <w:r>
        <w:rPr>
          <w:rFonts w:hint="eastAsia"/>
        </w:rPr>
        <w:t>ページの先頭へ移動：</w:t>
      </w:r>
      <w:r>
        <w:rPr>
          <w:rFonts w:hint="eastAsia"/>
        </w:rPr>
        <w:t>Space-1-2-3</w:t>
      </w:r>
    </w:p>
    <w:p w:rsidR="0041090B" w:rsidRDefault="0041090B" w:rsidP="0041090B">
      <w:pPr>
        <w:rPr>
          <w:rFonts w:hint="eastAsia"/>
        </w:rPr>
      </w:pPr>
      <w:r>
        <w:rPr>
          <w:rFonts w:hint="eastAsia"/>
        </w:rPr>
        <w:t>ページの最後へ移動：</w:t>
      </w:r>
      <w:r>
        <w:rPr>
          <w:rFonts w:hint="eastAsia"/>
        </w:rPr>
        <w:t>Space-4-5-6</w:t>
      </w:r>
    </w:p>
    <w:p w:rsidR="0041090B" w:rsidRDefault="0041090B" w:rsidP="0041090B">
      <w:pPr>
        <w:rPr>
          <w:rFonts w:hint="eastAsia"/>
        </w:rPr>
      </w:pPr>
      <w:r>
        <w:rPr>
          <w:rFonts w:hint="eastAsia"/>
        </w:rPr>
        <w:t>次の見出しへ移動：</w:t>
      </w:r>
      <w:r>
        <w:rPr>
          <w:rFonts w:hint="eastAsia"/>
        </w:rPr>
        <w:t>4</w:t>
      </w:r>
      <w:r>
        <w:rPr>
          <w:rFonts w:hint="eastAsia"/>
        </w:rPr>
        <w:t>の点または、</w:t>
      </w:r>
      <w:r>
        <w:rPr>
          <w:rFonts w:hint="eastAsia"/>
        </w:rPr>
        <w:t>Backspace-f</w:t>
      </w:r>
    </w:p>
    <w:p w:rsidR="0041090B" w:rsidRDefault="0041090B" w:rsidP="0041090B">
      <w:pPr>
        <w:rPr>
          <w:rFonts w:hint="eastAsia"/>
        </w:rPr>
      </w:pPr>
      <w:r>
        <w:rPr>
          <w:rFonts w:hint="eastAsia"/>
        </w:rPr>
        <w:t>前の見出しへ移動：</w:t>
      </w:r>
      <w:r>
        <w:rPr>
          <w:rFonts w:hint="eastAsia"/>
        </w:rPr>
        <w:t>1</w:t>
      </w:r>
      <w:r>
        <w:rPr>
          <w:rFonts w:hint="eastAsia"/>
        </w:rPr>
        <w:t>の点または、</w:t>
      </w:r>
      <w:r>
        <w:rPr>
          <w:rFonts w:hint="eastAsia"/>
        </w:rPr>
        <w:t>Backspace-b</w:t>
      </w:r>
    </w:p>
    <w:p w:rsidR="0041090B" w:rsidRDefault="0041090B" w:rsidP="0041090B">
      <w:pPr>
        <w:rPr>
          <w:rFonts w:hint="eastAsia"/>
        </w:rPr>
      </w:pPr>
      <w:r>
        <w:rPr>
          <w:rFonts w:hint="eastAsia"/>
        </w:rPr>
        <w:t>次のテキストへ移動：</w:t>
      </w:r>
      <w:r>
        <w:rPr>
          <w:rFonts w:hint="eastAsia"/>
        </w:rPr>
        <w:t>6</w:t>
      </w:r>
      <w:r>
        <w:rPr>
          <w:rFonts w:hint="eastAsia"/>
        </w:rPr>
        <w:t>の点または</w:t>
      </w:r>
      <w:r>
        <w:rPr>
          <w:rFonts w:hint="eastAsia"/>
        </w:rPr>
        <w:t>Space-1-2-4-5-6</w:t>
      </w:r>
    </w:p>
    <w:p w:rsidR="0041090B" w:rsidRDefault="0041090B" w:rsidP="0041090B">
      <w:pPr>
        <w:rPr>
          <w:rFonts w:hint="eastAsia"/>
        </w:rPr>
      </w:pPr>
      <w:r>
        <w:rPr>
          <w:rFonts w:hint="eastAsia"/>
        </w:rPr>
        <w:t>前のテキストへ移動：</w:t>
      </w:r>
      <w:r>
        <w:rPr>
          <w:rFonts w:hint="eastAsia"/>
        </w:rPr>
        <w:t>3</w:t>
      </w:r>
      <w:r>
        <w:rPr>
          <w:rFonts w:hint="eastAsia"/>
        </w:rPr>
        <w:t>の点または</w:t>
      </w:r>
      <w:r>
        <w:rPr>
          <w:rFonts w:hint="eastAsia"/>
        </w:rPr>
        <w:t>Space-2-4-6</w:t>
      </w:r>
    </w:p>
    <w:p w:rsidR="0041090B" w:rsidRDefault="0041090B" w:rsidP="0041090B">
      <w:pPr>
        <w:rPr>
          <w:rFonts w:hint="eastAsia"/>
        </w:rPr>
      </w:pPr>
      <w:r>
        <w:rPr>
          <w:rFonts w:hint="eastAsia"/>
        </w:rPr>
        <w:t>次のテキスト・見出し・リンクへ移動：</w:t>
      </w:r>
      <w:r>
        <w:rPr>
          <w:rFonts w:hint="eastAsia"/>
        </w:rPr>
        <w:t>5-6</w:t>
      </w:r>
      <w:r>
        <w:rPr>
          <w:rFonts w:hint="eastAsia"/>
        </w:rPr>
        <w:t>の点</w:t>
      </w:r>
    </w:p>
    <w:p w:rsidR="0041090B" w:rsidRDefault="0041090B" w:rsidP="0041090B">
      <w:pPr>
        <w:rPr>
          <w:rFonts w:hint="eastAsia"/>
        </w:rPr>
      </w:pPr>
      <w:r>
        <w:rPr>
          <w:rFonts w:hint="eastAsia"/>
        </w:rPr>
        <w:t>前のテキスト・見出し・リンクへ移動：</w:t>
      </w:r>
      <w:r>
        <w:rPr>
          <w:rFonts w:hint="eastAsia"/>
        </w:rPr>
        <w:t>2-3</w:t>
      </w:r>
      <w:r>
        <w:rPr>
          <w:rFonts w:hint="eastAsia"/>
        </w:rPr>
        <w:t>の点</w:t>
      </w:r>
    </w:p>
    <w:p w:rsidR="0041090B" w:rsidRDefault="0041090B" w:rsidP="0041090B">
      <w:pPr>
        <w:rPr>
          <w:rFonts w:hint="eastAsia"/>
        </w:rPr>
      </w:pPr>
      <w:r>
        <w:rPr>
          <w:rFonts w:hint="eastAsia"/>
        </w:rPr>
        <w:t>次のフォームコントロールへ移動：</w:t>
      </w:r>
      <w:r>
        <w:rPr>
          <w:rFonts w:hint="eastAsia"/>
        </w:rPr>
        <w:t>F3</w:t>
      </w:r>
      <w:r>
        <w:rPr>
          <w:rFonts w:hint="eastAsia"/>
        </w:rPr>
        <w:t>または</w:t>
      </w:r>
      <w:r>
        <w:rPr>
          <w:rFonts w:hint="eastAsia"/>
        </w:rPr>
        <w:t>Space-4-5</w:t>
      </w:r>
    </w:p>
    <w:p w:rsidR="0041090B" w:rsidRDefault="0041090B" w:rsidP="0041090B">
      <w:pPr>
        <w:rPr>
          <w:rFonts w:hint="eastAsia"/>
        </w:rPr>
      </w:pPr>
      <w:r>
        <w:rPr>
          <w:rFonts w:hint="eastAsia"/>
        </w:rPr>
        <w:t>前のフォームコントロールへ移動：</w:t>
      </w:r>
      <w:r>
        <w:rPr>
          <w:rFonts w:hint="eastAsia"/>
        </w:rPr>
        <w:t>Space-F3</w:t>
      </w:r>
      <w:r>
        <w:rPr>
          <w:rFonts w:hint="eastAsia"/>
        </w:rPr>
        <w:t>または</w:t>
      </w:r>
      <w:r>
        <w:rPr>
          <w:rFonts w:hint="eastAsia"/>
        </w:rPr>
        <w:t>Space-1-2</w:t>
      </w:r>
    </w:p>
    <w:p w:rsidR="0041090B" w:rsidRDefault="0041090B" w:rsidP="0041090B">
      <w:pPr>
        <w:rPr>
          <w:rFonts w:hint="eastAsia"/>
        </w:rPr>
      </w:pPr>
      <w:r>
        <w:rPr>
          <w:rFonts w:hint="eastAsia"/>
        </w:rPr>
        <w:t>クイックブラウザを終了する：</w:t>
      </w:r>
      <w:r>
        <w:rPr>
          <w:rFonts w:hint="eastAsia"/>
        </w:rPr>
        <w:t>Space-z</w:t>
      </w:r>
    </w:p>
    <w:p w:rsidR="0041090B" w:rsidRDefault="0041090B" w:rsidP="0041090B"/>
    <w:p w:rsidR="0041090B" w:rsidRDefault="0041090B" w:rsidP="0041090B">
      <w:pPr>
        <w:rPr>
          <w:rFonts w:hint="eastAsia"/>
        </w:rPr>
      </w:pPr>
      <w:r>
        <w:rPr>
          <w:rFonts w:hint="eastAsia"/>
        </w:rPr>
        <w:t>フォームコントロールの操作</w:t>
      </w:r>
    </w:p>
    <w:p w:rsidR="0041090B" w:rsidRDefault="0041090B" w:rsidP="0041090B">
      <w:pPr>
        <w:rPr>
          <w:rFonts w:hint="eastAsia"/>
        </w:rPr>
      </w:pPr>
      <w:r>
        <w:rPr>
          <w:rFonts w:hint="eastAsia"/>
        </w:rPr>
        <w:t>エディットボックスでの入力：文字を入力してください。</w:t>
      </w:r>
    </w:p>
    <w:p w:rsidR="0041090B" w:rsidRDefault="0041090B" w:rsidP="0041090B">
      <w:pPr>
        <w:rPr>
          <w:rFonts w:hint="eastAsia"/>
        </w:rPr>
      </w:pPr>
      <w:r>
        <w:rPr>
          <w:rFonts w:hint="eastAsia"/>
        </w:rPr>
        <w:lastRenderedPageBreak/>
        <w:t>コンボボックスで次の項目を選択：</w:t>
      </w:r>
      <w:r>
        <w:rPr>
          <w:rFonts w:hint="eastAsia"/>
        </w:rPr>
        <w:t>Space</w:t>
      </w:r>
    </w:p>
    <w:p w:rsidR="0041090B" w:rsidRDefault="0041090B" w:rsidP="0041090B">
      <w:pPr>
        <w:rPr>
          <w:rFonts w:hint="eastAsia"/>
        </w:rPr>
      </w:pPr>
      <w:r>
        <w:rPr>
          <w:rFonts w:hint="eastAsia"/>
        </w:rPr>
        <w:t>コンボボックスで前の項目を選択：</w:t>
      </w:r>
      <w:r>
        <w:rPr>
          <w:rFonts w:hint="eastAsia"/>
        </w:rPr>
        <w:t>Backspace</w:t>
      </w:r>
    </w:p>
    <w:p w:rsidR="0041090B" w:rsidRDefault="0041090B" w:rsidP="0041090B">
      <w:pPr>
        <w:rPr>
          <w:rFonts w:hint="eastAsia"/>
        </w:rPr>
      </w:pPr>
      <w:r>
        <w:rPr>
          <w:rFonts w:hint="eastAsia"/>
        </w:rPr>
        <w:t>次のラジオボタンを選択：</w:t>
      </w:r>
      <w:r>
        <w:rPr>
          <w:rFonts w:hint="eastAsia"/>
        </w:rPr>
        <w:t>Space</w:t>
      </w:r>
    </w:p>
    <w:p w:rsidR="0041090B" w:rsidRDefault="0041090B" w:rsidP="0041090B">
      <w:pPr>
        <w:rPr>
          <w:rFonts w:hint="eastAsia"/>
        </w:rPr>
      </w:pPr>
      <w:r>
        <w:rPr>
          <w:rFonts w:hint="eastAsia"/>
        </w:rPr>
        <w:t>前のラジオボタンを選択：</w:t>
      </w:r>
      <w:r>
        <w:rPr>
          <w:rFonts w:hint="eastAsia"/>
        </w:rPr>
        <w:t>Backspace</w:t>
      </w:r>
    </w:p>
    <w:p w:rsidR="0041090B" w:rsidRDefault="0041090B" w:rsidP="0041090B">
      <w:pPr>
        <w:rPr>
          <w:rFonts w:hint="eastAsia"/>
        </w:rPr>
      </w:pPr>
      <w:r>
        <w:rPr>
          <w:rFonts w:hint="eastAsia"/>
        </w:rPr>
        <w:t>チェックボックスでのチェックオンとオフ：</w:t>
      </w:r>
      <w:r>
        <w:rPr>
          <w:rFonts w:hint="eastAsia"/>
        </w:rPr>
        <w:t>Space</w:t>
      </w:r>
    </w:p>
    <w:p w:rsidR="0041090B" w:rsidRDefault="0041090B" w:rsidP="0041090B">
      <w:pPr>
        <w:rPr>
          <w:rFonts w:hint="eastAsia"/>
        </w:rPr>
      </w:pPr>
      <w:r>
        <w:rPr>
          <w:rFonts w:hint="eastAsia"/>
        </w:rPr>
        <w:t>ボタンの実行：</w:t>
      </w:r>
      <w:r>
        <w:rPr>
          <w:rFonts w:hint="eastAsia"/>
        </w:rPr>
        <w:t>Enter</w:t>
      </w:r>
    </w:p>
    <w:p w:rsidR="0041090B" w:rsidRDefault="0041090B" w:rsidP="0041090B"/>
    <w:p w:rsidR="0041090B" w:rsidRDefault="0041090B" w:rsidP="0041090B">
      <w:pPr>
        <w:pStyle w:val="2"/>
        <w:rPr>
          <w:rFonts w:hint="eastAsia"/>
        </w:rPr>
      </w:pPr>
      <w:r>
        <w:rPr>
          <w:rFonts w:hint="eastAsia"/>
        </w:rPr>
        <w:t xml:space="preserve">1.3 </w:t>
      </w:r>
      <w:r>
        <w:rPr>
          <w:rFonts w:hint="eastAsia"/>
        </w:rPr>
        <w:t>クイックブラウザのメニュー</w:t>
      </w:r>
    </w:p>
    <w:p w:rsidR="0041090B" w:rsidRDefault="0041090B" w:rsidP="0041090B">
      <w:pPr>
        <w:rPr>
          <w:rFonts w:hint="eastAsia"/>
        </w:rPr>
      </w:pPr>
      <w:r>
        <w:rPr>
          <w:rFonts w:hint="eastAsia"/>
        </w:rPr>
        <w:t>インターネットに接続できる環境でクイックブラウザを起動すると初期状態では有限会社エクストラのウェブページが開きます。ホームページを変更するには</w:t>
      </w:r>
      <w:r>
        <w:rPr>
          <w:rFonts w:hint="eastAsia"/>
        </w:rPr>
        <w:t>6.1</w:t>
      </w:r>
      <w:r>
        <w:rPr>
          <w:rFonts w:hint="eastAsia"/>
        </w:rPr>
        <w:t>章「ホームとして登録」をご確認ください。</w:t>
      </w:r>
    </w:p>
    <w:p w:rsidR="0041090B" w:rsidRDefault="0041090B" w:rsidP="0041090B">
      <w:pPr>
        <w:rPr>
          <w:rFonts w:hint="eastAsia"/>
        </w:rPr>
      </w:pPr>
      <w:r>
        <w:rPr>
          <w:rFonts w:hint="eastAsia"/>
        </w:rPr>
        <w:t>Space-m</w:t>
      </w:r>
      <w:r>
        <w:rPr>
          <w:rFonts w:hint="eastAsia"/>
        </w:rPr>
        <w:t>または</w:t>
      </w:r>
      <w:r>
        <w:rPr>
          <w:rFonts w:hint="eastAsia"/>
        </w:rPr>
        <w:t>F2</w:t>
      </w:r>
      <w:r>
        <w:rPr>
          <w:rFonts w:hint="eastAsia"/>
        </w:rPr>
        <w:t>を押すとメニューが開きます。クイックブラウザの各機能はこのメニューから実行するか各ホットキーを使用します。</w:t>
      </w:r>
    </w:p>
    <w:p w:rsidR="0041090B" w:rsidRDefault="0041090B" w:rsidP="0041090B"/>
    <w:p w:rsidR="0041090B" w:rsidRDefault="0041090B" w:rsidP="0041090B">
      <w:pPr>
        <w:rPr>
          <w:rFonts w:hint="eastAsia"/>
        </w:rPr>
      </w:pPr>
      <w:r>
        <w:rPr>
          <w:rFonts w:hint="eastAsia"/>
        </w:rPr>
        <w:t>クイックブラウザのメニューは以下の</w:t>
      </w:r>
      <w:r>
        <w:rPr>
          <w:rFonts w:hint="eastAsia"/>
        </w:rPr>
        <w:t>5</w:t>
      </w:r>
      <w:r>
        <w:rPr>
          <w:rFonts w:hint="eastAsia"/>
        </w:rPr>
        <w:t>項目です。</w:t>
      </w:r>
    </w:p>
    <w:p w:rsidR="0041090B" w:rsidRDefault="0041090B" w:rsidP="0041090B">
      <w:pPr>
        <w:rPr>
          <w:rFonts w:hint="eastAsia"/>
        </w:rPr>
      </w:pPr>
      <w:r>
        <w:rPr>
          <w:rFonts w:hint="eastAsia"/>
        </w:rPr>
        <w:t>ファイル</w:t>
      </w:r>
    </w:p>
    <w:p w:rsidR="0041090B" w:rsidRDefault="0041090B" w:rsidP="0041090B">
      <w:pPr>
        <w:rPr>
          <w:rFonts w:hint="eastAsia"/>
        </w:rPr>
      </w:pPr>
      <w:r>
        <w:rPr>
          <w:rFonts w:hint="eastAsia"/>
        </w:rPr>
        <w:t>読み上げ</w:t>
      </w:r>
    </w:p>
    <w:p w:rsidR="0041090B" w:rsidRDefault="0041090B" w:rsidP="0041090B">
      <w:pPr>
        <w:rPr>
          <w:rFonts w:hint="eastAsia"/>
        </w:rPr>
      </w:pPr>
      <w:r>
        <w:rPr>
          <w:rFonts w:hint="eastAsia"/>
        </w:rPr>
        <w:t>編集</w:t>
      </w:r>
    </w:p>
    <w:p w:rsidR="0041090B" w:rsidRDefault="0041090B" w:rsidP="0041090B">
      <w:pPr>
        <w:rPr>
          <w:rFonts w:hint="eastAsia"/>
        </w:rPr>
      </w:pPr>
      <w:r>
        <w:rPr>
          <w:rFonts w:hint="eastAsia"/>
        </w:rPr>
        <w:t>移動</w:t>
      </w:r>
    </w:p>
    <w:p w:rsidR="0041090B" w:rsidRDefault="0041090B" w:rsidP="0041090B">
      <w:pPr>
        <w:rPr>
          <w:rFonts w:hint="eastAsia"/>
        </w:rPr>
      </w:pPr>
      <w:r>
        <w:rPr>
          <w:rFonts w:hint="eastAsia"/>
        </w:rPr>
        <w:t>お気に入り</w:t>
      </w:r>
    </w:p>
    <w:p w:rsidR="0041090B" w:rsidRDefault="0041090B" w:rsidP="0041090B">
      <w:pPr>
        <w:rPr>
          <w:rFonts w:hint="eastAsia"/>
        </w:rPr>
      </w:pPr>
      <w:r>
        <w:rPr>
          <w:rFonts w:hint="eastAsia"/>
        </w:rPr>
        <w:t>各メニューについて次章以降で説明します。</w:t>
      </w:r>
    </w:p>
    <w:p w:rsidR="0041090B" w:rsidRDefault="0041090B" w:rsidP="0041090B"/>
    <w:p w:rsidR="0041090B" w:rsidRDefault="0041090B" w:rsidP="0041090B">
      <w:pPr>
        <w:rPr>
          <w:rFonts w:hint="eastAsia"/>
        </w:rPr>
      </w:pPr>
      <w:r>
        <w:rPr>
          <w:rFonts w:hint="eastAsia"/>
        </w:rPr>
        <w:t>メニュー項目内で</w:t>
      </w:r>
      <w:r>
        <w:rPr>
          <w:rFonts w:hint="eastAsia"/>
        </w:rPr>
        <w:t>Space-z</w:t>
      </w:r>
      <w:r>
        <w:rPr>
          <w:rFonts w:hint="eastAsia"/>
        </w:rPr>
        <w:t>を押すとメニューを全てキャンセルしてウェブページに戻ります。また、</w:t>
      </w:r>
      <w:r>
        <w:rPr>
          <w:rFonts w:hint="eastAsia"/>
        </w:rPr>
        <w:t>F4</w:t>
      </w:r>
      <w:r>
        <w:rPr>
          <w:rFonts w:hint="eastAsia"/>
        </w:rPr>
        <w:t>を押すとメニューをキャンセルして一つ前のメニュー項目へ戻ることができます。</w:t>
      </w:r>
    </w:p>
    <w:p w:rsidR="0041090B" w:rsidRDefault="0041090B" w:rsidP="0041090B"/>
    <w:p w:rsidR="0041090B" w:rsidRDefault="0041090B" w:rsidP="0041090B">
      <w:pPr>
        <w:pStyle w:val="1"/>
        <w:rPr>
          <w:rFonts w:hint="eastAsia"/>
        </w:rPr>
      </w:pPr>
      <w:r>
        <w:rPr>
          <w:rFonts w:hint="eastAsia"/>
        </w:rPr>
        <w:t xml:space="preserve">2. </w:t>
      </w:r>
      <w:r>
        <w:rPr>
          <w:rFonts w:hint="eastAsia"/>
        </w:rPr>
        <w:t>ファイル</w:t>
      </w:r>
    </w:p>
    <w:p w:rsidR="0041090B" w:rsidRDefault="0041090B" w:rsidP="0041090B">
      <w:pPr>
        <w:pStyle w:val="2"/>
        <w:rPr>
          <w:rFonts w:hint="eastAsia"/>
        </w:rPr>
      </w:pPr>
      <w:r>
        <w:rPr>
          <w:rFonts w:hint="eastAsia"/>
        </w:rPr>
        <w:t>2.1 URL</w:t>
      </w:r>
      <w:r>
        <w:rPr>
          <w:rFonts w:hint="eastAsia"/>
        </w:rPr>
        <w:t>を開く</w:t>
      </w:r>
    </w:p>
    <w:p w:rsidR="0041090B" w:rsidRDefault="0041090B" w:rsidP="0041090B">
      <w:pPr>
        <w:rPr>
          <w:rFonts w:hint="eastAsia"/>
        </w:rPr>
      </w:pPr>
      <w:r>
        <w:rPr>
          <w:rFonts w:hint="eastAsia"/>
        </w:rPr>
        <w:t>ホットキー：</w:t>
      </w:r>
      <w:r>
        <w:rPr>
          <w:rFonts w:hint="eastAsia"/>
        </w:rPr>
        <w:t>Enter-u</w:t>
      </w:r>
    </w:p>
    <w:p w:rsidR="0041090B" w:rsidRDefault="0041090B" w:rsidP="0041090B">
      <w:pPr>
        <w:rPr>
          <w:rFonts w:hint="eastAsia"/>
        </w:rPr>
      </w:pPr>
      <w:r>
        <w:rPr>
          <w:rFonts w:hint="eastAsia"/>
        </w:rPr>
        <w:t>ダイアログ：</w:t>
      </w:r>
    </w:p>
    <w:p w:rsidR="0041090B" w:rsidRDefault="0041090B" w:rsidP="0041090B">
      <w:pPr>
        <w:rPr>
          <w:rFonts w:hint="eastAsia"/>
        </w:rPr>
      </w:pPr>
      <w:r>
        <w:rPr>
          <w:rFonts w:hint="eastAsia"/>
        </w:rPr>
        <w:t>Space-4-5</w:t>
      </w:r>
      <w:r>
        <w:rPr>
          <w:rFonts w:hint="eastAsia"/>
        </w:rPr>
        <w:t>か</w:t>
      </w:r>
      <w:r>
        <w:rPr>
          <w:rFonts w:hint="eastAsia"/>
        </w:rPr>
        <w:t>Space-1-2</w:t>
      </w:r>
      <w:r>
        <w:rPr>
          <w:rFonts w:hint="eastAsia"/>
        </w:rPr>
        <w:t>、または</w:t>
      </w:r>
      <w:r>
        <w:rPr>
          <w:rFonts w:hint="eastAsia"/>
        </w:rPr>
        <w:t>F3</w:t>
      </w:r>
      <w:r>
        <w:rPr>
          <w:rFonts w:hint="eastAsia"/>
        </w:rPr>
        <w:t>か</w:t>
      </w:r>
      <w:r>
        <w:rPr>
          <w:rFonts w:hint="eastAsia"/>
        </w:rPr>
        <w:t>Space-F3</w:t>
      </w:r>
      <w:r>
        <w:rPr>
          <w:rFonts w:hint="eastAsia"/>
        </w:rPr>
        <w:t>を押すと「</w:t>
      </w:r>
      <w:r>
        <w:rPr>
          <w:rFonts w:hint="eastAsia"/>
        </w:rPr>
        <w:t>URL</w:t>
      </w:r>
      <w:r>
        <w:rPr>
          <w:rFonts w:hint="eastAsia"/>
        </w:rPr>
        <w:t>」コンピュータエディットボックス、「開く」ボタン、「閉じる」ボタンを切替えることができます。</w:t>
      </w:r>
    </w:p>
    <w:p w:rsidR="0041090B" w:rsidRDefault="0041090B" w:rsidP="0041090B">
      <w:pPr>
        <w:rPr>
          <w:rFonts w:hint="eastAsia"/>
        </w:rPr>
      </w:pPr>
      <w:r>
        <w:rPr>
          <w:rFonts w:hint="eastAsia"/>
        </w:rPr>
        <w:t>機能：現在開いているウェブページの</w:t>
      </w:r>
      <w:r>
        <w:rPr>
          <w:rFonts w:hint="eastAsia"/>
        </w:rPr>
        <w:t>URL</w:t>
      </w:r>
      <w:r>
        <w:rPr>
          <w:rFonts w:hint="eastAsia"/>
        </w:rPr>
        <w:t>を表示します。</w:t>
      </w:r>
      <w:r>
        <w:rPr>
          <w:rFonts w:hint="eastAsia"/>
        </w:rPr>
        <w:t>URL</w:t>
      </w:r>
      <w:r>
        <w:rPr>
          <w:rFonts w:hint="eastAsia"/>
        </w:rPr>
        <w:t>を書き換えて</w:t>
      </w:r>
      <w:r>
        <w:rPr>
          <w:rFonts w:hint="eastAsia"/>
        </w:rPr>
        <w:t>Enter</w:t>
      </w:r>
      <w:r>
        <w:rPr>
          <w:rFonts w:hint="eastAsia"/>
        </w:rPr>
        <w:t>を押すか「開く」ボタンに切替えて</w:t>
      </w:r>
      <w:r>
        <w:rPr>
          <w:rFonts w:hint="eastAsia"/>
        </w:rPr>
        <w:t>Enter</w:t>
      </w:r>
      <w:r>
        <w:rPr>
          <w:rFonts w:hint="eastAsia"/>
        </w:rPr>
        <w:t>を押すと書き換えた</w:t>
      </w:r>
      <w:r>
        <w:rPr>
          <w:rFonts w:hint="eastAsia"/>
        </w:rPr>
        <w:t>URL</w:t>
      </w:r>
      <w:r>
        <w:rPr>
          <w:rFonts w:hint="eastAsia"/>
        </w:rPr>
        <w:t>のウェブページへ移動します。「閉じる」ボタンで</w:t>
      </w:r>
      <w:r>
        <w:rPr>
          <w:rFonts w:hint="eastAsia"/>
        </w:rPr>
        <w:t>Enter</w:t>
      </w:r>
      <w:r>
        <w:rPr>
          <w:rFonts w:hint="eastAsia"/>
        </w:rPr>
        <w:t>を押すか</w:t>
      </w:r>
      <w:r>
        <w:rPr>
          <w:rFonts w:hint="eastAsia"/>
        </w:rPr>
        <w:t>Space-z</w:t>
      </w:r>
      <w:r>
        <w:rPr>
          <w:rFonts w:hint="eastAsia"/>
        </w:rPr>
        <w:t>を押すと「</w:t>
      </w:r>
      <w:r>
        <w:rPr>
          <w:rFonts w:hint="eastAsia"/>
        </w:rPr>
        <w:t>URL</w:t>
      </w:r>
      <w:r>
        <w:rPr>
          <w:rFonts w:hint="eastAsia"/>
        </w:rPr>
        <w:t>を開く」をキ</w:t>
      </w:r>
      <w:r>
        <w:rPr>
          <w:rFonts w:hint="eastAsia"/>
        </w:rPr>
        <w:lastRenderedPageBreak/>
        <w:t>ャンセルします。</w:t>
      </w:r>
    </w:p>
    <w:p w:rsidR="0041090B" w:rsidRDefault="0041090B" w:rsidP="0041090B"/>
    <w:p w:rsidR="0041090B" w:rsidRDefault="0041090B" w:rsidP="0041090B">
      <w:pPr>
        <w:pStyle w:val="2"/>
        <w:rPr>
          <w:rFonts w:hint="eastAsia"/>
        </w:rPr>
      </w:pPr>
      <w:r>
        <w:rPr>
          <w:rFonts w:hint="eastAsia"/>
        </w:rPr>
        <w:t xml:space="preserve">2.2 </w:t>
      </w:r>
      <w:r>
        <w:rPr>
          <w:rFonts w:hint="eastAsia"/>
        </w:rPr>
        <w:t>ページのテキスト保存</w:t>
      </w:r>
    </w:p>
    <w:p w:rsidR="0041090B" w:rsidRDefault="0041090B" w:rsidP="0041090B">
      <w:pPr>
        <w:rPr>
          <w:rFonts w:hint="eastAsia"/>
        </w:rPr>
      </w:pPr>
      <w:r>
        <w:rPr>
          <w:rFonts w:hint="eastAsia"/>
        </w:rPr>
        <w:t>閲覧中のページ全体をテキスト形式で保存できます。保存したデータは</w:t>
      </w:r>
      <w:proofErr w:type="spellStart"/>
      <w:r>
        <w:rPr>
          <w:rFonts w:hint="eastAsia"/>
        </w:rPr>
        <w:t>flashdisk</w:t>
      </w:r>
      <w:proofErr w:type="spellEnd"/>
      <w:r>
        <w:rPr>
          <w:rFonts w:hint="eastAsia"/>
        </w:rPr>
        <w:t>の</w:t>
      </w:r>
      <w:r>
        <w:rPr>
          <w:rFonts w:hint="eastAsia"/>
        </w:rPr>
        <w:t>download</w:t>
      </w:r>
      <w:r>
        <w:rPr>
          <w:rFonts w:hint="eastAsia"/>
        </w:rPr>
        <w:t>フォルダに保存されます。</w:t>
      </w:r>
    </w:p>
    <w:p w:rsidR="0041090B" w:rsidRDefault="0041090B" w:rsidP="0041090B"/>
    <w:p w:rsidR="0041090B" w:rsidRDefault="0041090B" w:rsidP="0041090B">
      <w:pPr>
        <w:pStyle w:val="2"/>
        <w:rPr>
          <w:rFonts w:hint="eastAsia"/>
        </w:rPr>
      </w:pPr>
      <w:r>
        <w:rPr>
          <w:rFonts w:hint="eastAsia"/>
        </w:rPr>
        <w:t xml:space="preserve">2.3 </w:t>
      </w:r>
      <w:r>
        <w:rPr>
          <w:rFonts w:hint="eastAsia"/>
        </w:rPr>
        <w:t>ページのソース保存</w:t>
      </w:r>
    </w:p>
    <w:p w:rsidR="0041090B" w:rsidRDefault="0041090B" w:rsidP="0041090B">
      <w:pPr>
        <w:rPr>
          <w:rFonts w:hint="eastAsia"/>
        </w:rPr>
      </w:pPr>
      <w:r>
        <w:rPr>
          <w:rFonts w:hint="eastAsia"/>
        </w:rPr>
        <w:t>閲覧中のページ全体を</w:t>
      </w:r>
      <w:r>
        <w:rPr>
          <w:rFonts w:hint="eastAsia"/>
        </w:rPr>
        <w:t>HTML</w:t>
      </w:r>
      <w:r>
        <w:rPr>
          <w:rFonts w:hint="eastAsia"/>
        </w:rPr>
        <w:t>形式で保存できます。保存したデータは</w:t>
      </w:r>
      <w:proofErr w:type="spellStart"/>
      <w:r>
        <w:rPr>
          <w:rFonts w:hint="eastAsia"/>
        </w:rPr>
        <w:t>flashdisk</w:t>
      </w:r>
      <w:proofErr w:type="spellEnd"/>
      <w:r>
        <w:rPr>
          <w:rFonts w:hint="eastAsia"/>
        </w:rPr>
        <w:t>の</w:t>
      </w:r>
      <w:r>
        <w:rPr>
          <w:rFonts w:hint="eastAsia"/>
        </w:rPr>
        <w:t>download</w:t>
      </w:r>
      <w:r>
        <w:rPr>
          <w:rFonts w:hint="eastAsia"/>
        </w:rPr>
        <w:t>フォルダに保存されます。</w:t>
      </w:r>
    </w:p>
    <w:p w:rsidR="0041090B" w:rsidRDefault="0041090B" w:rsidP="0041090B"/>
    <w:p w:rsidR="0041090B" w:rsidRDefault="0041090B" w:rsidP="0041090B">
      <w:pPr>
        <w:pStyle w:val="2"/>
        <w:rPr>
          <w:rFonts w:hint="eastAsia"/>
        </w:rPr>
      </w:pPr>
      <w:r>
        <w:rPr>
          <w:rFonts w:hint="eastAsia"/>
        </w:rPr>
        <w:t xml:space="preserve">2.4 </w:t>
      </w:r>
      <w:r>
        <w:rPr>
          <w:rFonts w:hint="eastAsia"/>
        </w:rPr>
        <w:t>閉じる</w:t>
      </w:r>
    </w:p>
    <w:p w:rsidR="0041090B" w:rsidRDefault="0041090B" w:rsidP="0041090B">
      <w:pPr>
        <w:rPr>
          <w:rFonts w:hint="eastAsia"/>
        </w:rPr>
      </w:pPr>
      <w:r>
        <w:rPr>
          <w:rFonts w:hint="eastAsia"/>
        </w:rPr>
        <w:t>ホットキー：</w:t>
      </w:r>
      <w:r>
        <w:rPr>
          <w:rFonts w:hint="eastAsia"/>
        </w:rPr>
        <w:t>Space-z</w:t>
      </w:r>
    </w:p>
    <w:p w:rsidR="0041090B" w:rsidRDefault="0041090B" w:rsidP="0041090B">
      <w:pPr>
        <w:rPr>
          <w:rFonts w:hint="eastAsia"/>
        </w:rPr>
      </w:pPr>
      <w:r>
        <w:rPr>
          <w:rFonts w:hint="eastAsia"/>
        </w:rPr>
        <w:t>機能：クイックブラウザを終了します。</w:t>
      </w:r>
    </w:p>
    <w:p w:rsidR="0041090B" w:rsidRDefault="0041090B" w:rsidP="0041090B"/>
    <w:p w:rsidR="0041090B" w:rsidRDefault="0041090B" w:rsidP="0041090B">
      <w:pPr>
        <w:pStyle w:val="1"/>
        <w:rPr>
          <w:rFonts w:hint="eastAsia"/>
        </w:rPr>
      </w:pPr>
      <w:r>
        <w:rPr>
          <w:rFonts w:hint="eastAsia"/>
        </w:rPr>
        <w:t xml:space="preserve">3. </w:t>
      </w:r>
      <w:r>
        <w:rPr>
          <w:rFonts w:hint="eastAsia"/>
        </w:rPr>
        <w:t>読み上げ</w:t>
      </w:r>
    </w:p>
    <w:p w:rsidR="0041090B" w:rsidRDefault="0041090B" w:rsidP="0041090B">
      <w:pPr>
        <w:pStyle w:val="2"/>
        <w:rPr>
          <w:rFonts w:hint="eastAsia"/>
        </w:rPr>
      </w:pPr>
      <w:r>
        <w:rPr>
          <w:rFonts w:hint="eastAsia"/>
        </w:rPr>
        <w:t xml:space="preserve">3.1 </w:t>
      </w:r>
      <w:r>
        <w:rPr>
          <w:rFonts w:hint="eastAsia"/>
        </w:rPr>
        <w:t>先頭からカーソルまで読み上げ</w:t>
      </w:r>
    </w:p>
    <w:p w:rsidR="0041090B" w:rsidRDefault="0041090B" w:rsidP="0041090B">
      <w:pPr>
        <w:rPr>
          <w:rFonts w:hint="eastAsia"/>
        </w:rPr>
      </w:pPr>
      <w:r>
        <w:rPr>
          <w:rFonts w:hint="eastAsia"/>
        </w:rPr>
        <w:t>ホットキー：</w:t>
      </w:r>
      <w:r>
        <w:rPr>
          <w:rFonts w:hint="eastAsia"/>
        </w:rPr>
        <w:t>Backspace-g</w:t>
      </w:r>
    </w:p>
    <w:p w:rsidR="0041090B" w:rsidRDefault="0041090B" w:rsidP="0041090B">
      <w:pPr>
        <w:rPr>
          <w:rFonts w:hint="eastAsia"/>
        </w:rPr>
      </w:pPr>
      <w:r>
        <w:rPr>
          <w:rFonts w:hint="eastAsia"/>
        </w:rPr>
        <w:t>機能：ウェブページの先頭から現在カーソルのある位置まで連続して読み上げま</w:t>
      </w:r>
      <w:r>
        <w:rPr>
          <w:rFonts w:hint="eastAsia"/>
          <w:lang w:eastAsia="ja-JP"/>
        </w:rPr>
        <w:t>す</w:t>
      </w:r>
      <w:r>
        <w:rPr>
          <w:rFonts w:hint="eastAsia"/>
        </w:rPr>
        <w:t>。</w:t>
      </w:r>
    </w:p>
    <w:p w:rsidR="0041090B" w:rsidRDefault="0041090B" w:rsidP="0041090B"/>
    <w:p w:rsidR="0041090B" w:rsidRDefault="0041090B" w:rsidP="0041090B">
      <w:pPr>
        <w:pStyle w:val="2"/>
        <w:rPr>
          <w:rFonts w:hint="eastAsia"/>
        </w:rPr>
      </w:pPr>
      <w:r>
        <w:rPr>
          <w:rFonts w:hint="eastAsia"/>
        </w:rPr>
        <w:t xml:space="preserve">3.2 </w:t>
      </w:r>
      <w:r>
        <w:rPr>
          <w:rFonts w:hint="eastAsia"/>
        </w:rPr>
        <w:t>カーソルから最後まで読み上げ</w:t>
      </w:r>
    </w:p>
    <w:p w:rsidR="0041090B" w:rsidRDefault="0041090B" w:rsidP="0041090B">
      <w:pPr>
        <w:rPr>
          <w:rFonts w:hint="eastAsia"/>
        </w:rPr>
      </w:pPr>
      <w:r>
        <w:rPr>
          <w:rFonts w:hint="eastAsia"/>
        </w:rPr>
        <w:t>ホットキー：</w:t>
      </w:r>
      <w:r>
        <w:rPr>
          <w:rFonts w:hint="eastAsia"/>
        </w:rPr>
        <w:t>Enter-g</w:t>
      </w:r>
    </w:p>
    <w:p w:rsidR="0041090B" w:rsidRDefault="0041090B" w:rsidP="0041090B">
      <w:pPr>
        <w:rPr>
          <w:rFonts w:hint="eastAsia"/>
        </w:rPr>
      </w:pPr>
      <w:r>
        <w:rPr>
          <w:rFonts w:hint="eastAsia"/>
        </w:rPr>
        <w:t>機能：現在のカーソル位置からウェブページの最後まで連続して読み上げます。</w:t>
      </w:r>
    </w:p>
    <w:p w:rsidR="0041090B" w:rsidRDefault="0041090B" w:rsidP="0041090B"/>
    <w:p w:rsidR="0041090B" w:rsidRDefault="0041090B" w:rsidP="0041090B">
      <w:pPr>
        <w:pStyle w:val="1"/>
        <w:rPr>
          <w:rFonts w:hint="eastAsia"/>
        </w:rPr>
      </w:pPr>
      <w:r>
        <w:rPr>
          <w:rFonts w:hint="eastAsia"/>
        </w:rPr>
        <w:t xml:space="preserve">4. </w:t>
      </w:r>
      <w:r>
        <w:rPr>
          <w:rFonts w:hint="eastAsia"/>
        </w:rPr>
        <w:t>編集</w:t>
      </w:r>
    </w:p>
    <w:p w:rsidR="0041090B" w:rsidRDefault="0041090B" w:rsidP="0041090B">
      <w:pPr>
        <w:pStyle w:val="2"/>
        <w:rPr>
          <w:rFonts w:hint="eastAsia"/>
        </w:rPr>
      </w:pPr>
      <w:r>
        <w:rPr>
          <w:rFonts w:hint="eastAsia"/>
        </w:rPr>
        <w:t xml:space="preserve">4.1 </w:t>
      </w:r>
      <w:r>
        <w:rPr>
          <w:rFonts w:hint="eastAsia"/>
        </w:rPr>
        <w:t>テキスト選択ウインドウ開始</w:t>
      </w:r>
    </w:p>
    <w:p w:rsidR="0041090B" w:rsidRDefault="0041090B" w:rsidP="0041090B">
      <w:pPr>
        <w:rPr>
          <w:rFonts w:hint="eastAsia"/>
        </w:rPr>
      </w:pPr>
      <w:r>
        <w:rPr>
          <w:rFonts w:hint="eastAsia"/>
        </w:rPr>
        <w:t>ウェブページの閲覧中に</w:t>
      </w:r>
      <w:r>
        <w:rPr>
          <w:rFonts w:hint="eastAsia"/>
        </w:rPr>
        <w:t>F2</w:t>
      </w:r>
      <w:r>
        <w:rPr>
          <w:rFonts w:hint="eastAsia"/>
        </w:rPr>
        <w:t>または</w:t>
      </w:r>
      <w:r>
        <w:rPr>
          <w:rFonts w:hint="eastAsia"/>
        </w:rPr>
        <w:t>Space-m</w:t>
      </w:r>
      <w:r>
        <w:rPr>
          <w:rFonts w:hint="eastAsia"/>
        </w:rPr>
        <w:t>を押してメニューから「編集」を選択し、「テキスト選択ウインドウ開始」を実行してください。ホットキーは</w:t>
      </w:r>
      <w:r>
        <w:rPr>
          <w:rFonts w:hint="eastAsia"/>
        </w:rPr>
        <w:t>Space-s</w:t>
      </w:r>
    </w:p>
    <w:p w:rsidR="0041090B" w:rsidRDefault="0041090B" w:rsidP="0041090B">
      <w:pPr>
        <w:rPr>
          <w:rFonts w:hint="eastAsia"/>
        </w:rPr>
      </w:pPr>
      <w:r>
        <w:rPr>
          <w:rFonts w:hint="eastAsia"/>
        </w:rPr>
        <w:t>です。</w:t>
      </w:r>
    </w:p>
    <w:p w:rsidR="0041090B" w:rsidRDefault="0041090B" w:rsidP="0041090B">
      <w:pPr>
        <w:rPr>
          <w:rFonts w:hint="eastAsia"/>
        </w:rPr>
      </w:pPr>
      <w:r>
        <w:rPr>
          <w:rFonts w:hint="eastAsia"/>
        </w:rPr>
        <w:t>テキスト選択ウインドウを実行することで、ウェブページをテキスト文書の形式にして閲覧が可能になります。</w:t>
      </w:r>
    </w:p>
    <w:p w:rsidR="0041090B" w:rsidRDefault="0041090B" w:rsidP="0041090B">
      <w:pPr>
        <w:rPr>
          <w:rFonts w:hint="eastAsia"/>
        </w:rPr>
      </w:pPr>
      <w:r>
        <w:rPr>
          <w:rFonts w:hint="eastAsia"/>
        </w:rPr>
        <w:t>テキスト選択ウインドウ実行時には以下の操作が可能になります。</w:t>
      </w:r>
    </w:p>
    <w:p w:rsidR="0041090B" w:rsidRDefault="0041090B" w:rsidP="0041090B"/>
    <w:p w:rsidR="0041090B" w:rsidRDefault="0041090B" w:rsidP="0041090B">
      <w:pPr>
        <w:pStyle w:val="2"/>
        <w:rPr>
          <w:rFonts w:hint="eastAsia"/>
        </w:rPr>
      </w:pPr>
      <w:r>
        <w:rPr>
          <w:rFonts w:hint="eastAsia"/>
        </w:rPr>
        <w:lastRenderedPageBreak/>
        <w:t xml:space="preserve">4.2 </w:t>
      </w:r>
      <w:r>
        <w:rPr>
          <w:rFonts w:hint="eastAsia"/>
        </w:rPr>
        <w:t>詳細読みの文字確認</w:t>
      </w:r>
    </w:p>
    <w:p w:rsidR="0041090B" w:rsidRDefault="0041090B" w:rsidP="0041090B">
      <w:pPr>
        <w:rPr>
          <w:rFonts w:hint="eastAsia"/>
        </w:rPr>
      </w:pPr>
      <w:r>
        <w:rPr>
          <w:rFonts w:hint="eastAsia"/>
        </w:rPr>
        <w:t>Space-3-6</w:t>
      </w:r>
      <w:r>
        <w:rPr>
          <w:rFonts w:hint="eastAsia"/>
        </w:rPr>
        <w:t>を</w:t>
      </w:r>
      <w:r>
        <w:rPr>
          <w:rFonts w:hint="eastAsia"/>
        </w:rPr>
        <w:t>1</w:t>
      </w:r>
      <w:r>
        <w:rPr>
          <w:rFonts w:hint="eastAsia"/>
        </w:rPr>
        <w:t>回押すと</w:t>
      </w:r>
      <w:r>
        <w:rPr>
          <w:rFonts w:hint="eastAsia"/>
        </w:rPr>
        <w:t>1</w:t>
      </w:r>
      <w:r>
        <w:rPr>
          <w:rFonts w:hint="eastAsia"/>
        </w:rPr>
        <w:t>文字読み上げ、</w:t>
      </w:r>
      <w:r>
        <w:rPr>
          <w:rFonts w:hint="eastAsia"/>
        </w:rPr>
        <w:t>2</w:t>
      </w:r>
      <w:r>
        <w:rPr>
          <w:rFonts w:hint="eastAsia"/>
        </w:rPr>
        <w:t>回押すと詳細読みを行います。</w:t>
      </w:r>
    </w:p>
    <w:p w:rsidR="0041090B" w:rsidRDefault="0041090B" w:rsidP="0041090B"/>
    <w:p w:rsidR="0041090B" w:rsidRDefault="0041090B" w:rsidP="0041090B">
      <w:pPr>
        <w:pStyle w:val="2"/>
        <w:rPr>
          <w:rFonts w:hint="eastAsia"/>
        </w:rPr>
      </w:pPr>
      <w:r>
        <w:rPr>
          <w:rFonts w:hint="eastAsia"/>
        </w:rPr>
        <w:t xml:space="preserve">4.3 </w:t>
      </w:r>
      <w:r>
        <w:rPr>
          <w:rFonts w:hint="eastAsia"/>
        </w:rPr>
        <w:t>クリップボードへの文書コピー</w:t>
      </w:r>
    </w:p>
    <w:p w:rsidR="0041090B" w:rsidRDefault="0041090B" w:rsidP="0041090B">
      <w:pPr>
        <w:rPr>
          <w:rFonts w:hint="eastAsia"/>
        </w:rPr>
      </w:pPr>
      <w:r>
        <w:rPr>
          <w:rFonts w:hint="eastAsia"/>
        </w:rPr>
        <w:t>ワードプロセッサと同じ要領で文書をクリップボードにコピーすることができます。</w:t>
      </w:r>
    </w:p>
    <w:p w:rsidR="0041090B" w:rsidRDefault="0041090B" w:rsidP="0041090B">
      <w:pPr>
        <w:rPr>
          <w:rFonts w:hint="eastAsia"/>
        </w:rPr>
      </w:pPr>
      <w:r>
        <w:rPr>
          <w:rFonts w:hint="eastAsia"/>
        </w:rPr>
        <w:t>テキスト選択ウインドウ実行時に</w:t>
      </w:r>
      <w:r>
        <w:rPr>
          <w:rFonts w:hint="eastAsia"/>
        </w:rPr>
        <w:t>F2</w:t>
      </w:r>
      <w:r>
        <w:rPr>
          <w:rFonts w:hint="eastAsia"/>
        </w:rPr>
        <w:t>または</w:t>
      </w:r>
      <w:r>
        <w:rPr>
          <w:rFonts w:hint="eastAsia"/>
        </w:rPr>
        <w:t>Space-m</w:t>
      </w:r>
      <w:r>
        <w:rPr>
          <w:rFonts w:hint="eastAsia"/>
        </w:rPr>
        <w:t>を押してメニューから編集を選択すると「ブロック選択」、「コピー」、「クリップボードに追加」、「全て選択」を実行できます。</w:t>
      </w:r>
    </w:p>
    <w:p w:rsidR="0041090B" w:rsidRDefault="0041090B" w:rsidP="0041090B"/>
    <w:p w:rsidR="0041090B" w:rsidRDefault="0041090B" w:rsidP="0041090B">
      <w:pPr>
        <w:pStyle w:val="2"/>
        <w:rPr>
          <w:rFonts w:hint="eastAsia"/>
        </w:rPr>
      </w:pPr>
      <w:r>
        <w:rPr>
          <w:rFonts w:hint="eastAsia"/>
        </w:rPr>
        <w:t xml:space="preserve">4.4 </w:t>
      </w:r>
      <w:r>
        <w:rPr>
          <w:rFonts w:hint="eastAsia"/>
        </w:rPr>
        <w:t>テキストウインドウを閉じる</w:t>
      </w:r>
    </w:p>
    <w:p w:rsidR="0041090B" w:rsidRDefault="0041090B" w:rsidP="0041090B">
      <w:pPr>
        <w:rPr>
          <w:rFonts w:hint="eastAsia"/>
        </w:rPr>
      </w:pPr>
      <w:r>
        <w:rPr>
          <w:rFonts w:hint="eastAsia"/>
        </w:rPr>
        <w:t>テキスト選択ウインドウ実行時に</w:t>
      </w:r>
      <w:r>
        <w:rPr>
          <w:rFonts w:hint="eastAsia"/>
        </w:rPr>
        <w:t>F2</w:t>
      </w:r>
      <w:r>
        <w:rPr>
          <w:rFonts w:hint="eastAsia"/>
        </w:rPr>
        <w:t>または</w:t>
      </w:r>
      <w:r>
        <w:rPr>
          <w:rFonts w:hint="eastAsia"/>
        </w:rPr>
        <w:t>Space-m</w:t>
      </w:r>
      <w:r>
        <w:rPr>
          <w:rFonts w:hint="eastAsia"/>
        </w:rPr>
        <w:t>を押してメニューからファイルを選択して「テキスト選択ウインドウを閉じる」を実行するか</w:t>
      </w:r>
      <w:r>
        <w:rPr>
          <w:rFonts w:hint="eastAsia"/>
        </w:rPr>
        <w:t>Space-z</w:t>
      </w:r>
      <w:r>
        <w:rPr>
          <w:rFonts w:hint="eastAsia"/>
        </w:rPr>
        <w:t>を押すとテキスト選択ウインドウを閉じて通常のウェブページ閲覧表示に戻ります。</w:t>
      </w:r>
    </w:p>
    <w:p w:rsidR="0041090B" w:rsidRDefault="0041090B" w:rsidP="0041090B"/>
    <w:p w:rsidR="0041090B" w:rsidRDefault="0041090B" w:rsidP="0041090B">
      <w:pPr>
        <w:rPr>
          <w:rFonts w:hint="eastAsia"/>
        </w:rPr>
      </w:pPr>
      <w:r>
        <w:rPr>
          <w:rFonts w:hint="eastAsia"/>
        </w:rPr>
        <w:t>テキスト選択ウインドウのホットキー</w:t>
      </w:r>
    </w:p>
    <w:p w:rsidR="0041090B" w:rsidRDefault="0041090B" w:rsidP="0041090B">
      <w:pPr>
        <w:rPr>
          <w:rFonts w:hint="eastAsia"/>
        </w:rPr>
      </w:pPr>
      <w:r>
        <w:rPr>
          <w:rFonts w:hint="eastAsia"/>
        </w:rPr>
        <w:t>テキスト選択ウインドウ開始：</w:t>
      </w:r>
      <w:r>
        <w:rPr>
          <w:rFonts w:hint="eastAsia"/>
        </w:rPr>
        <w:t>Space-s</w:t>
      </w:r>
    </w:p>
    <w:p w:rsidR="0041090B" w:rsidRDefault="0041090B" w:rsidP="0041090B">
      <w:pPr>
        <w:rPr>
          <w:rFonts w:hint="eastAsia"/>
        </w:rPr>
      </w:pPr>
      <w:r>
        <w:rPr>
          <w:rFonts w:hint="eastAsia"/>
        </w:rPr>
        <w:t>テキスト選択ウインドウを閉じる：</w:t>
      </w:r>
      <w:r>
        <w:rPr>
          <w:rFonts w:hint="eastAsia"/>
        </w:rPr>
        <w:t>Space-z</w:t>
      </w:r>
    </w:p>
    <w:p w:rsidR="0041090B" w:rsidRDefault="0041090B" w:rsidP="0041090B">
      <w:pPr>
        <w:rPr>
          <w:rFonts w:hint="eastAsia"/>
        </w:rPr>
      </w:pPr>
      <w:r>
        <w:rPr>
          <w:rFonts w:hint="eastAsia"/>
        </w:rPr>
        <w:t>ブロック選択開始：</w:t>
      </w:r>
      <w:r>
        <w:rPr>
          <w:rFonts w:hint="eastAsia"/>
        </w:rPr>
        <w:t>Enter-b</w:t>
      </w:r>
    </w:p>
    <w:p w:rsidR="0041090B" w:rsidRDefault="0041090B" w:rsidP="0041090B">
      <w:pPr>
        <w:rPr>
          <w:rFonts w:hint="eastAsia"/>
        </w:rPr>
      </w:pPr>
      <w:r>
        <w:rPr>
          <w:rFonts w:hint="eastAsia"/>
        </w:rPr>
        <w:t>コピー：</w:t>
      </w:r>
      <w:r>
        <w:rPr>
          <w:rFonts w:hint="eastAsia"/>
        </w:rPr>
        <w:t>Enter-c</w:t>
      </w:r>
    </w:p>
    <w:p w:rsidR="0041090B" w:rsidRDefault="0041090B" w:rsidP="0041090B">
      <w:pPr>
        <w:rPr>
          <w:rFonts w:hint="eastAsia"/>
        </w:rPr>
      </w:pPr>
      <w:r>
        <w:rPr>
          <w:rFonts w:hint="eastAsia"/>
        </w:rPr>
        <w:t>クリップボードに追加：</w:t>
      </w:r>
      <w:r>
        <w:rPr>
          <w:rFonts w:hint="eastAsia"/>
        </w:rPr>
        <w:t>Enter-p</w:t>
      </w:r>
    </w:p>
    <w:p w:rsidR="0041090B" w:rsidRDefault="0041090B" w:rsidP="0041090B">
      <w:pPr>
        <w:rPr>
          <w:rFonts w:hint="eastAsia"/>
        </w:rPr>
      </w:pPr>
      <w:r>
        <w:rPr>
          <w:rFonts w:hint="eastAsia"/>
        </w:rPr>
        <w:t>全て選択：</w:t>
      </w:r>
      <w:r>
        <w:rPr>
          <w:rFonts w:hint="eastAsia"/>
        </w:rPr>
        <w:t>Enter-a</w:t>
      </w:r>
    </w:p>
    <w:p w:rsidR="0041090B" w:rsidRDefault="0041090B" w:rsidP="0041090B"/>
    <w:p w:rsidR="0041090B" w:rsidRDefault="0041090B" w:rsidP="0041090B">
      <w:pPr>
        <w:pStyle w:val="1"/>
        <w:rPr>
          <w:rFonts w:hint="eastAsia"/>
        </w:rPr>
      </w:pPr>
      <w:r>
        <w:rPr>
          <w:rFonts w:hint="eastAsia"/>
        </w:rPr>
        <w:t xml:space="preserve">5. </w:t>
      </w:r>
      <w:r>
        <w:rPr>
          <w:rFonts w:hint="eastAsia"/>
        </w:rPr>
        <w:t>移動</w:t>
      </w:r>
    </w:p>
    <w:p w:rsidR="0041090B" w:rsidRDefault="0041090B" w:rsidP="0041090B">
      <w:pPr>
        <w:pStyle w:val="2"/>
        <w:rPr>
          <w:rFonts w:hint="eastAsia"/>
        </w:rPr>
      </w:pPr>
      <w:r>
        <w:rPr>
          <w:rFonts w:hint="eastAsia"/>
        </w:rPr>
        <w:t xml:space="preserve">5.1 </w:t>
      </w:r>
      <w:r>
        <w:rPr>
          <w:rFonts w:hint="eastAsia"/>
        </w:rPr>
        <w:t>ホームへ移動</w:t>
      </w:r>
    </w:p>
    <w:p w:rsidR="0041090B" w:rsidRDefault="0041090B" w:rsidP="0041090B">
      <w:pPr>
        <w:rPr>
          <w:rFonts w:hint="eastAsia"/>
        </w:rPr>
      </w:pPr>
      <w:r>
        <w:rPr>
          <w:rFonts w:hint="eastAsia"/>
        </w:rPr>
        <w:t>ホットキー：</w:t>
      </w:r>
      <w:r>
        <w:rPr>
          <w:rFonts w:hint="eastAsia"/>
        </w:rPr>
        <w:t>Backspace-h</w:t>
      </w:r>
    </w:p>
    <w:p w:rsidR="0041090B" w:rsidRDefault="0041090B" w:rsidP="0041090B">
      <w:pPr>
        <w:rPr>
          <w:rFonts w:hint="eastAsia"/>
        </w:rPr>
      </w:pPr>
      <w:r>
        <w:rPr>
          <w:rFonts w:hint="eastAsia"/>
        </w:rPr>
        <w:t>機能：ホームに設定されているウェブページへ移動します。ホームの設定については</w:t>
      </w:r>
      <w:r>
        <w:rPr>
          <w:rFonts w:hint="eastAsia"/>
        </w:rPr>
        <w:t>6.1</w:t>
      </w:r>
      <w:r>
        <w:rPr>
          <w:rFonts w:hint="eastAsia"/>
        </w:rPr>
        <w:t>「ホームとして登録」をご参照ください。</w:t>
      </w:r>
    </w:p>
    <w:p w:rsidR="0041090B" w:rsidRDefault="0041090B" w:rsidP="0041090B"/>
    <w:p w:rsidR="0041090B" w:rsidRDefault="0041090B" w:rsidP="0041090B">
      <w:pPr>
        <w:pStyle w:val="2"/>
        <w:rPr>
          <w:rFonts w:hint="eastAsia"/>
        </w:rPr>
      </w:pPr>
      <w:r>
        <w:rPr>
          <w:rFonts w:hint="eastAsia"/>
        </w:rPr>
        <w:t xml:space="preserve">5.2 </w:t>
      </w:r>
      <w:r>
        <w:rPr>
          <w:rFonts w:hint="eastAsia"/>
        </w:rPr>
        <w:t>前のページへ移動</w:t>
      </w:r>
    </w:p>
    <w:p w:rsidR="0041090B" w:rsidRDefault="0041090B" w:rsidP="0041090B">
      <w:pPr>
        <w:rPr>
          <w:rFonts w:hint="eastAsia"/>
        </w:rPr>
      </w:pPr>
      <w:r>
        <w:rPr>
          <w:rFonts w:hint="eastAsia"/>
        </w:rPr>
        <w:t>ホットキー：</w:t>
      </w:r>
      <w:r>
        <w:rPr>
          <w:rFonts w:hint="eastAsia"/>
        </w:rPr>
        <w:t>Backspace-p</w:t>
      </w:r>
    </w:p>
    <w:p w:rsidR="0041090B" w:rsidRDefault="0041090B" w:rsidP="0041090B">
      <w:pPr>
        <w:rPr>
          <w:rFonts w:hint="eastAsia"/>
        </w:rPr>
      </w:pPr>
      <w:r>
        <w:rPr>
          <w:rFonts w:hint="eastAsia"/>
        </w:rPr>
        <w:t>機能：一つ前に開いていたウェブページへ移動します。</w:t>
      </w:r>
    </w:p>
    <w:p w:rsidR="0041090B" w:rsidRDefault="0041090B" w:rsidP="0041090B"/>
    <w:p w:rsidR="0041090B" w:rsidRDefault="0041090B" w:rsidP="0041090B">
      <w:pPr>
        <w:pStyle w:val="2"/>
        <w:rPr>
          <w:rFonts w:hint="eastAsia"/>
        </w:rPr>
      </w:pPr>
      <w:r>
        <w:rPr>
          <w:rFonts w:hint="eastAsia"/>
        </w:rPr>
        <w:t xml:space="preserve">5.3 </w:t>
      </w:r>
      <w:r>
        <w:rPr>
          <w:rFonts w:hint="eastAsia"/>
        </w:rPr>
        <w:t>次のページへ移動</w:t>
      </w:r>
    </w:p>
    <w:p w:rsidR="0041090B" w:rsidRDefault="0041090B" w:rsidP="0041090B">
      <w:pPr>
        <w:rPr>
          <w:rFonts w:hint="eastAsia"/>
        </w:rPr>
      </w:pPr>
      <w:r>
        <w:rPr>
          <w:rFonts w:hint="eastAsia"/>
        </w:rPr>
        <w:t>ホットキー：</w:t>
      </w:r>
      <w:r>
        <w:rPr>
          <w:rFonts w:hint="eastAsia"/>
        </w:rPr>
        <w:t>Backspace-n</w:t>
      </w:r>
    </w:p>
    <w:p w:rsidR="0041090B" w:rsidRDefault="0041090B" w:rsidP="0041090B">
      <w:pPr>
        <w:rPr>
          <w:rFonts w:hint="eastAsia"/>
        </w:rPr>
      </w:pPr>
      <w:r>
        <w:rPr>
          <w:rFonts w:hint="eastAsia"/>
        </w:rPr>
        <w:lastRenderedPageBreak/>
        <w:t>機能：「前のページへ移動」を実行する前のページに戻ります。</w:t>
      </w:r>
    </w:p>
    <w:p w:rsidR="0041090B" w:rsidRDefault="0041090B" w:rsidP="0041090B"/>
    <w:p w:rsidR="0041090B" w:rsidRDefault="0041090B" w:rsidP="0041090B">
      <w:pPr>
        <w:pStyle w:val="2"/>
        <w:rPr>
          <w:rFonts w:hint="eastAsia"/>
        </w:rPr>
      </w:pPr>
      <w:r>
        <w:rPr>
          <w:rFonts w:hint="eastAsia"/>
        </w:rPr>
        <w:t xml:space="preserve">5.4 </w:t>
      </w:r>
      <w:r>
        <w:rPr>
          <w:rFonts w:hint="eastAsia"/>
        </w:rPr>
        <w:t>前の見出しへ移動</w:t>
      </w:r>
    </w:p>
    <w:p w:rsidR="0041090B" w:rsidRDefault="0041090B" w:rsidP="0041090B">
      <w:pPr>
        <w:rPr>
          <w:rFonts w:hint="eastAsia"/>
        </w:rPr>
      </w:pPr>
      <w:r>
        <w:rPr>
          <w:rFonts w:hint="eastAsia"/>
        </w:rPr>
        <w:t>ホットキー：</w:t>
      </w:r>
      <w:r>
        <w:rPr>
          <w:rFonts w:hint="eastAsia"/>
        </w:rPr>
        <w:t>1</w:t>
      </w:r>
      <w:r>
        <w:rPr>
          <w:rFonts w:hint="eastAsia"/>
        </w:rPr>
        <w:t>の点または</w:t>
      </w:r>
      <w:r>
        <w:rPr>
          <w:rFonts w:hint="eastAsia"/>
        </w:rPr>
        <w:t>Backspace-b</w:t>
      </w:r>
    </w:p>
    <w:p w:rsidR="0041090B" w:rsidRDefault="0041090B" w:rsidP="0041090B">
      <w:pPr>
        <w:rPr>
          <w:rFonts w:hint="eastAsia"/>
        </w:rPr>
      </w:pPr>
      <w:r>
        <w:rPr>
          <w:rFonts w:hint="eastAsia"/>
        </w:rPr>
        <w:t>機能：カーソル位置よりも前にある見出しへ移動します。</w:t>
      </w:r>
    </w:p>
    <w:p w:rsidR="0041090B" w:rsidRDefault="0041090B" w:rsidP="0041090B"/>
    <w:p w:rsidR="0041090B" w:rsidRDefault="0041090B" w:rsidP="0041090B">
      <w:pPr>
        <w:pStyle w:val="2"/>
        <w:rPr>
          <w:rFonts w:hint="eastAsia"/>
        </w:rPr>
      </w:pPr>
      <w:r>
        <w:rPr>
          <w:rFonts w:hint="eastAsia"/>
        </w:rPr>
        <w:t xml:space="preserve">5.5 </w:t>
      </w:r>
      <w:r>
        <w:rPr>
          <w:rFonts w:hint="eastAsia"/>
        </w:rPr>
        <w:t>次の見出しへ移動</w:t>
      </w:r>
    </w:p>
    <w:p w:rsidR="0041090B" w:rsidRDefault="0041090B" w:rsidP="0041090B">
      <w:pPr>
        <w:rPr>
          <w:rFonts w:hint="eastAsia"/>
        </w:rPr>
      </w:pPr>
      <w:r>
        <w:rPr>
          <w:rFonts w:hint="eastAsia"/>
        </w:rPr>
        <w:t>ホットキー：</w:t>
      </w:r>
      <w:r>
        <w:rPr>
          <w:rFonts w:hint="eastAsia"/>
        </w:rPr>
        <w:t>4</w:t>
      </w:r>
      <w:r>
        <w:rPr>
          <w:rFonts w:hint="eastAsia"/>
        </w:rPr>
        <w:t>の点または</w:t>
      </w:r>
      <w:r>
        <w:rPr>
          <w:rFonts w:hint="eastAsia"/>
        </w:rPr>
        <w:t>Backspace-f</w:t>
      </w:r>
    </w:p>
    <w:p w:rsidR="0041090B" w:rsidRDefault="0041090B" w:rsidP="0041090B">
      <w:pPr>
        <w:rPr>
          <w:rFonts w:hint="eastAsia"/>
        </w:rPr>
      </w:pPr>
      <w:r>
        <w:rPr>
          <w:rFonts w:hint="eastAsia"/>
        </w:rPr>
        <w:t>機能：カーソル位置よりも後にある見出しへ移動します。</w:t>
      </w:r>
    </w:p>
    <w:p w:rsidR="0041090B" w:rsidRDefault="0041090B" w:rsidP="0041090B"/>
    <w:p w:rsidR="0041090B" w:rsidRDefault="0041090B" w:rsidP="0041090B">
      <w:pPr>
        <w:pStyle w:val="2"/>
        <w:rPr>
          <w:rFonts w:hint="eastAsia"/>
        </w:rPr>
      </w:pPr>
      <w:r>
        <w:rPr>
          <w:rFonts w:hint="eastAsia"/>
        </w:rPr>
        <w:t xml:space="preserve">5.6 </w:t>
      </w:r>
      <w:r>
        <w:rPr>
          <w:rFonts w:hint="eastAsia"/>
        </w:rPr>
        <w:t>前のテキストへ移動</w:t>
      </w:r>
    </w:p>
    <w:p w:rsidR="0041090B" w:rsidRDefault="0041090B" w:rsidP="0041090B">
      <w:pPr>
        <w:rPr>
          <w:rFonts w:hint="eastAsia"/>
        </w:rPr>
      </w:pPr>
      <w:r>
        <w:rPr>
          <w:rFonts w:hint="eastAsia"/>
        </w:rPr>
        <w:t>ホットキー：</w:t>
      </w:r>
      <w:r>
        <w:rPr>
          <w:rFonts w:hint="eastAsia"/>
        </w:rPr>
        <w:t>3</w:t>
      </w:r>
      <w:r>
        <w:rPr>
          <w:rFonts w:hint="eastAsia"/>
        </w:rPr>
        <w:t>の点または</w:t>
      </w:r>
      <w:r>
        <w:rPr>
          <w:rFonts w:hint="eastAsia"/>
        </w:rPr>
        <w:t>Space-2-4-6</w:t>
      </w:r>
    </w:p>
    <w:p w:rsidR="0041090B" w:rsidRDefault="0041090B" w:rsidP="0041090B">
      <w:pPr>
        <w:rPr>
          <w:rFonts w:hint="eastAsia"/>
        </w:rPr>
      </w:pPr>
      <w:r>
        <w:rPr>
          <w:rFonts w:hint="eastAsia"/>
        </w:rPr>
        <w:t>機能：カーソル位置よりも前にある文書へ移動します。</w:t>
      </w:r>
    </w:p>
    <w:p w:rsidR="0041090B" w:rsidRDefault="0041090B" w:rsidP="0041090B"/>
    <w:p w:rsidR="0041090B" w:rsidRDefault="0041090B" w:rsidP="0041090B">
      <w:pPr>
        <w:pStyle w:val="2"/>
        <w:rPr>
          <w:rFonts w:hint="eastAsia"/>
        </w:rPr>
      </w:pPr>
      <w:r>
        <w:rPr>
          <w:rFonts w:hint="eastAsia"/>
        </w:rPr>
        <w:t xml:space="preserve">5.7 </w:t>
      </w:r>
      <w:r>
        <w:rPr>
          <w:rFonts w:hint="eastAsia"/>
        </w:rPr>
        <w:t>次のテキストへ移動</w:t>
      </w:r>
    </w:p>
    <w:p w:rsidR="0041090B" w:rsidRDefault="0041090B" w:rsidP="0041090B">
      <w:pPr>
        <w:rPr>
          <w:rFonts w:hint="eastAsia"/>
        </w:rPr>
      </w:pPr>
      <w:r>
        <w:rPr>
          <w:rFonts w:hint="eastAsia"/>
        </w:rPr>
        <w:t>ホットキー：</w:t>
      </w:r>
      <w:r>
        <w:rPr>
          <w:rFonts w:hint="eastAsia"/>
        </w:rPr>
        <w:t>6</w:t>
      </w:r>
      <w:r>
        <w:rPr>
          <w:rFonts w:hint="eastAsia"/>
        </w:rPr>
        <w:t>の点または</w:t>
      </w:r>
      <w:r>
        <w:rPr>
          <w:rFonts w:hint="eastAsia"/>
        </w:rPr>
        <w:t>Space-1-2-4-5-6</w:t>
      </w:r>
    </w:p>
    <w:p w:rsidR="0041090B" w:rsidRDefault="0041090B" w:rsidP="0041090B">
      <w:pPr>
        <w:rPr>
          <w:rFonts w:hint="eastAsia"/>
        </w:rPr>
      </w:pPr>
      <w:r>
        <w:rPr>
          <w:rFonts w:hint="eastAsia"/>
        </w:rPr>
        <w:t>機能：カーソル位置よりも後にある文書へ移動します。</w:t>
      </w:r>
    </w:p>
    <w:p w:rsidR="0041090B" w:rsidRDefault="0041090B" w:rsidP="0041090B"/>
    <w:p w:rsidR="0041090B" w:rsidRDefault="0041090B" w:rsidP="0041090B">
      <w:pPr>
        <w:pStyle w:val="2"/>
        <w:rPr>
          <w:rFonts w:hint="eastAsia"/>
        </w:rPr>
      </w:pPr>
      <w:r>
        <w:rPr>
          <w:rFonts w:hint="eastAsia"/>
        </w:rPr>
        <w:t xml:space="preserve">5.8 </w:t>
      </w:r>
      <w:r>
        <w:rPr>
          <w:rFonts w:hint="eastAsia"/>
        </w:rPr>
        <w:t>更新</w:t>
      </w:r>
    </w:p>
    <w:p w:rsidR="0041090B" w:rsidRDefault="0041090B" w:rsidP="0041090B">
      <w:pPr>
        <w:rPr>
          <w:rFonts w:hint="eastAsia"/>
        </w:rPr>
      </w:pPr>
      <w:r>
        <w:rPr>
          <w:rFonts w:hint="eastAsia"/>
        </w:rPr>
        <w:t>ホットキー：</w:t>
      </w:r>
      <w:r>
        <w:rPr>
          <w:rFonts w:hint="eastAsia"/>
        </w:rPr>
        <w:t>Enter-r</w:t>
      </w:r>
    </w:p>
    <w:p w:rsidR="0041090B" w:rsidRDefault="0041090B" w:rsidP="0041090B">
      <w:pPr>
        <w:rPr>
          <w:rFonts w:hint="eastAsia"/>
        </w:rPr>
      </w:pPr>
      <w:r>
        <w:rPr>
          <w:rFonts w:hint="eastAsia"/>
        </w:rPr>
        <w:t>機能：ウェブページの内容を更新します</w:t>
      </w:r>
    </w:p>
    <w:p w:rsidR="0041090B" w:rsidRDefault="0041090B" w:rsidP="0041090B"/>
    <w:p w:rsidR="0041090B" w:rsidRDefault="0041090B" w:rsidP="0041090B">
      <w:pPr>
        <w:pStyle w:val="2"/>
        <w:rPr>
          <w:rFonts w:hint="eastAsia"/>
        </w:rPr>
      </w:pPr>
      <w:r>
        <w:rPr>
          <w:rFonts w:hint="eastAsia"/>
        </w:rPr>
        <w:t xml:space="preserve">5.9 </w:t>
      </w:r>
      <w:r>
        <w:rPr>
          <w:rFonts w:hint="eastAsia"/>
        </w:rPr>
        <w:t>履歴</w:t>
      </w:r>
    </w:p>
    <w:p w:rsidR="0041090B" w:rsidRDefault="0041090B" w:rsidP="0041090B">
      <w:pPr>
        <w:rPr>
          <w:rFonts w:hint="eastAsia"/>
        </w:rPr>
      </w:pPr>
      <w:r>
        <w:rPr>
          <w:rFonts w:hint="eastAsia"/>
        </w:rPr>
        <w:t>ホットキー：</w:t>
      </w:r>
      <w:r>
        <w:rPr>
          <w:rFonts w:hint="eastAsia"/>
        </w:rPr>
        <w:t>Enter-h</w:t>
      </w:r>
    </w:p>
    <w:p w:rsidR="0041090B" w:rsidRDefault="0041090B" w:rsidP="0041090B">
      <w:pPr>
        <w:rPr>
          <w:rFonts w:hint="eastAsia"/>
        </w:rPr>
      </w:pPr>
      <w:r>
        <w:rPr>
          <w:rFonts w:hint="eastAsia"/>
        </w:rPr>
        <w:t>ダイアログ：</w:t>
      </w:r>
      <w:r>
        <w:rPr>
          <w:rFonts w:hint="eastAsia"/>
        </w:rPr>
        <w:t>Space-4-5</w:t>
      </w:r>
      <w:r>
        <w:rPr>
          <w:rFonts w:hint="eastAsia"/>
        </w:rPr>
        <w:t>か</w:t>
      </w:r>
      <w:r>
        <w:rPr>
          <w:rFonts w:hint="eastAsia"/>
        </w:rPr>
        <w:t>Space-1-2</w:t>
      </w:r>
      <w:r>
        <w:rPr>
          <w:rFonts w:hint="eastAsia"/>
        </w:rPr>
        <w:t>、または</w:t>
      </w:r>
      <w:r>
        <w:rPr>
          <w:rFonts w:hint="eastAsia"/>
        </w:rPr>
        <w:t>F3</w:t>
      </w:r>
      <w:r>
        <w:rPr>
          <w:rFonts w:hint="eastAsia"/>
        </w:rPr>
        <w:t>か</w:t>
      </w:r>
      <w:r>
        <w:rPr>
          <w:rFonts w:hint="eastAsia"/>
        </w:rPr>
        <w:t>Space-F3</w:t>
      </w:r>
      <w:r>
        <w:rPr>
          <w:rFonts w:hint="eastAsia"/>
        </w:rPr>
        <w:t>を押すと「履歴リスト」、「開く」ボタン、「閉じる」ボタンを切替えることができます。</w:t>
      </w:r>
    </w:p>
    <w:p w:rsidR="0041090B" w:rsidRDefault="0041090B" w:rsidP="0041090B">
      <w:pPr>
        <w:rPr>
          <w:rFonts w:hint="eastAsia"/>
        </w:rPr>
      </w:pPr>
      <w:r>
        <w:rPr>
          <w:rFonts w:hint="eastAsia"/>
        </w:rPr>
        <w:t>機能：ウェブの閲覧履歴をリストにして表示します。リストに履歴が表示された状態で</w:t>
      </w:r>
      <w:r>
        <w:rPr>
          <w:rFonts w:hint="eastAsia"/>
        </w:rPr>
        <w:t>Enter</w:t>
      </w:r>
      <w:r>
        <w:rPr>
          <w:rFonts w:hint="eastAsia"/>
        </w:rPr>
        <w:t>を押すか「開く」ボタンに切替えて</w:t>
      </w:r>
      <w:r>
        <w:rPr>
          <w:rFonts w:hint="eastAsia"/>
        </w:rPr>
        <w:t>Enter</w:t>
      </w:r>
      <w:r>
        <w:rPr>
          <w:rFonts w:hint="eastAsia"/>
        </w:rPr>
        <w:t>を押すと、選択した履歴リストのウェブページへ移動します。「閉じる」ボタンで</w:t>
      </w:r>
      <w:r>
        <w:rPr>
          <w:rFonts w:hint="eastAsia"/>
        </w:rPr>
        <w:t>Enter</w:t>
      </w:r>
      <w:r>
        <w:rPr>
          <w:rFonts w:hint="eastAsia"/>
        </w:rPr>
        <w:t>を押すか</w:t>
      </w:r>
      <w:r>
        <w:rPr>
          <w:rFonts w:hint="eastAsia"/>
        </w:rPr>
        <w:t>F4</w:t>
      </w:r>
      <w:r>
        <w:rPr>
          <w:rFonts w:hint="eastAsia"/>
        </w:rPr>
        <w:t>または</w:t>
      </w:r>
      <w:r>
        <w:rPr>
          <w:rFonts w:hint="eastAsia"/>
        </w:rPr>
        <w:t>Space-z</w:t>
      </w:r>
      <w:r>
        <w:rPr>
          <w:rFonts w:hint="eastAsia"/>
        </w:rPr>
        <w:t>を押すと「履歴」をキャンセルします。</w:t>
      </w:r>
    </w:p>
    <w:p w:rsidR="0041090B" w:rsidRDefault="0041090B" w:rsidP="0041090B"/>
    <w:p w:rsidR="0041090B" w:rsidRDefault="0041090B" w:rsidP="0041090B">
      <w:pPr>
        <w:pStyle w:val="2"/>
        <w:rPr>
          <w:rFonts w:hint="eastAsia"/>
        </w:rPr>
      </w:pPr>
      <w:r>
        <w:rPr>
          <w:rFonts w:hint="eastAsia"/>
        </w:rPr>
        <w:t xml:space="preserve">5.10 </w:t>
      </w:r>
      <w:r>
        <w:rPr>
          <w:rFonts w:hint="eastAsia"/>
        </w:rPr>
        <w:t>検索</w:t>
      </w:r>
    </w:p>
    <w:p w:rsidR="0041090B" w:rsidRDefault="0041090B" w:rsidP="0041090B">
      <w:pPr>
        <w:rPr>
          <w:rFonts w:hint="eastAsia"/>
        </w:rPr>
      </w:pPr>
      <w:r>
        <w:rPr>
          <w:rFonts w:hint="eastAsia"/>
        </w:rPr>
        <w:t>ホットキー：</w:t>
      </w:r>
      <w:r>
        <w:rPr>
          <w:rFonts w:hint="eastAsia"/>
        </w:rPr>
        <w:t>Space-f</w:t>
      </w:r>
    </w:p>
    <w:p w:rsidR="0041090B" w:rsidRDefault="0041090B" w:rsidP="0041090B">
      <w:pPr>
        <w:rPr>
          <w:rFonts w:hint="eastAsia"/>
        </w:rPr>
      </w:pPr>
      <w:r>
        <w:rPr>
          <w:rFonts w:hint="eastAsia"/>
        </w:rPr>
        <w:t>ダイアログ：</w:t>
      </w:r>
      <w:r>
        <w:rPr>
          <w:rFonts w:hint="eastAsia"/>
        </w:rPr>
        <w:t>Space-4-5</w:t>
      </w:r>
      <w:r>
        <w:rPr>
          <w:rFonts w:hint="eastAsia"/>
        </w:rPr>
        <w:t>か</w:t>
      </w:r>
      <w:r>
        <w:rPr>
          <w:rFonts w:hint="eastAsia"/>
        </w:rPr>
        <w:t>Space-1-2</w:t>
      </w:r>
      <w:r>
        <w:rPr>
          <w:rFonts w:hint="eastAsia"/>
        </w:rPr>
        <w:t>、または</w:t>
      </w:r>
      <w:r>
        <w:rPr>
          <w:rFonts w:hint="eastAsia"/>
        </w:rPr>
        <w:t>F3</w:t>
      </w:r>
      <w:r>
        <w:rPr>
          <w:rFonts w:hint="eastAsia"/>
        </w:rPr>
        <w:t>か</w:t>
      </w:r>
      <w:r>
        <w:rPr>
          <w:rFonts w:hint="eastAsia"/>
        </w:rPr>
        <w:t>Space-F3</w:t>
      </w:r>
      <w:r>
        <w:rPr>
          <w:rFonts w:hint="eastAsia"/>
        </w:rPr>
        <w:t>を押すと「検索ワード」エディットボックス、「検索」ボタン、「閉じる」ボタンを切替えることができます。</w:t>
      </w:r>
    </w:p>
    <w:p w:rsidR="0041090B" w:rsidRDefault="0041090B" w:rsidP="0041090B">
      <w:pPr>
        <w:rPr>
          <w:rFonts w:hint="eastAsia"/>
        </w:rPr>
      </w:pPr>
      <w:r>
        <w:rPr>
          <w:rFonts w:hint="eastAsia"/>
        </w:rPr>
        <w:t>機能：開いているウェブページから文字列を検索して検索された文字列にカーソ</w:t>
      </w:r>
      <w:r>
        <w:rPr>
          <w:rFonts w:hint="eastAsia"/>
        </w:rPr>
        <w:lastRenderedPageBreak/>
        <w:t>ルを移動することができます。「検索ワード」エディットボックスに検索したい文字列を入力して</w:t>
      </w:r>
      <w:r>
        <w:rPr>
          <w:rFonts w:hint="eastAsia"/>
        </w:rPr>
        <w:t>Enter</w:t>
      </w:r>
      <w:r>
        <w:rPr>
          <w:rFonts w:hint="eastAsia"/>
        </w:rPr>
        <w:t>を押すか、「検索」ボタンに切替えて</w:t>
      </w:r>
      <w:r>
        <w:rPr>
          <w:rFonts w:hint="eastAsia"/>
        </w:rPr>
        <w:t>Enter</w:t>
      </w:r>
      <w:r>
        <w:rPr>
          <w:rFonts w:hint="eastAsia"/>
        </w:rPr>
        <w:t>を押すと検索を開始します。検索した文字列がウェブページ上にあった場合、その位置にカーソルが移動します。複数の文字列が検索された場合カーソル位置より後の一番近い位置の文字列へ移動します。連続して次の同じ文字列を検索する場合は「再検索」を実行してください。再検索のホットキーは</w:t>
      </w:r>
      <w:r>
        <w:rPr>
          <w:rFonts w:hint="eastAsia"/>
        </w:rPr>
        <w:t>Enter-f</w:t>
      </w:r>
      <w:r>
        <w:rPr>
          <w:rFonts w:hint="eastAsia"/>
        </w:rPr>
        <w:t>です。</w:t>
      </w:r>
    </w:p>
    <w:p w:rsidR="0041090B" w:rsidRDefault="0041090B" w:rsidP="0041090B">
      <w:pPr>
        <w:rPr>
          <w:rFonts w:hint="eastAsia"/>
        </w:rPr>
      </w:pPr>
      <w:r>
        <w:rPr>
          <w:rFonts w:hint="eastAsia"/>
        </w:rPr>
        <w:t>検索を終了する場合は「閉じる」ボタンを実行するか</w:t>
      </w:r>
      <w:r>
        <w:rPr>
          <w:rFonts w:hint="eastAsia"/>
        </w:rPr>
        <w:t>Space-z</w:t>
      </w:r>
      <w:r>
        <w:rPr>
          <w:rFonts w:hint="eastAsia"/>
        </w:rPr>
        <w:t>を実行してください。</w:t>
      </w:r>
    </w:p>
    <w:p w:rsidR="0041090B" w:rsidRDefault="0041090B" w:rsidP="0041090B"/>
    <w:p w:rsidR="0041090B" w:rsidRDefault="0041090B" w:rsidP="0041090B">
      <w:pPr>
        <w:pStyle w:val="2"/>
        <w:rPr>
          <w:rFonts w:hint="eastAsia"/>
        </w:rPr>
      </w:pPr>
      <w:r>
        <w:rPr>
          <w:rFonts w:hint="eastAsia"/>
        </w:rPr>
        <w:t xml:space="preserve">5.11 </w:t>
      </w:r>
      <w:r>
        <w:rPr>
          <w:rFonts w:hint="eastAsia"/>
        </w:rPr>
        <w:t>再検索</w:t>
      </w:r>
    </w:p>
    <w:p w:rsidR="0041090B" w:rsidRDefault="0041090B" w:rsidP="0041090B">
      <w:pPr>
        <w:rPr>
          <w:rFonts w:hint="eastAsia"/>
        </w:rPr>
      </w:pPr>
      <w:r>
        <w:rPr>
          <w:rFonts w:hint="eastAsia"/>
        </w:rPr>
        <w:t>ホットキー：</w:t>
      </w:r>
      <w:r>
        <w:rPr>
          <w:rFonts w:hint="eastAsia"/>
        </w:rPr>
        <w:t>Enter-f</w:t>
      </w:r>
    </w:p>
    <w:p w:rsidR="0041090B" w:rsidRDefault="0041090B" w:rsidP="0041090B">
      <w:pPr>
        <w:rPr>
          <w:rFonts w:hint="eastAsia"/>
        </w:rPr>
      </w:pPr>
      <w:r>
        <w:rPr>
          <w:rFonts w:hint="eastAsia"/>
        </w:rPr>
        <w:t>機能：「検索」で検索した文字列を再度検索します。検索したい文字列が複数ウェブ上にある場合、再検索を実行することで次の検索結果へ順番に移動することができます。</w:t>
      </w:r>
    </w:p>
    <w:p w:rsidR="0041090B" w:rsidRDefault="0041090B" w:rsidP="0041090B"/>
    <w:p w:rsidR="0041090B" w:rsidRDefault="0041090B" w:rsidP="0041090B">
      <w:pPr>
        <w:pStyle w:val="2"/>
        <w:rPr>
          <w:rFonts w:hint="eastAsia"/>
        </w:rPr>
      </w:pPr>
      <w:r>
        <w:rPr>
          <w:rFonts w:hint="eastAsia"/>
        </w:rPr>
        <w:t>5.12 RSS</w:t>
      </w:r>
      <w:r>
        <w:rPr>
          <w:rFonts w:hint="eastAsia"/>
        </w:rPr>
        <w:t>フィード一覧</w:t>
      </w:r>
    </w:p>
    <w:p w:rsidR="0041090B" w:rsidRDefault="0041090B" w:rsidP="0041090B">
      <w:pPr>
        <w:rPr>
          <w:rFonts w:hint="eastAsia"/>
        </w:rPr>
      </w:pPr>
      <w:r>
        <w:rPr>
          <w:rFonts w:hint="eastAsia"/>
        </w:rPr>
        <w:t>ホットキー：</w:t>
      </w:r>
      <w:r>
        <w:rPr>
          <w:rFonts w:hint="eastAsia"/>
        </w:rPr>
        <w:t>Enter-j</w:t>
      </w:r>
    </w:p>
    <w:p w:rsidR="0041090B" w:rsidRDefault="0041090B" w:rsidP="0041090B">
      <w:pPr>
        <w:rPr>
          <w:rFonts w:hint="eastAsia"/>
        </w:rPr>
      </w:pPr>
      <w:r>
        <w:rPr>
          <w:rFonts w:hint="eastAsia"/>
        </w:rPr>
        <w:t>ダイアログ：</w:t>
      </w:r>
      <w:r>
        <w:rPr>
          <w:rFonts w:hint="eastAsia"/>
        </w:rPr>
        <w:t>Space-4-5</w:t>
      </w:r>
      <w:r>
        <w:rPr>
          <w:rFonts w:hint="eastAsia"/>
        </w:rPr>
        <w:t>か</w:t>
      </w:r>
      <w:r>
        <w:rPr>
          <w:rFonts w:hint="eastAsia"/>
        </w:rPr>
        <w:t>Space-1-2</w:t>
      </w:r>
      <w:r>
        <w:rPr>
          <w:rFonts w:hint="eastAsia"/>
        </w:rPr>
        <w:t>、または</w:t>
      </w:r>
      <w:r>
        <w:rPr>
          <w:rFonts w:hint="eastAsia"/>
        </w:rPr>
        <w:t>F3</w:t>
      </w:r>
      <w:r>
        <w:rPr>
          <w:rFonts w:hint="eastAsia"/>
        </w:rPr>
        <w:t>か</w:t>
      </w:r>
      <w:r>
        <w:rPr>
          <w:rFonts w:hint="eastAsia"/>
        </w:rPr>
        <w:t>Space-F3</w:t>
      </w:r>
      <w:r>
        <w:rPr>
          <w:rFonts w:hint="eastAsia"/>
        </w:rPr>
        <w:t>を押すと「</w:t>
      </w:r>
      <w:r>
        <w:rPr>
          <w:rFonts w:hint="eastAsia"/>
        </w:rPr>
        <w:t>RSS</w:t>
      </w:r>
      <w:r>
        <w:rPr>
          <w:rFonts w:hint="eastAsia"/>
        </w:rPr>
        <w:t>フィード」リストボックス、「開く」ボタン、「閉じる」ボタンを切替えることができます。</w:t>
      </w:r>
    </w:p>
    <w:p w:rsidR="0041090B" w:rsidRDefault="0041090B" w:rsidP="0041090B">
      <w:pPr>
        <w:rPr>
          <w:rFonts w:hint="eastAsia"/>
        </w:rPr>
      </w:pPr>
      <w:r>
        <w:rPr>
          <w:rFonts w:hint="eastAsia"/>
        </w:rPr>
        <w:t>機能：表示されているウェブページの</w:t>
      </w:r>
      <w:r>
        <w:rPr>
          <w:rFonts w:hint="eastAsia"/>
        </w:rPr>
        <w:t>RSS</w:t>
      </w:r>
      <w:r>
        <w:rPr>
          <w:rFonts w:hint="eastAsia"/>
        </w:rPr>
        <w:t>フィードをリストにして表示します。</w:t>
      </w:r>
      <w:r>
        <w:rPr>
          <w:rFonts w:hint="eastAsia"/>
        </w:rPr>
        <w:t>RSS</w:t>
      </w:r>
      <w:r>
        <w:rPr>
          <w:rFonts w:hint="eastAsia"/>
        </w:rPr>
        <w:t>フィードが表示された状態で</w:t>
      </w:r>
      <w:r>
        <w:rPr>
          <w:rFonts w:hint="eastAsia"/>
        </w:rPr>
        <w:t>Enter</w:t>
      </w:r>
      <w:r>
        <w:rPr>
          <w:rFonts w:hint="eastAsia"/>
        </w:rPr>
        <w:t>を押すか「開く」ボタンを実行すると</w:t>
      </w:r>
      <w:r>
        <w:rPr>
          <w:rFonts w:hint="eastAsia"/>
        </w:rPr>
        <w:t>RSS</w:t>
      </w:r>
      <w:r>
        <w:rPr>
          <w:rFonts w:hint="eastAsia"/>
        </w:rPr>
        <w:t>フィードを</w:t>
      </w:r>
      <w:r>
        <w:rPr>
          <w:rFonts w:hint="eastAsia"/>
        </w:rPr>
        <w:t>RSS</w:t>
      </w:r>
      <w:r>
        <w:rPr>
          <w:rFonts w:hint="eastAsia"/>
        </w:rPr>
        <w:t>リーダーに登録することができます。</w:t>
      </w:r>
    </w:p>
    <w:p w:rsidR="0041090B" w:rsidRDefault="0041090B" w:rsidP="0041090B">
      <w:pPr>
        <w:rPr>
          <w:rFonts w:hint="eastAsia"/>
        </w:rPr>
      </w:pPr>
      <w:r>
        <w:rPr>
          <w:rFonts w:hint="eastAsia"/>
        </w:rPr>
        <w:t>※ポラリスの</w:t>
      </w:r>
      <w:r>
        <w:rPr>
          <w:rFonts w:hint="eastAsia"/>
        </w:rPr>
        <w:t>RSS</w:t>
      </w:r>
      <w:r>
        <w:rPr>
          <w:rFonts w:hint="eastAsia"/>
        </w:rPr>
        <w:t>リーダーは現在開発中です。現状では</w:t>
      </w:r>
      <w:r>
        <w:rPr>
          <w:rFonts w:hint="eastAsia"/>
        </w:rPr>
        <w:t>RSS</w:t>
      </w:r>
      <w:r>
        <w:rPr>
          <w:rFonts w:hint="eastAsia"/>
        </w:rPr>
        <w:t>リーダーは使用できません。</w:t>
      </w:r>
    </w:p>
    <w:p w:rsidR="0041090B" w:rsidRDefault="0041090B" w:rsidP="0041090B"/>
    <w:p w:rsidR="0041090B" w:rsidRDefault="0041090B" w:rsidP="0041090B">
      <w:pPr>
        <w:pStyle w:val="1"/>
        <w:rPr>
          <w:rFonts w:hint="eastAsia"/>
        </w:rPr>
      </w:pPr>
      <w:r>
        <w:rPr>
          <w:rFonts w:hint="eastAsia"/>
        </w:rPr>
        <w:t xml:space="preserve">6. </w:t>
      </w:r>
      <w:r>
        <w:rPr>
          <w:rFonts w:hint="eastAsia"/>
        </w:rPr>
        <w:t>お気に入り</w:t>
      </w:r>
    </w:p>
    <w:p w:rsidR="0041090B" w:rsidRDefault="0041090B" w:rsidP="0041090B">
      <w:pPr>
        <w:pStyle w:val="2"/>
        <w:rPr>
          <w:rFonts w:hint="eastAsia"/>
        </w:rPr>
      </w:pPr>
      <w:r>
        <w:rPr>
          <w:rFonts w:hint="eastAsia"/>
        </w:rPr>
        <w:t xml:space="preserve">6.1 </w:t>
      </w:r>
      <w:r>
        <w:rPr>
          <w:rFonts w:hint="eastAsia"/>
        </w:rPr>
        <w:t>ホームとして登録</w:t>
      </w:r>
    </w:p>
    <w:p w:rsidR="0041090B" w:rsidRDefault="0041090B" w:rsidP="0041090B">
      <w:pPr>
        <w:rPr>
          <w:rFonts w:hint="eastAsia"/>
        </w:rPr>
      </w:pPr>
      <w:r>
        <w:rPr>
          <w:rFonts w:hint="eastAsia"/>
        </w:rPr>
        <w:t>ホットキー：</w:t>
      </w:r>
      <w:r>
        <w:rPr>
          <w:rFonts w:hint="eastAsia"/>
        </w:rPr>
        <w:t>Enter-s</w:t>
      </w:r>
    </w:p>
    <w:p w:rsidR="0041090B" w:rsidRDefault="0041090B" w:rsidP="0041090B">
      <w:pPr>
        <w:rPr>
          <w:rFonts w:hint="eastAsia"/>
        </w:rPr>
      </w:pPr>
      <w:r>
        <w:rPr>
          <w:rFonts w:hint="eastAsia"/>
        </w:rPr>
        <w:t>機能：現在開いているウェブページをホームとして登録します。登録されたウェブページは、今後クイックブラウザを実行した際に最初に表示されます。</w:t>
      </w:r>
    </w:p>
    <w:p w:rsidR="0041090B" w:rsidRDefault="0041090B" w:rsidP="0041090B"/>
    <w:p w:rsidR="0041090B" w:rsidRDefault="0041090B" w:rsidP="0041090B">
      <w:pPr>
        <w:pStyle w:val="2"/>
        <w:rPr>
          <w:rFonts w:hint="eastAsia"/>
        </w:rPr>
      </w:pPr>
      <w:r>
        <w:rPr>
          <w:rFonts w:hint="eastAsia"/>
        </w:rPr>
        <w:t xml:space="preserve">6.2 </w:t>
      </w:r>
      <w:r>
        <w:rPr>
          <w:rFonts w:hint="eastAsia"/>
        </w:rPr>
        <w:t>お気に入りに追加</w:t>
      </w:r>
    </w:p>
    <w:p w:rsidR="0041090B" w:rsidRDefault="0041090B" w:rsidP="0041090B">
      <w:pPr>
        <w:rPr>
          <w:rFonts w:hint="eastAsia"/>
        </w:rPr>
      </w:pPr>
      <w:r>
        <w:rPr>
          <w:rFonts w:hint="eastAsia"/>
        </w:rPr>
        <w:t>ホットキー：</w:t>
      </w:r>
      <w:r>
        <w:rPr>
          <w:rFonts w:hint="eastAsia"/>
        </w:rPr>
        <w:t>Backspace-a</w:t>
      </w:r>
    </w:p>
    <w:p w:rsidR="0041090B" w:rsidRDefault="0041090B" w:rsidP="0041090B">
      <w:pPr>
        <w:rPr>
          <w:rFonts w:hint="eastAsia"/>
        </w:rPr>
      </w:pPr>
      <w:r>
        <w:rPr>
          <w:rFonts w:hint="eastAsia"/>
        </w:rPr>
        <w:t>機能：現在開いているウェブページをお気に入りリストに追加します。お気に入りリストに登録されたウェブページはお気に入りリストのリスト項目から選ぶことで簡単に閲覧することができるようになります。</w:t>
      </w:r>
    </w:p>
    <w:p w:rsidR="0041090B" w:rsidRDefault="0041090B" w:rsidP="0041090B"/>
    <w:p w:rsidR="0041090B" w:rsidRDefault="0041090B" w:rsidP="0041090B">
      <w:pPr>
        <w:pStyle w:val="2"/>
        <w:rPr>
          <w:rFonts w:hint="eastAsia"/>
        </w:rPr>
      </w:pPr>
      <w:r>
        <w:rPr>
          <w:rFonts w:hint="eastAsia"/>
        </w:rPr>
        <w:t xml:space="preserve">6.3 </w:t>
      </w:r>
      <w:r>
        <w:rPr>
          <w:rFonts w:hint="eastAsia"/>
        </w:rPr>
        <w:t>お気に入りリスト</w:t>
      </w:r>
    </w:p>
    <w:p w:rsidR="0041090B" w:rsidRDefault="0041090B" w:rsidP="0041090B">
      <w:pPr>
        <w:rPr>
          <w:rFonts w:hint="eastAsia"/>
        </w:rPr>
      </w:pPr>
      <w:r>
        <w:rPr>
          <w:rFonts w:hint="eastAsia"/>
        </w:rPr>
        <w:t>ホットキー：</w:t>
      </w:r>
      <w:r>
        <w:rPr>
          <w:rFonts w:hint="eastAsia"/>
        </w:rPr>
        <w:t>Enter-l</w:t>
      </w:r>
    </w:p>
    <w:p w:rsidR="0041090B" w:rsidRDefault="0041090B" w:rsidP="0041090B">
      <w:pPr>
        <w:rPr>
          <w:rFonts w:hint="eastAsia"/>
        </w:rPr>
      </w:pPr>
      <w:r>
        <w:rPr>
          <w:rFonts w:hint="eastAsia"/>
        </w:rPr>
        <w:t>ダイアログ：</w:t>
      </w:r>
      <w:r>
        <w:rPr>
          <w:rFonts w:hint="eastAsia"/>
        </w:rPr>
        <w:t>Space-4-5</w:t>
      </w:r>
      <w:r>
        <w:rPr>
          <w:rFonts w:hint="eastAsia"/>
        </w:rPr>
        <w:t>か</w:t>
      </w:r>
      <w:r>
        <w:rPr>
          <w:rFonts w:hint="eastAsia"/>
        </w:rPr>
        <w:t>Space-1-2</w:t>
      </w:r>
      <w:r>
        <w:rPr>
          <w:rFonts w:hint="eastAsia"/>
        </w:rPr>
        <w:t>、または</w:t>
      </w:r>
      <w:r>
        <w:rPr>
          <w:rFonts w:hint="eastAsia"/>
        </w:rPr>
        <w:t>F3</w:t>
      </w:r>
      <w:r>
        <w:rPr>
          <w:rFonts w:hint="eastAsia"/>
        </w:rPr>
        <w:t>か</w:t>
      </w:r>
      <w:r>
        <w:rPr>
          <w:rFonts w:hint="eastAsia"/>
        </w:rPr>
        <w:t>Space-F3</w:t>
      </w:r>
      <w:r>
        <w:rPr>
          <w:rFonts w:hint="eastAsia"/>
        </w:rPr>
        <w:t>を押すと「お気に入り」リストボックス、「開く」ボタン、「削除」ボタン、「閉じる」ボタンを切替えることができます。</w:t>
      </w:r>
    </w:p>
    <w:p w:rsidR="0041090B" w:rsidRDefault="0041090B" w:rsidP="0041090B">
      <w:pPr>
        <w:rPr>
          <w:rFonts w:hint="eastAsia"/>
        </w:rPr>
      </w:pPr>
      <w:r>
        <w:rPr>
          <w:rFonts w:hint="eastAsia"/>
        </w:rPr>
        <w:t>機能：お気に入りに登録されているウェブページをリストにして表示します。リスト項目からお気に入りを選択し</w:t>
      </w:r>
      <w:r>
        <w:rPr>
          <w:rFonts w:hint="eastAsia"/>
        </w:rPr>
        <w:t>Enter</w:t>
      </w:r>
      <w:r>
        <w:rPr>
          <w:rFonts w:hint="eastAsia"/>
        </w:rPr>
        <w:t>を押すか「開く」ボタンを実行するとリストに登録されたウェブページを閲覧することができます。「削除」ボタンを実行すると登録されたウェブページをお気に入りリストから削除します。</w:t>
      </w:r>
    </w:p>
    <w:p w:rsidR="0041090B" w:rsidRDefault="0041090B" w:rsidP="0041090B"/>
    <w:p w:rsidR="0041090B" w:rsidRDefault="0041090B" w:rsidP="0041090B">
      <w:pPr>
        <w:rPr>
          <w:rFonts w:hint="eastAsia"/>
        </w:rPr>
      </w:pPr>
      <w:r>
        <w:rPr>
          <w:rFonts w:hint="eastAsia"/>
        </w:rPr>
        <w:t>「閉じる」ボタンを実行するか、</w:t>
      </w:r>
      <w:r>
        <w:rPr>
          <w:rFonts w:hint="eastAsia"/>
        </w:rPr>
        <w:t>F4</w:t>
      </w:r>
      <w:r>
        <w:rPr>
          <w:rFonts w:hint="eastAsia"/>
        </w:rPr>
        <w:t>または</w:t>
      </w:r>
      <w:r>
        <w:rPr>
          <w:rFonts w:hint="eastAsia"/>
        </w:rPr>
        <w:t>Space-z</w:t>
      </w:r>
      <w:r>
        <w:rPr>
          <w:rFonts w:hint="eastAsia"/>
        </w:rPr>
        <w:t>を実行するとお気に入りリストを終了します。</w:t>
      </w:r>
    </w:p>
    <w:p w:rsidR="0041090B" w:rsidRDefault="0041090B" w:rsidP="0041090B"/>
    <w:p w:rsidR="0041090B" w:rsidRDefault="0041090B" w:rsidP="0041090B">
      <w:pPr>
        <w:pStyle w:val="1"/>
        <w:rPr>
          <w:rFonts w:hint="eastAsia"/>
        </w:rPr>
      </w:pPr>
      <w:r>
        <w:rPr>
          <w:rFonts w:hint="eastAsia"/>
        </w:rPr>
        <w:t xml:space="preserve">7. </w:t>
      </w:r>
      <w:r>
        <w:rPr>
          <w:rFonts w:hint="eastAsia"/>
        </w:rPr>
        <w:t>ホット</w:t>
      </w:r>
      <w:bookmarkStart w:id="0" w:name="_GoBack"/>
      <w:bookmarkEnd w:id="0"/>
      <w:r>
        <w:rPr>
          <w:rFonts w:hint="eastAsia"/>
        </w:rPr>
        <w:t>キーリスト</w:t>
      </w:r>
    </w:p>
    <w:p w:rsidR="0041090B" w:rsidRDefault="0041090B" w:rsidP="0041090B">
      <w:pPr>
        <w:rPr>
          <w:rFonts w:hint="eastAsia"/>
        </w:rPr>
      </w:pPr>
      <w:r>
        <w:rPr>
          <w:rFonts w:hint="eastAsia"/>
        </w:rPr>
        <w:t>URL</w:t>
      </w:r>
      <w:r>
        <w:rPr>
          <w:rFonts w:hint="eastAsia"/>
        </w:rPr>
        <w:t>を開く：</w:t>
      </w:r>
      <w:r>
        <w:rPr>
          <w:rFonts w:hint="eastAsia"/>
        </w:rPr>
        <w:t>Enter-u</w:t>
      </w:r>
    </w:p>
    <w:p w:rsidR="0041090B" w:rsidRDefault="0041090B" w:rsidP="0041090B">
      <w:pPr>
        <w:rPr>
          <w:rFonts w:hint="eastAsia"/>
        </w:rPr>
      </w:pPr>
      <w:r>
        <w:rPr>
          <w:rFonts w:hint="eastAsia"/>
        </w:rPr>
        <w:t>閉じる：</w:t>
      </w:r>
      <w:r>
        <w:rPr>
          <w:rFonts w:hint="eastAsia"/>
        </w:rPr>
        <w:t>Space-z</w:t>
      </w:r>
    </w:p>
    <w:p w:rsidR="0041090B" w:rsidRDefault="0041090B" w:rsidP="0041090B"/>
    <w:p w:rsidR="0041090B" w:rsidRDefault="0041090B" w:rsidP="0041090B">
      <w:pPr>
        <w:rPr>
          <w:rFonts w:hint="eastAsia"/>
        </w:rPr>
      </w:pPr>
      <w:r>
        <w:rPr>
          <w:rFonts w:hint="eastAsia"/>
        </w:rPr>
        <w:t>先頭からカーソルまで読み上げ：</w:t>
      </w:r>
      <w:r>
        <w:rPr>
          <w:rFonts w:hint="eastAsia"/>
        </w:rPr>
        <w:t>Backspace-g</w:t>
      </w:r>
    </w:p>
    <w:p w:rsidR="0041090B" w:rsidRDefault="0041090B" w:rsidP="0041090B">
      <w:pPr>
        <w:rPr>
          <w:rFonts w:hint="eastAsia"/>
        </w:rPr>
      </w:pPr>
      <w:r>
        <w:rPr>
          <w:rFonts w:hint="eastAsia"/>
        </w:rPr>
        <w:t>カーソルから最後まで読み上げ：</w:t>
      </w:r>
      <w:r>
        <w:rPr>
          <w:rFonts w:hint="eastAsia"/>
        </w:rPr>
        <w:t>Enter-g</w:t>
      </w:r>
    </w:p>
    <w:p w:rsidR="0041090B" w:rsidRDefault="0041090B" w:rsidP="0041090B"/>
    <w:p w:rsidR="0041090B" w:rsidRDefault="0041090B" w:rsidP="0041090B">
      <w:pPr>
        <w:rPr>
          <w:rFonts w:hint="eastAsia"/>
        </w:rPr>
      </w:pPr>
      <w:r>
        <w:rPr>
          <w:rFonts w:hint="eastAsia"/>
        </w:rPr>
        <w:t>ホームへ移動：</w:t>
      </w:r>
      <w:r>
        <w:rPr>
          <w:rFonts w:hint="eastAsia"/>
        </w:rPr>
        <w:t>Backspace-h</w:t>
      </w:r>
    </w:p>
    <w:p w:rsidR="0041090B" w:rsidRDefault="0041090B" w:rsidP="0041090B">
      <w:pPr>
        <w:rPr>
          <w:rFonts w:hint="eastAsia"/>
        </w:rPr>
      </w:pPr>
      <w:r>
        <w:rPr>
          <w:rFonts w:hint="eastAsia"/>
        </w:rPr>
        <w:t>前のページへ移動：</w:t>
      </w:r>
      <w:r>
        <w:rPr>
          <w:rFonts w:hint="eastAsia"/>
        </w:rPr>
        <w:t>Backspace-p</w:t>
      </w:r>
    </w:p>
    <w:p w:rsidR="0041090B" w:rsidRDefault="0041090B" w:rsidP="0041090B">
      <w:pPr>
        <w:rPr>
          <w:rFonts w:hint="eastAsia"/>
        </w:rPr>
      </w:pPr>
      <w:r>
        <w:rPr>
          <w:rFonts w:hint="eastAsia"/>
        </w:rPr>
        <w:t>次のページへ移動：</w:t>
      </w:r>
      <w:r>
        <w:rPr>
          <w:rFonts w:hint="eastAsia"/>
        </w:rPr>
        <w:t>Backspace-n</w:t>
      </w:r>
    </w:p>
    <w:p w:rsidR="0041090B" w:rsidRDefault="0041090B" w:rsidP="0041090B">
      <w:pPr>
        <w:rPr>
          <w:rFonts w:hint="eastAsia"/>
        </w:rPr>
      </w:pPr>
      <w:r>
        <w:rPr>
          <w:rFonts w:hint="eastAsia"/>
        </w:rPr>
        <w:t>前の見出しへ移動：</w:t>
      </w:r>
      <w:r>
        <w:rPr>
          <w:rFonts w:hint="eastAsia"/>
        </w:rPr>
        <w:t>1</w:t>
      </w:r>
      <w:r>
        <w:rPr>
          <w:rFonts w:hint="eastAsia"/>
        </w:rPr>
        <w:t>の点または</w:t>
      </w:r>
      <w:r>
        <w:rPr>
          <w:rFonts w:hint="eastAsia"/>
        </w:rPr>
        <w:t>Backspace-b</w:t>
      </w:r>
    </w:p>
    <w:p w:rsidR="0041090B" w:rsidRDefault="0041090B" w:rsidP="0041090B">
      <w:pPr>
        <w:rPr>
          <w:rFonts w:hint="eastAsia"/>
        </w:rPr>
      </w:pPr>
      <w:r>
        <w:rPr>
          <w:rFonts w:hint="eastAsia"/>
        </w:rPr>
        <w:t>次の見出しへ移動：</w:t>
      </w:r>
      <w:r>
        <w:rPr>
          <w:rFonts w:hint="eastAsia"/>
        </w:rPr>
        <w:t>4</w:t>
      </w:r>
      <w:r>
        <w:rPr>
          <w:rFonts w:hint="eastAsia"/>
        </w:rPr>
        <w:t>の点または</w:t>
      </w:r>
      <w:r>
        <w:rPr>
          <w:rFonts w:hint="eastAsia"/>
        </w:rPr>
        <w:t>Backspace-f</w:t>
      </w:r>
    </w:p>
    <w:p w:rsidR="0041090B" w:rsidRDefault="0041090B" w:rsidP="0041090B">
      <w:pPr>
        <w:rPr>
          <w:rFonts w:hint="eastAsia"/>
        </w:rPr>
      </w:pPr>
      <w:r>
        <w:rPr>
          <w:rFonts w:hint="eastAsia"/>
        </w:rPr>
        <w:t>前のテキストへ移動：</w:t>
      </w:r>
      <w:r>
        <w:rPr>
          <w:rFonts w:hint="eastAsia"/>
        </w:rPr>
        <w:t>3</w:t>
      </w:r>
      <w:r>
        <w:rPr>
          <w:rFonts w:hint="eastAsia"/>
        </w:rPr>
        <w:t>の点または</w:t>
      </w:r>
      <w:r>
        <w:rPr>
          <w:rFonts w:hint="eastAsia"/>
        </w:rPr>
        <w:t>Space-2-4-6</w:t>
      </w:r>
    </w:p>
    <w:p w:rsidR="0041090B" w:rsidRDefault="0041090B" w:rsidP="0041090B">
      <w:pPr>
        <w:rPr>
          <w:rFonts w:hint="eastAsia"/>
        </w:rPr>
      </w:pPr>
      <w:r>
        <w:rPr>
          <w:rFonts w:hint="eastAsia"/>
        </w:rPr>
        <w:t>次のテキストへ移動：</w:t>
      </w:r>
      <w:r>
        <w:rPr>
          <w:rFonts w:hint="eastAsia"/>
        </w:rPr>
        <w:t>6</w:t>
      </w:r>
      <w:r>
        <w:rPr>
          <w:rFonts w:hint="eastAsia"/>
        </w:rPr>
        <w:t>の点または</w:t>
      </w:r>
      <w:r>
        <w:rPr>
          <w:rFonts w:hint="eastAsia"/>
        </w:rPr>
        <w:t>Space-1-2-4-5-6</w:t>
      </w:r>
    </w:p>
    <w:p w:rsidR="0041090B" w:rsidRDefault="0041090B" w:rsidP="0041090B">
      <w:pPr>
        <w:rPr>
          <w:rFonts w:hint="eastAsia"/>
        </w:rPr>
      </w:pPr>
      <w:r>
        <w:rPr>
          <w:rFonts w:hint="eastAsia"/>
        </w:rPr>
        <w:t>前のリンクへ移動：</w:t>
      </w:r>
      <w:r>
        <w:rPr>
          <w:rFonts w:hint="eastAsia"/>
        </w:rPr>
        <w:t>2</w:t>
      </w:r>
      <w:r>
        <w:rPr>
          <w:rFonts w:hint="eastAsia"/>
        </w:rPr>
        <w:t>の点</w:t>
      </w:r>
    </w:p>
    <w:p w:rsidR="0041090B" w:rsidRDefault="0041090B" w:rsidP="0041090B">
      <w:pPr>
        <w:rPr>
          <w:rFonts w:hint="eastAsia"/>
        </w:rPr>
      </w:pPr>
      <w:r>
        <w:rPr>
          <w:rFonts w:hint="eastAsia"/>
        </w:rPr>
        <w:t>次のリンクへ移動：</w:t>
      </w:r>
      <w:r>
        <w:rPr>
          <w:rFonts w:hint="eastAsia"/>
        </w:rPr>
        <w:t>5</w:t>
      </w:r>
      <w:r>
        <w:rPr>
          <w:rFonts w:hint="eastAsia"/>
        </w:rPr>
        <w:t>の点</w:t>
      </w:r>
    </w:p>
    <w:p w:rsidR="0041090B" w:rsidRDefault="0041090B" w:rsidP="0041090B">
      <w:pPr>
        <w:rPr>
          <w:rFonts w:hint="eastAsia"/>
        </w:rPr>
      </w:pPr>
      <w:r>
        <w:rPr>
          <w:rFonts w:hint="eastAsia"/>
        </w:rPr>
        <w:t>次のテキスト・見出し・リンクへ移動：</w:t>
      </w:r>
      <w:r>
        <w:rPr>
          <w:rFonts w:hint="eastAsia"/>
        </w:rPr>
        <w:t>5-6</w:t>
      </w:r>
      <w:r>
        <w:rPr>
          <w:rFonts w:hint="eastAsia"/>
        </w:rPr>
        <w:t>の点</w:t>
      </w:r>
    </w:p>
    <w:p w:rsidR="0041090B" w:rsidRDefault="0041090B" w:rsidP="0041090B">
      <w:pPr>
        <w:rPr>
          <w:rFonts w:hint="eastAsia"/>
        </w:rPr>
      </w:pPr>
      <w:r>
        <w:rPr>
          <w:rFonts w:hint="eastAsia"/>
        </w:rPr>
        <w:t>前のテキスト・見出し・リンクへ移動：</w:t>
      </w:r>
      <w:r>
        <w:rPr>
          <w:rFonts w:hint="eastAsia"/>
        </w:rPr>
        <w:t>2-3</w:t>
      </w:r>
      <w:r>
        <w:rPr>
          <w:rFonts w:hint="eastAsia"/>
        </w:rPr>
        <w:t>の点</w:t>
      </w:r>
    </w:p>
    <w:p w:rsidR="0041090B" w:rsidRDefault="0041090B" w:rsidP="0041090B">
      <w:pPr>
        <w:rPr>
          <w:rFonts w:hint="eastAsia"/>
        </w:rPr>
      </w:pPr>
      <w:r>
        <w:rPr>
          <w:rFonts w:hint="eastAsia"/>
        </w:rPr>
        <w:t>次のフォームコントロールへ移動：</w:t>
      </w:r>
      <w:r>
        <w:rPr>
          <w:rFonts w:hint="eastAsia"/>
        </w:rPr>
        <w:t>Space-4-5</w:t>
      </w:r>
      <w:r>
        <w:rPr>
          <w:rFonts w:hint="eastAsia"/>
        </w:rPr>
        <w:t>か</w:t>
      </w:r>
      <w:r>
        <w:rPr>
          <w:rFonts w:hint="eastAsia"/>
        </w:rPr>
        <w:t>F3</w:t>
      </w:r>
    </w:p>
    <w:p w:rsidR="0041090B" w:rsidRDefault="0041090B" w:rsidP="0041090B">
      <w:pPr>
        <w:rPr>
          <w:rFonts w:hint="eastAsia"/>
        </w:rPr>
      </w:pPr>
      <w:r>
        <w:rPr>
          <w:rFonts w:hint="eastAsia"/>
        </w:rPr>
        <w:t>前のフォームコントロールへ移動：</w:t>
      </w:r>
      <w:r>
        <w:rPr>
          <w:rFonts w:hint="eastAsia"/>
        </w:rPr>
        <w:t>Space-1-2</w:t>
      </w:r>
      <w:r>
        <w:rPr>
          <w:rFonts w:hint="eastAsia"/>
        </w:rPr>
        <w:t>か</w:t>
      </w:r>
      <w:r>
        <w:rPr>
          <w:rFonts w:hint="eastAsia"/>
        </w:rPr>
        <w:t>Space-F3</w:t>
      </w:r>
    </w:p>
    <w:p w:rsidR="0041090B" w:rsidRDefault="0041090B" w:rsidP="0041090B"/>
    <w:p w:rsidR="0041090B" w:rsidRDefault="0041090B" w:rsidP="0041090B">
      <w:pPr>
        <w:rPr>
          <w:rFonts w:hint="eastAsia"/>
        </w:rPr>
      </w:pPr>
      <w:r>
        <w:rPr>
          <w:rFonts w:hint="eastAsia"/>
        </w:rPr>
        <w:lastRenderedPageBreak/>
        <w:t>エディットボックスでの入力：文字を入力してください。</w:t>
      </w:r>
    </w:p>
    <w:p w:rsidR="0041090B" w:rsidRDefault="0041090B" w:rsidP="0041090B">
      <w:pPr>
        <w:rPr>
          <w:rFonts w:hint="eastAsia"/>
        </w:rPr>
      </w:pPr>
      <w:r>
        <w:rPr>
          <w:rFonts w:hint="eastAsia"/>
        </w:rPr>
        <w:t>コンボボックスで次の項目を選択：</w:t>
      </w:r>
      <w:r>
        <w:rPr>
          <w:rFonts w:hint="eastAsia"/>
        </w:rPr>
        <w:t>Space</w:t>
      </w:r>
    </w:p>
    <w:p w:rsidR="0041090B" w:rsidRDefault="0041090B" w:rsidP="0041090B">
      <w:pPr>
        <w:rPr>
          <w:rFonts w:hint="eastAsia"/>
        </w:rPr>
      </w:pPr>
      <w:r>
        <w:rPr>
          <w:rFonts w:hint="eastAsia"/>
        </w:rPr>
        <w:t>コンボボックスで前の項目を選択：</w:t>
      </w:r>
      <w:r>
        <w:rPr>
          <w:rFonts w:hint="eastAsia"/>
        </w:rPr>
        <w:t>Backspace</w:t>
      </w:r>
    </w:p>
    <w:p w:rsidR="0041090B" w:rsidRDefault="0041090B" w:rsidP="0041090B">
      <w:pPr>
        <w:rPr>
          <w:rFonts w:hint="eastAsia"/>
        </w:rPr>
      </w:pPr>
      <w:r>
        <w:rPr>
          <w:rFonts w:hint="eastAsia"/>
        </w:rPr>
        <w:t>次のラジオボタンを選択：</w:t>
      </w:r>
      <w:r>
        <w:rPr>
          <w:rFonts w:hint="eastAsia"/>
        </w:rPr>
        <w:t>Space</w:t>
      </w:r>
    </w:p>
    <w:p w:rsidR="0041090B" w:rsidRDefault="0041090B" w:rsidP="0041090B">
      <w:pPr>
        <w:rPr>
          <w:rFonts w:hint="eastAsia"/>
        </w:rPr>
      </w:pPr>
      <w:r>
        <w:rPr>
          <w:rFonts w:hint="eastAsia"/>
        </w:rPr>
        <w:t>前のラジオボタンを選択：</w:t>
      </w:r>
      <w:r>
        <w:rPr>
          <w:rFonts w:hint="eastAsia"/>
        </w:rPr>
        <w:t>Backspace</w:t>
      </w:r>
    </w:p>
    <w:p w:rsidR="0041090B" w:rsidRDefault="0041090B" w:rsidP="0041090B">
      <w:pPr>
        <w:rPr>
          <w:rFonts w:hint="eastAsia"/>
        </w:rPr>
      </w:pPr>
      <w:r>
        <w:rPr>
          <w:rFonts w:hint="eastAsia"/>
        </w:rPr>
        <w:t>チェックボックスでのチェックオンとオフ：</w:t>
      </w:r>
      <w:r>
        <w:rPr>
          <w:rFonts w:hint="eastAsia"/>
        </w:rPr>
        <w:t>Space</w:t>
      </w:r>
    </w:p>
    <w:p w:rsidR="0041090B" w:rsidRDefault="0041090B" w:rsidP="0041090B">
      <w:pPr>
        <w:rPr>
          <w:rFonts w:hint="eastAsia"/>
        </w:rPr>
      </w:pPr>
      <w:r>
        <w:rPr>
          <w:rFonts w:hint="eastAsia"/>
        </w:rPr>
        <w:t>ボタンの実行：</w:t>
      </w:r>
      <w:r>
        <w:rPr>
          <w:rFonts w:hint="eastAsia"/>
        </w:rPr>
        <w:t>Enter</w:t>
      </w:r>
    </w:p>
    <w:p w:rsidR="0041090B" w:rsidRDefault="0041090B" w:rsidP="0041090B"/>
    <w:p w:rsidR="0041090B" w:rsidRDefault="0041090B" w:rsidP="0041090B">
      <w:pPr>
        <w:rPr>
          <w:rFonts w:hint="eastAsia"/>
        </w:rPr>
      </w:pPr>
      <w:r>
        <w:rPr>
          <w:rFonts w:hint="eastAsia"/>
        </w:rPr>
        <w:t>更新：</w:t>
      </w:r>
      <w:r>
        <w:rPr>
          <w:rFonts w:hint="eastAsia"/>
        </w:rPr>
        <w:t>Enter-r</w:t>
      </w:r>
    </w:p>
    <w:p w:rsidR="0041090B" w:rsidRDefault="0041090B" w:rsidP="0041090B">
      <w:pPr>
        <w:rPr>
          <w:rFonts w:hint="eastAsia"/>
        </w:rPr>
      </w:pPr>
      <w:r>
        <w:rPr>
          <w:rFonts w:hint="eastAsia"/>
        </w:rPr>
        <w:t>履歴：</w:t>
      </w:r>
      <w:r>
        <w:rPr>
          <w:rFonts w:hint="eastAsia"/>
        </w:rPr>
        <w:t>Enter-h</w:t>
      </w:r>
    </w:p>
    <w:p w:rsidR="0041090B" w:rsidRDefault="0041090B" w:rsidP="0041090B">
      <w:pPr>
        <w:rPr>
          <w:rFonts w:hint="eastAsia"/>
        </w:rPr>
      </w:pPr>
      <w:r>
        <w:rPr>
          <w:rFonts w:hint="eastAsia"/>
        </w:rPr>
        <w:t>検索：</w:t>
      </w:r>
      <w:r>
        <w:rPr>
          <w:rFonts w:hint="eastAsia"/>
        </w:rPr>
        <w:t>Space-f</w:t>
      </w:r>
    </w:p>
    <w:p w:rsidR="0041090B" w:rsidRDefault="0041090B" w:rsidP="0041090B">
      <w:pPr>
        <w:rPr>
          <w:rFonts w:hint="eastAsia"/>
        </w:rPr>
      </w:pPr>
      <w:r>
        <w:rPr>
          <w:rFonts w:hint="eastAsia"/>
        </w:rPr>
        <w:t>再検索：</w:t>
      </w:r>
      <w:r>
        <w:rPr>
          <w:rFonts w:hint="eastAsia"/>
        </w:rPr>
        <w:t>Enter-f</w:t>
      </w:r>
    </w:p>
    <w:p w:rsidR="0041090B" w:rsidRDefault="0041090B" w:rsidP="0041090B">
      <w:pPr>
        <w:rPr>
          <w:rFonts w:hint="eastAsia"/>
        </w:rPr>
      </w:pPr>
      <w:r>
        <w:rPr>
          <w:rFonts w:hint="eastAsia"/>
        </w:rPr>
        <w:t>RSS</w:t>
      </w:r>
      <w:r>
        <w:rPr>
          <w:rFonts w:hint="eastAsia"/>
        </w:rPr>
        <w:t>フィード一覧：</w:t>
      </w:r>
      <w:r>
        <w:rPr>
          <w:rFonts w:hint="eastAsia"/>
        </w:rPr>
        <w:t>Enter-j</w:t>
      </w:r>
    </w:p>
    <w:p w:rsidR="0041090B" w:rsidRDefault="0041090B" w:rsidP="0041090B"/>
    <w:p w:rsidR="0041090B" w:rsidRDefault="0041090B" w:rsidP="0041090B">
      <w:pPr>
        <w:rPr>
          <w:rFonts w:hint="eastAsia"/>
        </w:rPr>
      </w:pPr>
      <w:r>
        <w:rPr>
          <w:rFonts w:hint="eastAsia"/>
        </w:rPr>
        <w:t>ホームとして登録：</w:t>
      </w:r>
      <w:r>
        <w:rPr>
          <w:rFonts w:hint="eastAsia"/>
        </w:rPr>
        <w:t>Enter-s</w:t>
      </w:r>
    </w:p>
    <w:p w:rsidR="0041090B" w:rsidRDefault="0041090B" w:rsidP="0041090B">
      <w:pPr>
        <w:rPr>
          <w:rFonts w:hint="eastAsia"/>
        </w:rPr>
      </w:pPr>
      <w:r>
        <w:rPr>
          <w:rFonts w:hint="eastAsia"/>
        </w:rPr>
        <w:t>お気に入りに追加：</w:t>
      </w:r>
      <w:r>
        <w:rPr>
          <w:rFonts w:hint="eastAsia"/>
        </w:rPr>
        <w:t>Backspace-a</w:t>
      </w:r>
    </w:p>
    <w:p w:rsidR="0041090B" w:rsidRDefault="0041090B" w:rsidP="0041090B">
      <w:pPr>
        <w:rPr>
          <w:rFonts w:hint="eastAsia"/>
        </w:rPr>
      </w:pPr>
      <w:r>
        <w:rPr>
          <w:rFonts w:hint="eastAsia"/>
        </w:rPr>
        <w:t>お気に入りリスト：</w:t>
      </w:r>
      <w:r>
        <w:rPr>
          <w:rFonts w:hint="eastAsia"/>
        </w:rPr>
        <w:t>Enter-l</w:t>
      </w:r>
    </w:p>
    <w:p w:rsidR="0041090B" w:rsidRDefault="0041090B" w:rsidP="0041090B"/>
    <w:p w:rsidR="0041090B" w:rsidRDefault="0041090B" w:rsidP="0041090B">
      <w:pPr>
        <w:rPr>
          <w:rFonts w:hint="eastAsia"/>
        </w:rPr>
      </w:pPr>
      <w:r>
        <w:rPr>
          <w:rFonts w:hint="eastAsia"/>
        </w:rPr>
        <w:t>テキスト選択ウインドウ開始：</w:t>
      </w:r>
      <w:r>
        <w:rPr>
          <w:rFonts w:hint="eastAsia"/>
        </w:rPr>
        <w:t>Space-s</w:t>
      </w:r>
    </w:p>
    <w:p w:rsidR="0041090B" w:rsidRDefault="0041090B" w:rsidP="0041090B">
      <w:pPr>
        <w:rPr>
          <w:rFonts w:hint="eastAsia"/>
        </w:rPr>
      </w:pPr>
      <w:r>
        <w:rPr>
          <w:rFonts w:hint="eastAsia"/>
        </w:rPr>
        <w:t>テキスト選択ウインドウ実行時のホットキー</w:t>
      </w:r>
    </w:p>
    <w:p w:rsidR="0041090B" w:rsidRDefault="0041090B" w:rsidP="0041090B">
      <w:pPr>
        <w:rPr>
          <w:rFonts w:hint="eastAsia"/>
        </w:rPr>
      </w:pPr>
      <w:r>
        <w:rPr>
          <w:rFonts w:hint="eastAsia"/>
        </w:rPr>
        <w:t>テキスト選択ウインドウを閉じる：</w:t>
      </w:r>
      <w:r>
        <w:rPr>
          <w:rFonts w:hint="eastAsia"/>
        </w:rPr>
        <w:t>Space-z</w:t>
      </w:r>
    </w:p>
    <w:p w:rsidR="0041090B" w:rsidRDefault="0041090B" w:rsidP="0041090B">
      <w:pPr>
        <w:rPr>
          <w:rFonts w:hint="eastAsia"/>
        </w:rPr>
      </w:pPr>
      <w:r>
        <w:rPr>
          <w:rFonts w:hint="eastAsia"/>
        </w:rPr>
        <w:t>ブロック選択開始：</w:t>
      </w:r>
      <w:r>
        <w:rPr>
          <w:rFonts w:hint="eastAsia"/>
        </w:rPr>
        <w:t>Enter-b</w:t>
      </w:r>
    </w:p>
    <w:p w:rsidR="0041090B" w:rsidRDefault="0041090B" w:rsidP="0041090B">
      <w:pPr>
        <w:rPr>
          <w:rFonts w:hint="eastAsia"/>
        </w:rPr>
      </w:pPr>
      <w:r>
        <w:rPr>
          <w:rFonts w:hint="eastAsia"/>
        </w:rPr>
        <w:t>コピー：</w:t>
      </w:r>
      <w:r>
        <w:rPr>
          <w:rFonts w:hint="eastAsia"/>
        </w:rPr>
        <w:t>Enter-c</w:t>
      </w:r>
    </w:p>
    <w:p w:rsidR="0041090B" w:rsidRDefault="0041090B" w:rsidP="0041090B">
      <w:pPr>
        <w:rPr>
          <w:rFonts w:hint="eastAsia"/>
        </w:rPr>
      </w:pPr>
      <w:r>
        <w:rPr>
          <w:rFonts w:hint="eastAsia"/>
        </w:rPr>
        <w:t>クリップボードに追加：</w:t>
      </w:r>
      <w:r>
        <w:rPr>
          <w:rFonts w:hint="eastAsia"/>
        </w:rPr>
        <w:t>Enter-p</w:t>
      </w:r>
    </w:p>
    <w:p w:rsidR="0041090B" w:rsidRDefault="0041090B" w:rsidP="0041090B">
      <w:pPr>
        <w:rPr>
          <w:rFonts w:hint="eastAsia"/>
        </w:rPr>
      </w:pPr>
      <w:r>
        <w:rPr>
          <w:rFonts w:hint="eastAsia"/>
        </w:rPr>
        <w:t>全て選択：</w:t>
      </w:r>
      <w:r>
        <w:rPr>
          <w:rFonts w:hint="eastAsia"/>
        </w:rPr>
        <w:t>Enter-a</w:t>
      </w:r>
    </w:p>
    <w:p w:rsidR="0041090B" w:rsidRDefault="0041090B" w:rsidP="0041090B"/>
    <w:p w:rsidR="00BC01FA" w:rsidRPr="0041090B" w:rsidRDefault="00BC01FA" w:rsidP="0041090B"/>
    <w:sectPr w:rsidR="00BC01FA" w:rsidRPr="0041090B" w:rsidSect="009A625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B8E" w:rsidRDefault="002D6B8E" w:rsidP="002466AC">
      <w:r>
        <w:separator/>
      </w:r>
    </w:p>
  </w:endnote>
  <w:endnote w:type="continuationSeparator" w:id="0">
    <w:p w:rsidR="002D6B8E" w:rsidRDefault="002D6B8E" w:rsidP="0024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YGothic-Extra">
    <w:altName w:val="Arial Unicode MS"/>
    <w:charset w:val="81"/>
    <w:family w:val="roman"/>
    <w:pitch w:val="variable"/>
    <w:sig w:usb0="00000000" w:usb1="29D77CF9" w:usb2="00000010" w:usb3="00000000" w:csb0="00080000"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B8E" w:rsidRDefault="002D6B8E" w:rsidP="002466AC">
      <w:r>
        <w:separator/>
      </w:r>
    </w:p>
  </w:footnote>
  <w:footnote w:type="continuationSeparator" w:id="0">
    <w:p w:rsidR="002D6B8E" w:rsidRDefault="002D6B8E" w:rsidP="00246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63D0E"/>
    <w:multiLevelType w:val="hybridMultilevel"/>
    <w:tmpl w:val="FD52C4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A71989"/>
    <w:multiLevelType w:val="hybridMultilevel"/>
    <w:tmpl w:val="4C942DFE"/>
    <w:lvl w:ilvl="0" w:tplc="8AB6FF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52ED8"/>
    <w:multiLevelType w:val="hybridMultilevel"/>
    <w:tmpl w:val="9DC87F3C"/>
    <w:lvl w:ilvl="0" w:tplc="C40202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2B70AD"/>
    <w:multiLevelType w:val="hybridMultilevel"/>
    <w:tmpl w:val="C4DA918E"/>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64D240C"/>
    <w:multiLevelType w:val="hybridMultilevel"/>
    <w:tmpl w:val="394C6B9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511EBA"/>
    <w:multiLevelType w:val="hybridMultilevel"/>
    <w:tmpl w:val="091CCB7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C2569D"/>
    <w:multiLevelType w:val="hybridMultilevel"/>
    <w:tmpl w:val="109ED332"/>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EA52A8"/>
    <w:multiLevelType w:val="hybridMultilevel"/>
    <w:tmpl w:val="2DF8F6BA"/>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C23769"/>
    <w:multiLevelType w:val="multilevel"/>
    <w:tmpl w:val="A6742248"/>
    <w:lvl w:ilvl="0">
      <w:start w:val="1"/>
      <w:numFmt w:val="decimal"/>
      <w:lvlText w:val="%1."/>
      <w:lvlJc w:val="left"/>
      <w:pPr>
        <w:ind w:left="420" w:hanging="42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F343B7C"/>
    <w:multiLevelType w:val="hybridMultilevel"/>
    <w:tmpl w:val="939C47CA"/>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1C1746"/>
    <w:multiLevelType w:val="hybridMultilevel"/>
    <w:tmpl w:val="4E6AB0DC"/>
    <w:lvl w:ilvl="0" w:tplc="B3EA94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28673C"/>
    <w:multiLevelType w:val="hybridMultilevel"/>
    <w:tmpl w:val="8EFE4D30"/>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A44CD0"/>
    <w:multiLevelType w:val="hybridMultilevel"/>
    <w:tmpl w:val="1E343188"/>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BC0035"/>
    <w:multiLevelType w:val="hybridMultilevel"/>
    <w:tmpl w:val="3000CEC8"/>
    <w:lvl w:ilvl="0" w:tplc="39DE5A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FF456C6"/>
    <w:multiLevelType w:val="hybridMultilevel"/>
    <w:tmpl w:val="F0FA4DF6"/>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F041CF"/>
    <w:multiLevelType w:val="hybridMultilevel"/>
    <w:tmpl w:val="1AC419B6"/>
    <w:lvl w:ilvl="0" w:tplc="CBC4B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B056815"/>
    <w:multiLevelType w:val="hybridMultilevel"/>
    <w:tmpl w:val="67C446CA"/>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E96E0E"/>
    <w:multiLevelType w:val="hybridMultilevel"/>
    <w:tmpl w:val="6C440E5E"/>
    <w:lvl w:ilvl="0" w:tplc="3676D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AC1602"/>
    <w:multiLevelType w:val="hybridMultilevel"/>
    <w:tmpl w:val="05FE30B4"/>
    <w:lvl w:ilvl="0" w:tplc="63BEF1C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17"/>
  </w:num>
  <w:num w:numId="4">
    <w:abstractNumId w:val="15"/>
  </w:num>
  <w:num w:numId="5">
    <w:abstractNumId w:val="16"/>
  </w:num>
  <w:num w:numId="6">
    <w:abstractNumId w:val="1"/>
  </w:num>
  <w:num w:numId="7">
    <w:abstractNumId w:val="5"/>
  </w:num>
  <w:num w:numId="8">
    <w:abstractNumId w:val="7"/>
  </w:num>
  <w:num w:numId="9">
    <w:abstractNumId w:val="3"/>
  </w:num>
  <w:num w:numId="10">
    <w:abstractNumId w:val="10"/>
  </w:num>
  <w:num w:numId="11">
    <w:abstractNumId w:val="11"/>
  </w:num>
  <w:num w:numId="12">
    <w:abstractNumId w:val="9"/>
  </w:num>
  <w:num w:numId="13">
    <w:abstractNumId w:val="4"/>
  </w:num>
  <w:num w:numId="14">
    <w:abstractNumId w:val="12"/>
  </w:num>
  <w:num w:numId="15">
    <w:abstractNumId w:val="6"/>
  </w:num>
  <w:num w:numId="16">
    <w:abstractNumId w:val="18"/>
  </w:num>
  <w:num w:numId="17">
    <w:abstractNumId w:val="0"/>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DB4"/>
    <w:rsid w:val="00000266"/>
    <w:rsid w:val="00001B1C"/>
    <w:rsid w:val="000058B0"/>
    <w:rsid w:val="00014601"/>
    <w:rsid w:val="00016607"/>
    <w:rsid w:val="000242F6"/>
    <w:rsid w:val="00032DD0"/>
    <w:rsid w:val="00035190"/>
    <w:rsid w:val="00035C6F"/>
    <w:rsid w:val="00036A3B"/>
    <w:rsid w:val="0004445F"/>
    <w:rsid w:val="00044C52"/>
    <w:rsid w:val="00050749"/>
    <w:rsid w:val="00051068"/>
    <w:rsid w:val="00052064"/>
    <w:rsid w:val="00053502"/>
    <w:rsid w:val="0005375D"/>
    <w:rsid w:val="00057616"/>
    <w:rsid w:val="000778FD"/>
    <w:rsid w:val="00086986"/>
    <w:rsid w:val="00091A08"/>
    <w:rsid w:val="00091A7D"/>
    <w:rsid w:val="000940E8"/>
    <w:rsid w:val="00094815"/>
    <w:rsid w:val="000951BA"/>
    <w:rsid w:val="000A06F6"/>
    <w:rsid w:val="000A2FA1"/>
    <w:rsid w:val="000A3F4E"/>
    <w:rsid w:val="000B3901"/>
    <w:rsid w:val="000B5876"/>
    <w:rsid w:val="000B6880"/>
    <w:rsid w:val="000C6069"/>
    <w:rsid w:val="000D0909"/>
    <w:rsid w:val="000D3D51"/>
    <w:rsid w:val="000D43CD"/>
    <w:rsid w:val="000E32B2"/>
    <w:rsid w:val="000E3413"/>
    <w:rsid w:val="000F292A"/>
    <w:rsid w:val="000F49E0"/>
    <w:rsid w:val="000F6467"/>
    <w:rsid w:val="00100DE9"/>
    <w:rsid w:val="00101073"/>
    <w:rsid w:val="00105E09"/>
    <w:rsid w:val="001169DE"/>
    <w:rsid w:val="00120656"/>
    <w:rsid w:val="00123B6D"/>
    <w:rsid w:val="00127CB0"/>
    <w:rsid w:val="00131345"/>
    <w:rsid w:val="00132194"/>
    <w:rsid w:val="00135735"/>
    <w:rsid w:val="00136FF2"/>
    <w:rsid w:val="001411FA"/>
    <w:rsid w:val="00142CCC"/>
    <w:rsid w:val="001431FB"/>
    <w:rsid w:val="00160467"/>
    <w:rsid w:val="00161436"/>
    <w:rsid w:val="001624DF"/>
    <w:rsid w:val="00164998"/>
    <w:rsid w:val="0016729C"/>
    <w:rsid w:val="00167E71"/>
    <w:rsid w:val="001713C1"/>
    <w:rsid w:val="00177046"/>
    <w:rsid w:val="001775F9"/>
    <w:rsid w:val="00181CA6"/>
    <w:rsid w:val="00182DE9"/>
    <w:rsid w:val="001842B8"/>
    <w:rsid w:val="00191A39"/>
    <w:rsid w:val="00197501"/>
    <w:rsid w:val="001A23DE"/>
    <w:rsid w:val="001A29A0"/>
    <w:rsid w:val="001A4799"/>
    <w:rsid w:val="001A49A9"/>
    <w:rsid w:val="001A49C8"/>
    <w:rsid w:val="001B20D6"/>
    <w:rsid w:val="001B310F"/>
    <w:rsid w:val="001B5693"/>
    <w:rsid w:val="001B5755"/>
    <w:rsid w:val="001C1B3A"/>
    <w:rsid w:val="001D38A3"/>
    <w:rsid w:val="001F3C3B"/>
    <w:rsid w:val="001F68B1"/>
    <w:rsid w:val="00203B53"/>
    <w:rsid w:val="00222E8A"/>
    <w:rsid w:val="002272C3"/>
    <w:rsid w:val="0023242A"/>
    <w:rsid w:val="002328AB"/>
    <w:rsid w:val="0023476E"/>
    <w:rsid w:val="00235195"/>
    <w:rsid w:val="00241358"/>
    <w:rsid w:val="002466AC"/>
    <w:rsid w:val="00246EB4"/>
    <w:rsid w:val="00261432"/>
    <w:rsid w:val="00266C48"/>
    <w:rsid w:val="00271675"/>
    <w:rsid w:val="00273E95"/>
    <w:rsid w:val="00275A7E"/>
    <w:rsid w:val="002760A4"/>
    <w:rsid w:val="00277DD3"/>
    <w:rsid w:val="00280024"/>
    <w:rsid w:val="00286B8A"/>
    <w:rsid w:val="00291C8B"/>
    <w:rsid w:val="0029211A"/>
    <w:rsid w:val="00296BC3"/>
    <w:rsid w:val="00297E3B"/>
    <w:rsid w:val="002A10B1"/>
    <w:rsid w:val="002A43D5"/>
    <w:rsid w:val="002B1A4B"/>
    <w:rsid w:val="002B375C"/>
    <w:rsid w:val="002B7639"/>
    <w:rsid w:val="002C4CAF"/>
    <w:rsid w:val="002C52DB"/>
    <w:rsid w:val="002C6795"/>
    <w:rsid w:val="002D0011"/>
    <w:rsid w:val="002D26B8"/>
    <w:rsid w:val="002D5E19"/>
    <w:rsid w:val="002D5EB0"/>
    <w:rsid w:val="002D6B8E"/>
    <w:rsid w:val="002E232B"/>
    <w:rsid w:val="002E6668"/>
    <w:rsid w:val="002F0E0D"/>
    <w:rsid w:val="002F2B8A"/>
    <w:rsid w:val="002F47D0"/>
    <w:rsid w:val="002F5E94"/>
    <w:rsid w:val="003020F2"/>
    <w:rsid w:val="003025A0"/>
    <w:rsid w:val="003228B1"/>
    <w:rsid w:val="00327E8F"/>
    <w:rsid w:val="003319FE"/>
    <w:rsid w:val="003362EB"/>
    <w:rsid w:val="00344363"/>
    <w:rsid w:val="003466F3"/>
    <w:rsid w:val="003541F8"/>
    <w:rsid w:val="00356AFE"/>
    <w:rsid w:val="00367FD5"/>
    <w:rsid w:val="00371884"/>
    <w:rsid w:val="00373476"/>
    <w:rsid w:val="0037590A"/>
    <w:rsid w:val="003813A6"/>
    <w:rsid w:val="00390EAA"/>
    <w:rsid w:val="0039413B"/>
    <w:rsid w:val="00396D08"/>
    <w:rsid w:val="003979FF"/>
    <w:rsid w:val="003A1331"/>
    <w:rsid w:val="003A4FCE"/>
    <w:rsid w:val="003A7936"/>
    <w:rsid w:val="003B5B7E"/>
    <w:rsid w:val="003D668B"/>
    <w:rsid w:val="003E3075"/>
    <w:rsid w:val="003E5711"/>
    <w:rsid w:val="003F4C44"/>
    <w:rsid w:val="0040117E"/>
    <w:rsid w:val="004044ED"/>
    <w:rsid w:val="0041090B"/>
    <w:rsid w:val="00410DE8"/>
    <w:rsid w:val="00417B0D"/>
    <w:rsid w:val="00431FDF"/>
    <w:rsid w:val="00435E01"/>
    <w:rsid w:val="0044342A"/>
    <w:rsid w:val="00446632"/>
    <w:rsid w:val="0045297C"/>
    <w:rsid w:val="00465935"/>
    <w:rsid w:val="00466594"/>
    <w:rsid w:val="00466D82"/>
    <w:rsid w:val="00467A46"/>
    <w:rsid w:val="004700ED"/>
    <w:rsid w:val="00474190"/>
    <w:rsid w:val="00474DE8"/>
    <w:rsid w:val="00476594"/>
    <w:rsid w:val="004A0C02"/>
    <w:rsid w:val="004A59AC"/>
    <w:rsid w:val="004A62DE"/>
    <w:rsid w:val="004B75C8"/>
    <w:rsid w:val="004E678B"/>
    <w:rsid w:val="005139F7"/>
    <w:rsid w:val="00514DD0"/>
    <w:rsid w:val="00515D7E"/>
    <w:rsid w:val="005206B1"/>
    <w:rsid w:val="0052655F"/>
    <w:rsid w:val="00532938"/>
    <w:rsid w:val="00533C08"/>
    <w:rsid w:val="00534C2E"/>
    <w:rsid w:val="00534ED8"/>
    <w:rsid w:val="00545A22"/>
    <w:rsid w:val="005469AC"/>
    <w:rsid w:val="00553F0D"/>
    <w:rsid w:val="0056431A"/>
    <w:rsid w:val="005675E2"/>
    <w:rsid w:val="00573FC3"/>
    <w:rsid w:val="00583568"/>
    <w:rsid w:val="00590428"/>
    <w:rsid w:val="00593843"/>
    <w:rsid w:val="00597B03"/>
    <w:rsid w:val="005A04CF"/>
    <w:rsid w:val="005A284C"/>
    <w:rsid w:val="005A6438"/>
    <w:rsid w:val="005A749B"/>
    <w:rsid w:val="005B044A"/>
    <w:rsid w:val="005B2A80"/>
    <w:rsid w:val="005B75AC"/>
    <w:rsid w:val="005C56E7"/>
    <w:rsid w:val="005C5CB9"/>
    <w:rsid w:val="005D05DB"/>
    <w:rsid w:val="005D6E06"/>
    <w:rsid w:val="005E7C2C"/>
    <w:rsid w:val="005F41FC"/>
    <w:rsid w:val="00600E25"/>
    <w:rsid w:val="00605324"/>
    <w:rsid w:val="006059F7"/>
    <w:rsid w:val="0061134F"/>
    <w:rsid w:val="0061173C"/>
    <w:rsid w:val="00614DFB"/>
    <w:rsid w:val="006164AD"/>
    <w:rsid w:val="00617597"/>
    <w:rsid w:val="006209C8"/>
    <w:rsid w:val="00620A3E"/>
    <w:rsid w:val="00622BBE"/>
    <w:rsid w:val="00637AF5"/>
    <w:rsid w:val="006516FC"/>
    <w:rsid w:val="00655AD1"/>
    <w:rsid w:val="00656E7E"/>
    <w:rsid w:val="006603AB"/>
    <w:rsid w:val="00662114"/>
    <w:rsid w:val="006652AA"/>
    <w:rsid w:val="00665D3F"/>
    <w:rsid w:val="00667121"/>
    <w:rsid w:val="00671BD4"/>
    <w:rsid w:val="0067349E"/>
    <w:rsid w:val="00675FDB"/>
    <w:rsid w:val="00680F39"/>
    <w:rsid w:val="0068196B"/>
    <w:rsid w:val="00686926"/>
    <w:rsid w:val="00697D61"/>
    <w:rsid w:val="006A42F4"/>
    <w:rsid w:val="006A46EB"/>
    <w:rsid w:val="006A5FDD"/>
    <w:rsid w:val="006B0908"/>
    <w:rsid w:val="006B1450"/>
    <w:rsid w:val="006C1285"/>
    <w:rsid w:val="006D0E23"/>
    <w:rsid w:val="006D603B"/>
    <w:rsid w:val="006D6FAD"/>
    <w:rsid w:val="006F027A"/>
    <w:rsid w:val="006F27E0"/>
    <w:rsid w:val="00701C52"/>
    <w:rsid w:val="00702C59"/>
    <w:rsid w:val="00704501"/>
    <w:rsid w:val="007137E8"/>
    <w:rsid w:val="00716CFB"/>
    <w:rsid w:val="00720A0E"/>
    <w:rsid w:val="00725DC4"/>
    <w:rsid w:val="007269F6"/>
    <w:rsid w:val="00737471"/>
    <w:rsid w:val="00737B0C"/>
    <w:rsid w:val="00740470"/>
    <w:rsid w:val="007406F9"/>
    <w:rsid w:val="00740B0E"/>
    <w:rsid w:val="007476CD"/>
    <w:rsid w:val="00752C72"/>
    <w:rsid w:val="00754781"/>
    <w:rsid w:val="00756585"/>
    <w:rsid w:val="00762F7C"/>
    <w:rsid w:val="00764A7B"/>
    <w:rsid w:val="007679A5"/>
    <w:rsid w:val="00771FF1"/>
    <w:rsid w:val="0077753C"/>
    <w:rsid w:val="007807A8"/>
    <w:rsid w:val="0078528B"/>
    <w:rsid w:val="00786260"/>
    <w:rsid w:val="0079177E"/>
    <w:rsid w:val="00794323"/>
    <w:rsid w:val="007947AB"/>
    <w:rsid w:val="00794DB4"/>
    <w:rsid w:val="007B19C7"/>
    <w:rsid w:val="007B78C9"/>
    <w:rsid w:val="007C074A"/>
    <w:rsid w:val="007C33CF"/>
    <w:rsid w:val="007C3585"/>
    <w:rsid w:val="007C6EB6"/>
    <w:rsid w:val="007E176F"/>
    <w:rsid w:val="007E75F1"/>
    <w:rsid w:val="007F1182"/>
    <w:rsid w:val="007F1FA2"/>
    <w:rsid w:val="007F398D"/>
    <w:rsid w:val="007F6B1B"/>
    <w:rsid w:val="00801CD0"/>
    <w:rsid w:val="00802A23"/>
    <w:rsid w:val="00803C2C"/>
    <w:rsid w:val="00803C3D"/>
    <w:rsid w:val="008040C3"/>
    <w:rsid w:val="00806E38"/>
    <w:rsid w:val="00807B52"/>
    <w:rsid w:val="00812652"/>
    <w:rsid w:val="00814990"/>
    <w:rsid w:val="008249F5"/>
    <w:rsid w:val="00825A95"/>
    <w:rsid w:val="008274C2"/>
    <w:rsid w:val="00834F99"/>
    <w:rsid w:val="00835FB7"/>
    <w:rsid w:val="0083634C"/>
    <w:rsid w:val="0084173F"/>
    <w:rsid w:val="008463A2"/>
    <w:rsid w:val="00852221"/>
    <w:rsid w:val="00853813"/>
    <w:rsid w:val="00853BB0"/>
    <w:rsid w:val="00855A71"/>
    <w:rsid w:val="00857287"/>
    <w:rsid w:val="00860421"/>
    <w:rsid w:val="00883360"/>
    <w:rsid w:val="008923E5"/>
    <w:rsid w:val="00892E3A"/>
    <w:rsid w:val="00894A4A"/>
    <w:rsid w:val="00896BDA"/>
    <w:rsid w:val="008A1CD1"/>
    <w:rsid w:val="008A28E1"/>
    <w:rsid w:val="008A2FA5"/>
    <w:rsid w:val="008B54A2"/>
    <w:rsid w:val="008C10CD"/>
    <w:rsid w:val="008C3096"/>
    <w:rsid w:val="008C565F"/>
    <w:rsid w:val="008D285D"/>
    <w:rsid w:val="008D49E4"/>
    <w:rsid w:val="008D5807"/>
    <w:rsid w:val="008D764F"/>
    <w:rsid w:val="008E0D2B"/>
    <w:rsid w:val="008E2514"/>
    <w:rsid w:val="008F0F53"/>
    <w:rsid w:val="008F698B"/>
    <w:rsid w:val="00905514"/>
    <w:rsid w:val="0090617A"/>
    <w:rsid w:val="0090759A"/>
    <w:rsid w:val="00910306"/>
    <w:rsid w:val="0091144B"/>
    <w:rsid w:val="00922554"/>
    <w:rsid w:val="0092445F"/>
    <w:rsid w:val="00925D21"/>
    <w:rsid w:val="009307F4"/>
    <w:rsid w:val="00944AC6"/>
    <w:rsid w:val="00944B00"/>
    <w:rsid w:val="00955B3E"/>
    <w:rsid w:val="00967CAA"/>
    <w:rsid w:val="009707A0"/>
    <w:rsid w:val="00981953"/>
    <w:rsid w:val="009900E2"/>
    <w:rsid w:val="009A0967"/>
    <w:rsid w:val="009A1CD7"/>
    <w:rsid w:val="009A360E"/>
    <w:rsid w:val="009A6258"/>
    <w:rsid w:val="009C31A2"/>
    <w:rsid w:val="009C42C3"/>
    <w:rsid w:val="009C63A0"/>
    <w:rsid w:val="009C670E"/>
    <w:rsid w:val="009D5116"/>
    <w:rsid w:val="009D5320"/>
    <w:rsid w:val="009E24D0"/>
    <w:rsid w:val="009E429B"/>
    <w:rsid w:val="009F3E81"/>
    <w:rsid w:val="00A0092B"/>
    <w:rsid w:val="00A02285"/>
    <w:rsid w:val="00A0327A"/>
    <w:rsid w:val="00A050CF"/>
    <w:rsid w:val="00A11F0B"/>
    <w:rsid w:val="00A122C0"/>
    <w:rsid w:val="00A274F4"/>
    <w:rsid w:val="00A34142"/>
    <w:rsid w:val="00A42CC5"/>
    <w:rsid w:val="00A50CE3"/>
    <w:rsid w:val="00A71261"/>
    <w:rsid w:val="00A72123"/>
    <w:rsid w:val="00A72B1A"/>
    <w:rsid w:val="00A750EC"/>
    <w:rsid w:val="00A80995"/>
    <w:rsid w:val="00A93E9F"/>
    <w:rsid w:val="00AA177B"/>
    <w:rsid w:val="00AA1C68"/>
    <w:rsid w:val="00AA754D"/>
    <w:rsid w:val="00AB2680"/>
    <w:rsid w:val="00AC1EBF"/>
    <w:rsid w:val="00AD04D3"/>
    <w:rsid w:val="00AD076D"/>
    <w:rsid w:val="00AD351E"/>
    <w:rsid w:val="00AE0062"/>
    <w:rsid w:val="00AE2A2B"/>
    <w:rsid w:val="00AE72EC"/>
    <w:rsid w:val="00B045A8"/>
    <w:rsid w:val="00B078F4"/>
    <w:rsid w:val="00B10510"/>
    <w:rsid w:val="00B116A7"/>
    <w:rsid w:val="00B12096"/>
    <w:rsid w:val="00B12504"/>
    <w:rsid w:val="00B14FE0"/>
    <w:rsid w:val="00B15D23"/>
    <w:rsid w:val="00B179B5"/>
    <w:rsid w:val="00B207D4"/>
    <w:rsid w:val="00B249AE"/>
    <w:rsid w:val="00B2644A"/>
    <w:rsid w:val="00B52951"/>
    <w:rsid w:val="00B611CE"/>
    <w:rsid w:val="00B6232E"/>
    <w:rsid w:val="00B65A1B"/>
    <w:rsid w:val="00B66ED8"/>
    <w:rsid w:val="00B67069"/>
    <w:rsid w:val="00B7712E"/>
    <w:rsid w:val="00B83B17"/>
    <w:rsid w:val="00B85CFF"/>
    <w:rsid w:val="00B9431C"/>
    <w:rsid w:val="00BA3580"/>
    <w:rsid w:val="00BB3FF5"/>
    <w:rsid w:val="00BB5F4A"/>
    <w:rsid w:val="00BC01FA"/>
    <w:rsid w:val="00BD3DBF"/>
    <w:rsid w:val="00BD7AE3"/>
    <w:rsid w:val="00BE28AE"/>
    <w:rsid w:val="00BE3B88"/>
    <w:rsid w:val="00BE7317"/>
    <w:rsid w:val="00BE7B6C"/>
    <w:rsid w:val="00BF294B"/>
    <w:rsid w:val="00BF372C"/>
    <w:rsid w:val="00BF3EEB"/>
    <w:rsid w:val="00BF69F5"/>
    <w:rsid w:val="00BF6FB3"/>
    <w:rsid w:val="00BF75AF"/>
    <w:rsid w:val="00C05DFD"/>
    <w:rsid w:val="00C10949"/>
    <w:rsid w:val="00C21531"/>
    <w:rsid w:val="00C26460"/>
    <w:rsid w:val="00C33BE5"/>
    <w:rsid w:val="00C34A78"/>
    <w:rsid w:val="00C35A68"/>
    <w:rsid w:val="00C36686"/>
    <w:rsid w:val="00C425A5"/>
    <w:rsid w:val="00C514C7"/>
    <w:rsid w:val="00C51615"/>
    <w:rsid w:val="00C56738"/>
    <w:rsid w:val="00C57472"/>
    <w:rsid w:val="00C60B85"/>
    <w:rsid w:val="00C62085"/>
    <w:rsid w:val="00C62C59"/>
    <w:rsid w:val="00C659F9"/>
    <w:rsid w:val="00C714AE"/>
    <w:rsid w:val="00C71BEE"/>
    <w:rsid w:val="00C752DF"/>
    <w:rsid w:val="00C77656"/>
    <w:rsid w:val="00C838A4"/>
    <w:rsid w:val="00C841B0"/>
    <w:rsid w:val="00C8594A"/>
    <w:rsid w:val="00C86B7D"/>
    <w:rsid w:val="00C8745B"/>
    <w:rsid w:val="00C97C84"/>
    <w:rsid w:val="00CA5910"/>
    <w:rsid w:val="00CB1F61"/>
    <w:rsid w:val="00CB3109"/>
    <w:rsid w:val="00CB7BB6"/>
    <w:rsid w:val="00CC0A7D"/>
    <w:rsid w:val="00CC0D48"/>
    <w:rsid w:val="00CC4F32"/>
    <w:rsid w:val="00CD330C"/>
    <w:rsid w:val="00CD370D"/>
    <w:rsid w:val="00CD527F"/>
    <w:rsid w:val="00CE6E44"/>
    <w:rsid w:val="00CF0FA5"/>
    <w:rsid w:val="00D007B9"/>
    <w:rsid w:val="00D058FB"/>
    <w:rsid w:val="00D06A76"/>
    <w:rsid w:val="00D07932"/>
    <w:rsid w:val="00D20C39"/>
    <w:rsid w:val="00D26E6D"/>
    <w:rsid w:val="00D4126D"/>
    <w:rsid w:val="00D42640"/>
    <w:rsid w:val="00D43535"/>
    <w:rsid w:val="00D451AB"/>
    <w:rsid w:val="00D467B2"/>
    <w:rsid w:val="00D46AAE"/>
    <w:rsid w:val="00D4760A"/>
    <w:rsid w:val="00D54A12"/>
    <w:rsid w:val="00D55423"/>
    <w:rsid w:val="00D60A8D"/>
    <w:rsid w:val="00D712EE"/>
    <w:rsid w:val="00D76A7D"/>
    <w:rsid w:val="00D76FB3"/>
    <w:rsid w:val="00D81B53"/>
    <w:rsid w:val="00D8705E"/>
    <w:rsid w:val="00D9143B"/>
    <w:rsid w:val="00D95170"/>
    <w:rsid w:val="00DA55A0"/>
    <w:rsid w:val="00DB4B25"/>
    <w:rsid w:val="00DB6975"/>
    <w:rsid w:val="00DB7939"/>
    <w:rsid w:val="00DC331D"/>
    <w:rsid w:val="00DC47AA"/>
    <w:rsid w:val="00DC5AEC"/>
    <w:rsid w:val="00DC76D6"/>
    <w:rsid w:val="00DD1898"/>
    <w:rsid w:val="00DD1BD0"/>
    <w:rsid w:val="00DD6C74"/>
    <w:rsid w:val="00DE2031"/>
    <w:rsid w:val="00DE234B"/>
    <w:rsid w:val="00DF33C8"/>
    <w:rsid w:val="00DF68F8"/>
    <w:rsid w:val="00E02BDB"/>
    <w:rsid w:val="00E0317C"/>
    <w:rsid w:val="00E072C8"/>
    <w:rsid w:val="00E16B17"/>
    <w:rsid w:val="00E27ED9"/>
    <w:rsid w:val="00E3770C"/>
    <w:rsid w:val="00E45F0D"/>
    <w:rsid w:val="00E475CC"/>
    <w:rsid w:val="00E51B0C"/>
    <w:rsid w:val="00E52F50"/>
    <w:rsid w:val="00E55810"/>
    <w:rsid w:val="00E60A1A"/>
    <w:rsid w:val="00E65743"/>
    <w:rsid w:val="00E727B6"/>
    <w:rsid w:val="00E73EE9"/>
    <w:rsid w:val="00E768C3"/>
    <w:rsid w:val="00E813D1"/>
    <w:rsid w:val="00E83AED"/>
    <w:rsid w:val="00E84081"/>
    <w:rsid w:val="00E91D6D"/>
    <w:rsid w:val="00E93818"/>
    <w:rsid w:val="00E979EF"/>
    <w:rsid w:val="00EB4DB8"/>
    <w:rsid w:val="00EB736A"/>
    <w:rsid w:val="00EC2BEF"/>
    <w:rsid w:val="00EC6989"/>
    <w:rsid w:val="00EC7D2A"/>
    <w:rsid w:val="00ED0109"/>
    <w:rsid w:val="00ED108D"/>
    <w:rsid w:val="00ED7EDE"/>
    <w:rsid w:val="00EE49A6"/>
    <w:rsid w:val="00EE7262"/>
    <w:rsid w:val="00EF063A"/>
    <w:rsid w:val="00EF3DB1"/>
    <w:rsid w:val="00EF595D"/>
    <w:rsid w:val="00F0163F"/>
    <w:rsid w:val="00F029F4"/>
    <w:rsid w:val="00F036AA"/>
    <w:rsid w:val="00F068F9"/>
    <w:rsid w:val="00F06BE5"/>
    <w:rsid w:val="00F10EA4"/>
    <w:rsid w:val="00F15626"/>
    <w:rsid w:val="00F33C0A"/>
    <w:rsid w:val="00F41E0C"/>
    <w:rsid w:val="00F513FF"/>
    <w:rsid w:val="00F55295"/>
    <w:rsid w:val="00F574C5"/>
    <w:rsid w:val="00F60FCF"/>
    <w:rsid w:val="00F63169"/>
    <w:rsid w:val="00F72820"/>
    <w:rsid w:val="00F73DBF"/>
    <w:rsid w:val="00F808F0"/>
    <w:rsid w:val="00F811CE"/>
    <w:rsid w:val="00F82D95"/>
    <w:rsid w:val="00F83653"/>
    <w:rsid w:val="00F867DF"/>
    <w:rsid w:val="00F90500"/>
    <w:rsid w:val="00FB1584"/>
    <w:rsid w:val="00FC1B77"/>
    <w:rsid w:val="00FD2020"/>
    <w:rsid w:val="00FD3624"/>
    <w:rsid w:val="00FD6836"/>
    <w:rsid w:val="00FE7832"/>
    <w:rsid w:val="00FF7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17DFA2"/>
  <w15:chartTrackingRefBased/>
  <w15:docId w15:val="{C1BB8BA7-31F9-47C6-9990-764329E7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10F"/>
    <w:pPr>
      <w:widowControl w:val="0"/>
      <w:wordWrap w:val="0"/>
      <w:autoSpaceDE w:val="0"/>
      <w:autoSpaceDN w:val="0"/>
      <w:jc w:val="both"/>
    </w:pPr>
    <w:rPr>
      <w:rFonts w:ascii="Arial" w:eastAsia="BIZ UDPゴシック" w:hAnsi="Arial"/>
      <w:bCs/>
      <w:kern w:val="2"/>
      <w:sz w:val="24"/>
      <w:szCs w:val="24"/>
      <w:lang w:eastAsia="ko-KR"/>
    </w:rPr>
  </w:style>
  <w:style w:type="paragraph" w:styleId="1">
    <w:name w:val="heading 1"/>
    <w:basedOn w:val="a"/>
    <w:next w:val="a"/>
    <w:link w:val="10"/>
    <w:qFormat/>
    <w:rsid w:val="0041090B"/>
    <w:pPr>
      <w:keepNext/>
      <w:outlineLvl w:val="0"/>
    </w:pPr>
    <w:rPr>
      <w:b/>
      <w:sz w:val="28"/>
      <w:szCs w:val="28"/>
    </w:rPr>
  </w:style>
  <w:style w:type="paragraph" w:styleId="2">
    <w:name w:val="heading 2"/>
    <w:basedOn w:val="a"/>
    <w:next w:val="a"/>
    <w:link w:val="20"/>
    <w:qFormat/>
    <w:rsid w:val="0041090B"/>
    <w:pPr>
      <w:keepNext/>
      <w:outlineLvl w:val="1"/>
    </w:pPr>
  </w:style>
  <w:style w:type="paragraph" w:styleId="3">
    <w:name w:val="heading 3"/>
    <w:aliases w:val="Char"/>
    <w:basedOn w:val="a0"/>
    <w:next w:val="a"/>
    <w:link w:val="30"/>
    <w:autoRedefine/>
    <w:qFormat/>
    <w:rsid w:val="001B310F"/>
    <w:pPr>
      <w:outlineLvl w:val="2"/>
    </w:pPr>
  </w:style>
  <w:style w:type="paragraph" w:styleId="4">
    <w:name w:val="heading 4"/>
    <w:basedOn w:val="a"/>
    <w:next w:val="a"/>
    <w:link w:val="40"/>
    <w:qFormat/>
    <w:rsid w:val="00CB7BB6"/>
    <w:pPr>
      <w:keepNext/>
      <w:ind w:leftChars="50" w:left="250" w:hangingChars="200" w:hanging="200"/>
      <w:outlineLvl w:val="3"/>
    </w:pPr>
    <w:rPr>
      <w:rFonts w:ascii="Century" w:hAnsi="Century"/>
      <w:bCs w:val="0"/>
    </w:rPr>
  </w:style>
  <w:style w:type="paragraph" w:styleId="5">
    <w:name w:val="heading 5"/>
    <w:basedOn w:val="a"/>
    <w:next w:val="a"/>
    <w:link w:val="50"/>
    <w:qFormat/>
    <w:rsid w:val="00CB7BB6"/>
    <w:pPr>
      <w:keepNext/>
      <w:spacing w:line="0" w:lineRule="atLeast"/>
      <w:jc w:val="left"/>
      <w:outlineLvl w:val="4"/>
    </w:pPr>
    <w:rPr>
      <w:rFonts w:ascii="Century" w:eastAsia="ＭＳ 明朝" w:hAnsi="Century"/>
      <w:bCs w:val="0"/>
    </w:rPr>
  </w:style>
  <w:style w:type="paragraph" w:styleId="6">
    <w:name w:val="heading 6"/>
    <w:basedOn w:val="a"/>
    <w:next w:val="a"/>
    <w:link w:val="60"/>
    <w:qFormat/>
    <w:rsid w:val="00B078F4"/>
    <w:pPr>
      <w:keepNext/>
      <w:spacing w:line="0" w:lineRule="atLeast"/>
      <w:jc w:val="center"/>
      <w:outlineLvl w:val="5"/>
    </w:pPr>
    <w:rPr>
      <w:rFonts w:ascii="HYGothic-Extra" w:eastAsia="HYGothic-Extra" w:hAnsi="Batang"/>
      <w:b/>
      <w:bCs w:val="0"/>
      <w:sz w:val="72"/>
    </w:rPr>
  </w:style>
  <w:style w:type="paragraph" w:styleId="7">
    <w:name w:val="heading 7"/>
    <w:basedOn w:val="a"/>
    <w:next w:val="a"/>
    <w:link w:val="70"/>
    <w:qFormat/>
    <w:rsid w:val="00B078F4"/>
    <w:pPr>
      <w:keepNext/>
      <w:jc w:val="center"/>
      <w:outlineLvl w:val="6"/>
    </w:pPr>
    <w:rPr>
      <w:rFonts w:ascii="HYGothic-Extra" w:eastAsia="HYGothic-Extra" w:hAnsi="Batang"/>
      <w:sz w:val="32"/>
    </w:rPr>
  </w:style>
  <w:style w:type="paragraph" w:styleId="8">
    <w:name w:val="heading 8"/>
    <w:basedOn w:val="a"/>
    <w:next w:val="a"/>
    <w:link w:val="80"/>
    <w:qFormat/>
    <w:rsid w:val="00B078F4"/>
    <w:pPr>
      <w:widowControl/>
      <w:wordWrap/>
      <w:autoSpaceDE/>
      <w:autoSpaceDN/>
      <w:spacing w:before="240" w:after="60"/>
      <w:jc w:val="left"/>
      <w:outlineLvl w:val="7"/>
    </w:pPr>
    <w:rPr>
      <w:i/>
      <w:iCs/>
      <w:kern w:val="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41090B"/>
    <w:rPr>
      <w:rFonts w:ascii="Arial" w:eastAsia="BIZ UDPゴシック" w:hAnsi="Arial"/>
      <w:b/>
      <w:bCs/>
      <w:kern w:val="2"/>
      <w:sz w:val="28"/>
      <w:szCs w:val="28"/>
      <w:lang w:eastAsia="ko-KR"/>
    </w:rPr>
  </w:style>
  <w:style w:type="character" w:customStyle="1" w:styleId="20">
    <w:name w:val="見出し 2 (文字)"/>
    <w:link w:val="2"/>
    <w:rsid w:val="0041090B"/>
    <w:rPr>
      <w:rFonts w:ascii="Arial" w:eastAsia="BIZ UDPゴシック" w:hAnsi="Arial"/>
      <w:bCs/>
      <w:kern w:val="2"/>
      <w:sz w:val="24"/>
      <w:szCs w:val="24"/>
      <w:lang w:eastAsia="ko-KR"/>
    </w:rPr>
  </w:style>
  <w:style w:type="paragraph" w:styleId="a0">
    <w:name w:val="Title"/>
    <w:basedOn w:val="a"/>
    <w:next w:val="a"/>
    <w:link w:val="a4"/>
    <w:uiPriority w:val="10"/>
    <w:qFormat/>
    <w:rsid w:val="0041090B"/>
    <w:pPr>
      <w:spacing w:before="240" w:after="120"/>
      <w:jc w:val="left"/>
      <w:outlineLvl w:val="0"/>
    </w:pPr>
    <w:rPr>
      <w:b/>
      <w:sz w:val="32"/>
      <w:szCs w:val="32"/>
    </w:rPr>
  </w:style>
  <w:style w:type="character" w:customStyle="1" w:styleId="a4">
    <w:name w:val="表題 (文字)"/>
    <w:link w:val="a0"/>
    <w:uiPriority w:val="10"/>
    <w:rsid w:val="0041090B"/>
    <w:rPr>
      <w:rFonts w:ascii="Arial" w:eastAsia="BIZ UDPゴシック" w:hAnsi="Arial"/>
      <w:b/>
      <w:bCs/>
      <w:kern w:val="2"/>
      <w:sz w:val="32"/>
      <w:szCs w:val="32"/>
      <w:lang w:eastAsia="ko-KR"/>
    </w:rPr>
  </w:style>
  <w:style w:type="paragraph" w:styleId="a5">
    <w:name w:val="Subtitle"/>
    <w:basedOn w:val="a"/>
    <w:next w:val="a"/>
    <w:link w:val="a6"/>
    <w:uiPriority w:val="11"/>
    <w:qFormat/>
    <w:rsid w:val="00F029F4"/>
    <w:pPr>
      <w:jc w:val="center"/>
      <w:outlineLvl w:val="1"/>
    </w:pPr>
    <w:rPr>
      <w:rFonts w:eastAsia="ＭＳ ゴシック"/>
    </w:rPr>
  </w:style>
  <w:style w:type="character" w:customStyle="1" w:styleId="a6">
    <w:name w:val="副題 (文字)"/>
    <w:link w:val="a5"/>
    <w:uiPriority w:val="11"/>
    <w:rsid w:val="00F029F4"/>
    <w:rPr>
      <w:rFonts w:ascii="Arial" w:eastAsia="ＭＳ ゴシック" w:hAnsi="Arial" w:cs="Times New Roman"/>
      <w:bCs/>
      <w:kern w:val="2"/>
      <w:sz w:val="24"/>
      <w:szCs w:val="24"/>
      <w:lang w:eastAsia="ko-KR"/>
    </w:rPr>
  </w:style>
  <w:style w:type="paragraph" w:styleId="a7">
    <w:name w:val="TOC Heading"/>
    <w:basedOn w:val="1"/>
    <w:next w:val="a"/>
    <w:uiPriority w:val="39"/>
    <w:qFormat/>
    <w:rsid w:val="00B078F4"/>
    <w:pPr>
      <w:keepLines/>
      <w:widowControl/>
      <w:wordWrap/>
      <w:autoSpaceDE/>
      <w:autoSpaceDN/>
      <w:spacing w:before="480" w:line="276" w:lineRule="auto"/>
      <w:jc w:val="left"/>
      <w:outlineLvl w:val="9"/>
    </w:pPr>
    <w:rPr>
      <w:rFonts w:eastAsia="ＭＳ ゴシック"/>
      <w:color w:val="365F91"/>
      <w:kern w:val="0"/>
      <w:lang w:eastAsia="ja-JP"/>
    </w:rPr>
  </w:style>
  <w:style w:type="character" w:customStyle="1" w:styleId="30">
    <w:name w:val="見出し 3 (文字)"/>
    <w:aliases w:val="Char (文字)"/>
    <w:link w:val="3"/>
    <w:rsid w:val="001B310F"/>
    <w:rPr>
      <w:rFonts w:ascii="Arial" w:eastAsia="ＭＳ 明朝" w:hAnsi="Arial"/>
      <w:b/>
      <w:bCs/>
      <w:kern w:val="2"/>
      <w:sz w:val="28"/>
      <w:szCs w:val="32"/>
      <w:lang w:eastAsia="ko-KR"/>
    </w:rPr>
  </w:style>
  <w:style w:type="character" w:customStyle="1" w:styleId="40">
    <w:name w:val="見出し 4 (文字)"/>
    <w:link w:val="4"/>
    <w:rsid w:val="00CB7BB6"/>
    <w:rPr>
      <w:rFonts w:ascii="Century" w:eastAsia="ＭＳ 明朝" w:hAnsi="Century"/>
      <w:kern w:val="2"/>
      <w:sz w:val="24"/>
      <w:szCs w:val="24"/>
      <w:lang w:eastAsia="ko-KR"/>
    </w:rPr>
  </w:style>
  <w:style w:type="character" w:customStyle="1" w:styleId="50">
    <w:name w:val="見出し 5 (文字)"/>
    <w:link w:val="5"/>
    <w:rsid w:val="00CB7BB6"/>
    <w:rPr>
      <w:rFonts w:ascii="Century" w:eastAsia="ＭＳ 明朝" w:hAnsi="Century"/>
      <w:kern w:val="2"/>
      <w:sz w:val="24"/>
      <w:szCs w:val="24"/>
      <w:lang w:eastAsia="ko-KR"/>
    </w:rPr>
  </w:style>
  <w:style w:type="character" w:customStyle="1" w:styleId="60">
    <w:name w:val="見出し 6 (文字)"/>
    <w:link w:val="6"/>
    <w:rsid w:val="00B078F4"/>
    <w:rPr>
      <w:rFonts w:ascii="HYGothic-Extra" w:eastAsia="HYGothic-Extra" w:hAnsi="Batang"/>
      <w:b/>
      <w:kern w:val="2"/>
      <w:sz w:val="72"/>
      <w:szCs w:val="24"/>
      <w:lang w:eastAsia="ko-KR"/>
    </w:rPr>
  </w:style>
  <w:style w:type="character" w:customStyle="1" w:styleId="70">
    <w:name w:val="見出し 7 (文字)"/>
    <w:link w:val="7"/>
    <w:rsid w:val="00B078F4"/>
    <w:rPr>
      <w:rFonts w:ascii="HYGothic-Extra" w:eastAsia="HYGothic-Extra" w:hAnsi="Batang"/>
      <w:bCs/>
      <w:kern w:val="2"/>
      <w:sz w:val="32"/>
      <w:szCs w:val="24"/>
      <w:lang w:eastAsia="ko-KR"/>
    </w:rPr>
  </w:style>
  <w:style w:type="character" w:customStyle="1" w:styleId="80">
    <w:name w:val="見出し 8 (文字)"/>
    <w:link w:val="8"/>
    <w:rsid w:val="00B078F4"/>
    <w:rPr>
      <w:rFonts w:eastAsia="ＭＳ 明朝"/>
      <w:bCs/>
      <w:i/>
      <w:iCs/>
      <w:sz w:val="24"/>
      <w:szCs w:val="24"/>
      <w:lang w:eastAsia="en-US"/>
    </w:rPr>
  </w:style>
  <w:style w:type="paragraph" w:styleId="a8">
    <w:name w:val="List Paragraph"/>
    <w:basedOn w:val="a"/>
    <w:uiPriority w:val="34"/>
    <w:qFormat/>
    <w:rsid w:val="00B078F4"/>
    <w:pPr>
      <w:ind w:leftChars="400" w:left="840"/>
    </w:pPr>
  </w:style>
  <w:style w:type="paragraph" w:styleId="a9">
    <w:name w:val="Document Map"/>
    <w:basedOn w:val="a"/>
    <w:link w:val="aa"/>
    <w:uiPriority w:val="99"/>
    <w:semiHidden/>
    <w:unhideWhenUsed/>
    <w:rsid w:val="009C42C3"/>
    <w:rPr>
      <w:rFonts w:ascii="MS UI Gothic" w:eastAsia="MS UI Gothic"/>
      <w:sz w:val="18"/>
      <w:szCs w:val="18"/>
    </w:rPr>
  </w:style>
  <w:style w:type="character" w:customStyle="1" w:styleId="aa">
    <w:name w:val="見出しマップ (文字)"/>
    <w:link w:val="a9"/>
    <w:uiPriority w:val="99"/>
    <w:semiHidden/>
    <w:rsid w:val="009C42C3"/>
    <w:rPr>
      <w:rFonts w:ascii="MS UI Gothic" w:eastAsia="MS UI Gothic"/>
      <w:bCs/>
      <w:kern w:val="2"/>
      <w:sz w:val="18"/>
      <w:szCs w:val="18"/>
      <w:lang w:eastAsia="ko-KR"/>
    </w:rPr>
  </w:style>
  <w:style w:type="paragraph" w:styleId="ab">
    <w:name w:val="header"/>
    <w:basedOn w:val="a"/>
    <w:link w:val="ac"/>
    <w:uiPriority w:val="99"/>
    <w:unhideWhenUsed/>
    <w:rsid w:val="002466AC"/>
    <w:pPr>
      <w:tabs>
        <w:tab w:val="center" w:pos="4252"/>
        <w:tab w:val="right" w:pos="8504"/>
      </w:tabs>
      <w:snapToGrid w:val="0"/>
    </w:pPr>
  </w:style>
  <w:style w:type="character" w:customStyle="1" w:styleId="ac">
    <w:name w:val="ヘッダー (文字)"/>
    <w:link w:val="ab"/>
    <w:uiPriority w:val="99"/>
    <w:rsid w:val="002466AC"/>
    <w:rPr>
      <w:rFonts w:eastAsia="ＭＳ 明朝"/>
      <w:bCs/>
      <w:kern w:val="2"/>
      <w:sz w:val="24"/>
      <w:szCs w:val="24"/>
      <w:lang w:eastAsia="ko-KR"/>
    </w:rPr>
  </w:style>
  <w:style w:type="paragraph" w:styleId="ad">
    <w:name w:val="footer"/>
    <w:basedOn w:val="a"/>
    <w:link w:val="ae"/>
    <w:uiPriority w:val="99"/>
    <w:unhideWhenUsed/>
    <w:rsid w:val="002466AC"/>
    <w:pPr>
      <w:tabs>
        <w:tab w:val="center" w:pos="4252"/>
        <w:tab w:val="right" w:pos="8504"/>
      </w:tabs>
      <w:snapToGrid w:val="0"/>
    </w:pPr>
  </w:style>
  <w:style w:type="character" w:customStyle="1" w:styleId="ae">
    <w:name w:val="フッター (文字)"/>
    <w:link w:val="ad"/>
    <w:uiPriority w:val="99"/>
    <w:rsid w:val="002466AC"/>
    <w:rPr>
      <w:rFonts w:eastAsia="ＭＳ 明朝"/>
      <w:bCs/>
      <w:kern w:val="2"/>
      <w:sz w:val="24"/>
      <w:szCs w:val="24"/>
      <w:lang w:eastAsia="ko-KR"/>
    </w:rPr>
  </w:style>
  <w:style w:type="paragraph" w:styleId="af">
    <w:name w:val="Date"/>
    <w:basedOn w:val="a"/>
    <w:next w:val="a"/>
    <w:link w:val="af0"/>
    <w:uiPriority w:val="99"/>
    <w:semiHidden/>
    <w:unhideWhenUsed/>
    <w:rsid w:val="00DF68F8"/>
  </w:style>
  <w:style w:type="character" w:customStyle="1" w:styleId="af0">
    <w:name w:val="日付 (文字)"/>
    <w:link w:val="af"/>
    <w:uiPriority w:val="99"/>
    <w:semiHidden/>
    <w:rsid w:val="00DF68F8"/>
    <w:rPr>
      <w:rFonts w:eastAsia="ＭＳ 明朝"/>
      <w:bCs/>
      <w:kern w:val="2"/>
      <w:sz w:val="24"/>
      <w:szCs w:val="24"/>
      <w:lang w:eastAsia="ko-KR"/>
    </w:rPr>
  </w:style>
  <w:style w:type="paragraph" w:styleId="af1">
    <w:name w:val="Balloon Text"/>
    <w:basedOn w:val="a"/>
    <w:link w:val="af2"/>
    <w:uiPriority w:val="99"/>
    <w:semiHidden/>
    <w:unhideWhenUsed/>
    <w:rsid w:val="00091A7D"/>
    <w:rPr>
      <w:rFonts w:asciiTheme="majorHAnsi" w:eastAsiaTheme="majorEastAsia" w:hAnsiTheme="majorHAnsi" w:cstheme="majorBidi"/>
      <w:sz w:val="18"/>
      <w:szCs w:val="18"/>
    </w:rPr>
  </w:style>
  <w:style w:type="character" w:customStyle="1" w:styleId="af2">
    <w:name w:val="吹き出し (文字)"/>
    <w:basedOn w:val="a1"/>
    <w:link w:val="af1"/>
    <w:uiPriority w:val="99"/>
    <w:semiHidden/>
    <w:rsid w:val="00091A7D"/>
    <w:rPr>
      <w:rFonts w:asciiTheme="majorHAnsi" w:eastAsiaTheme="majorEastAsia" w:hAnsiTheme="majorHAnsi" w:cstheme="majorBidi"/>
      <w:bCs/>
      <w:kern w:val="2"/>
      <w:sz w:val="18"/>
      <w:szCs w:val="1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kamiiiii\Desktop\&#20316;&#26989;&#29992;\&#12463;&#12452;&#12483;&#12463;&#12502;&#12521;&#12454;&#12470;_P.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65AB1-2302-4DBE-8FB5-4B837AEEB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クイックブラウザ_P.dotx</Template>
  <TotalTime>4</TotalTime>
  <Pages>8</Pages>
  <Words>813</Words>
  <Characters>4636</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cp:lastModifiedBy>Fukami</cp:lastModifiedBy>
  <cp:revision>2</cp:revision>
  <cp:lastPrinted>2020-03-05T08:55:00Z</cp:lastPrinted>
  <dcterms:created xsi:type="dcterms:W3CDTF">2020-03-23T03:25:00Z</dcterms:created>
  <dcterms:modified xsi:type="dcterms:W3CDTF">2020-03-23T03:25:00Z</dcterms:modified>
</cp:coreProperties>
</file>