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E06D1" w14:textId="77777777" w:rsidR="005413F1" w:rsidRDefault="005413F1" w:rsidP="005413F1">
      <w:pPr>
        <w:pStyle w:val="a3"/>
        <w:rPr>
          <w:lang w:eastAsia="ja-JP"/>
        </w:rPr>
      </w:pPr>
      <w:r>
        <w:rPr>
          <w:rFonts w:hint="eastAsia"/>
          <w:lang w:eastAsia="ja-JP"/>
        </w:rPr>
        <w:t>簡単スケジューラ</w:t>
      </w:r>
    </w:p>
    <w:p w14:paraId="7D183725" w14:textId="77777777" w:rsidR="005413F1" w:rsidRDefault="005413F1" w:rsidP="005413F1">
      <w:pPr>
        <w:pStyle w:val="1"/>
        <w:rPr>
          <w:lang w:eastAsia="ja-JP"/>
        </w:rPr>
      </w:pPr>
      <w:r>
        <w:rPr>
          <w:rFonts w:hint="eastAsia"/>
          <w:lang w:eastAsia="ja-JP"/>
        </w:rPr>
        <w:t>1.</w:t>
      </w:r>
      <w:r>
        <w:rPr>
          <w:rFonts w:hint="eastAsia"/>
          <w:lang w:eastAsia="ja-JP"/>
        </w:rPr>
        <w:t>簡単スケジューラについて</w:t>
      </w:r>
    </w:p>
    <w:p w14:paraId="250881A0" w14:textId="77777777" w:rsidR="005413F1" w:rsidRDefault="005413F1" w:rsidP="005413F1">
      <w:pPr>
        <w:rPr>
          <w:lang w:eastAsia="ja-JP"/>
        </w:rPr>
      </w:pPr>
      <w:r>
        <w:rPr>
          <w:rFonts w:hint="eastAsia"/>
          <w:lang w:eastAsia="ja-JP"/>
        </w:rPr>
        <w:t>簡単スケジューラはセンスシリーズに搭載されている予定帳を簡易化し、より快適で便利なスケジュール管理を可能にしたプログラムです。</w:t>
      </w:r>
    </w:p>
    <w:p w14:paraId="5261A247" w14:textId="77777777" w:rsidR="005413F1" w:rsidRDefault="005413F1" w:rsidP="005413F1">
      <w:pPr>
        <w:rPr>
          <w:lang w:eastAsia="ja-JP"/>
        </w:rPr>
      </w:pPr>
      <w:r>
        <w:rPr>
          <w:rFonts w:hint="eastAsia"/>
          <w:lang w:eastAsia="ja-JP"/>
        </w:rPr>
        <w:t>メインメニューから「プログラム」を選択して</w:t>
      </w:r>
      <w:r>
        <w:rPr>
          <w:rFonts w:hint="eastAsia"/>
          <w:lang w:eastAsia="ja-JP"/>
        </w:rPr>
        <w:t>Enter</w:t>
      </w:r>
      <w:r>
        <w:rPr>
          <w:rFonts w:hint="eastAsia"/>
          <w:lang w:eastAsia="ja-JP"/>
        </w:rPr>
        <w:t>を押すか、メインメニューで</w:t>
      </w:r>
      <w:r>
        <w:rPr>
          <w:rFonts w:hint="eastAsia"/>
          <w:lang w:eastAsia="ja-JP"/>
        </w:rPr>
        <w:t>r</w:t>
      </w:r>
      <w:r>
        <w:rPr>
          <w:rFonts w:hint="eastAsia"/>
          <w:lang w:eastAsia="ja-JP"/>
        </w:rPr>
        <w:t>（</w:t>
      </w:r>
      <w:r>
        <w:rPr>
          <w:rFonts w:hint="eastAsia"/>
          <w:lang w:eastAsia="ja-JP"/>
        </w:rPr>
        <w:t>1-2-3-5)</w:t>
      </w:r>
      <w:r>
        <w:rPr>
          <w:rFonts w:hint="eastAsia"/>
          <w:lang w:eastAsia="ja-JP"/>
        </w:rPr>
        <w:t>を押すとプログラムメニューが開きます。</w:t>
      </w:r>
    </w:p>
    <w:p w14:paraId="069B5EC1" w14:textId="77777777" w:rsidR="005413F1" w:rsidRDefault="005413F1" w:rsidP="005413F1">
      <w:pPr>
        <w:rPr>
          <w:lang w:eastAsia="ja-JP"/>
        </w:rPr>
      </w:pPr>
      <w:r>
        <w:rPr>
          <w:rFonts w:hint="eastAsia"/>
          <w:lang w:eastAsia="ja-JP"/>
        </w:rPr>
        <w:t>次にプログラムメニューから「簡単スケジューラ」を選択し、</w:t>
      </w:r>
      <w:r>
        <w:rPr>
          <w:rFonts w:hint="eastAsia"/>
          <w:lang w:eastAsia="ja-JP"/>
        </w:rPr>
        <w:t>Enter</w:t>
      </w:r>
      <w:r>
        <w:rPr>
          <w:rFonts w:hint="eastAsia"/>
          <w:lang w:eastAsia="ja-JP"/>
        </w:rPr>
        <w:t>を押して「簡単スケジューラ」を実行します。</w:t>
      </w:r>
    </w:p>
    <w:p w14:paraId="118EC73E" w14:textId="77777777" w:rsidR="005413F1" w:rsidRDefault="005413F1" w:rsidP="005413F1">
      <w:pPr>
        <w:rPr>
          <w:lang w:eastAsia="ja-JP"/>
        </w:rPr>
      </w:pPr>
    </w:p>
    <w:p w14:paraId="2D7E40AF" w14:textId="77777777" w:rsidR="005413F1" w:rsidRDefault="005413F1" w:rsidP="005413F1">
      <w:pPr>
        <w:pStyle w:val="2"/>
        <w:rPr>
          <w:lang w:eastAsia="ja-JP"/>
        </w:rPr>
      </w:pPr>
      <w:r>
        <w:rPr>
          <w:rFonts w:hint="eastAsia"/>
          <w:lang w:eastAsia="ja-JP"/>
        </w:rPr>
        <w:t xml:space="preserve">1.1 </w:t>
      </w:r>
      <w:r>
        <w:rPr>
          <w:rFonts w:hint="eastAsia"/>
          <w:lang w:eastAsia="ja-JP"/>
        </w:rPr>
        <w:t>スケジュールリスト</w:t>
      </w:r>
    </w:p>
    <w:p w14:paraId="5F844507" w14:textId="77777777" w:rsidR="005413F1" w:rsidRDefault="005413F1" w:rsidP="005413F1">
      <w:pPr>
        <w:rPr>
          <w:lang w:eastAsia="ja-JP"/>
        </w:rPr>
      </w:pPr>
      <w:r>
        <w:rPr>
          <w:rFonts w:hint="eastAsia"/>
          <w:lang w:eastAsia="ja-JP"/>
        </w:rPr>
        <w:t>簡単スケジューラを起動すると「スケジュール」リストが表示されます。初期状態では予定が登録されていませんので、「今日の予定：予定なし」と表示されます。</w:t>
      </w:r>
    </w:p>
    <w:p w14:paraId="7058F402" w14:textId="77777777" w:rsidR="005413F1" w:rsidRDefault="005413F1" w:rsidP="005413F1">
      <w:pPr>
        <w:rPr>
          <w:lang w:eastAsia="ja-JP"/>
        </w:rPr>
      </w:pPr>
    </w:p>
    <w:p w14:paraId="1F95E218" w14:textId="77777777" w:rsidR="005413F1" w:rsidRDefault="005413F1" w:rsidP="005413F1">
      <w:pPr>
        <w:rPr>
          <w:lang w:eastAsia="ja-JP"/>
        </w:rPr>
      </w:pPr>
      <w:r>
        <w:rPr>
          <w:rFonts w:hint="eastAsia"/>
          <w:lang w:eastAsia="ja-JP"/>
        </w:rPr>
        <w:t>以下スケジュールリスト間の移動方法です。</w:t>
      </w:r>
    </w:p>
    <w:p w14:paraId="540F85D0" w14:textId="77777777" w:rsidR="005413F1" w:rsidRDefault="005413F1" w:rsidP="005413F1">
      <w:pPr>
        <w:rPr>
          <w:lang w:eastAsia="ja-JP"/>
        </w:rPr>
      </w:pPr>
      <w:r>
        <w:rPr>
          <w:rFonts w:hint="eastAsia"/>
          <w:lang w:eastAsia="ja-JP"/>
        </w:rPr>
        <w:t>翌日以降に</w:t>
      </w:r>
      <w:r>
        <w:rPr>
          <w:rFonts w:hint="eastAsia"/>
          <w:lang w:eastAsia="ja-JP"/>
        </w:rPr>
        <w:t>1</w:t>
      </w:r>
      <w:r>
        <w:rPr>
          <w:rFonts w:hint="eastAsia"/>
          <w:lang w:eastAsia="ja-JP"/>
        </w:rPr>
        <w:t>日ずつ移動：</w:t>
      </w:r>
      <w:r>
        <w:rPr>
          <w:rFonts w:hint="eastAsia"/>
          <w:lang w:eastAsia="ja-JP"/>
        </w:rPr>
        <w:t>Space-4</w:t>
      </w:r>
      <w:r>
        <w:rPr>
          <w:rFonts w:hint="eastAsia"/>
          <w:lang w:eastAsia="ja-JP"/>
        </w:rPr>
        <w:t>または</w:t>
      </w:r>
      <w:r>
        <w:rPr>
          <w:rFonts w:hint="eastAsia"/>
          <w:lang w:eastAsia="ja-JP"/>
        </w:rPr>
        <w:t>Alt</w:t>
      </w:r>
      <w:r>
        <w:rPr>
          <w:rFonts w:hint="eastAsia"/>
          <w:lang w:eastAsia="ja-JP"/>
        </w:rPr>
        <w:t>キー</w:t>
      </w:r>
    </w:p>
    <w:p w14:paraId="728D6742" w14:textId="77777777" w:rsidR="005413F1" w:rsidRDefault="005413F1" w:rsidP="005413F1">
      <w:pPr>
        <w:rPr>
          <w:lang w:eastAsia="ja-JP"/>
        </w:rPr>
      </w:pPr>
      <w:r>
        <w:rPr>
          <w:rFonts w:hint="eastAsia"/>
          <w:lang w:eastAsia="ja-JP"/>
        </w:rPr>
        <w:t>前日以前に</w:t>
      </w:r>
      <w:r>
        <w:rPr>
          <w:rFonts w:hint="eastAsia"/>
          <w:lang w:eastAsia="ja-JP"/>
        </w:rPr>
        <w:t>1</w:t>
      </w:r>
      <w:r>
        <w:rPr>
          <w:rFonts w:hint="eastAsia"/>
          <w:lang w:eastAsia="ja-JP"/>
        </w:rPr>
        <w:t>日ずつ移動：</w:t>
      </w:r>
      <w:r>
        <w:rPr>
          <w:rFonts w:hint="eastAsia"/>
          <w:lang w:eastAsia="ja-JP"/>
        </w:rPr>
        <w:t>Space-1</w:t>
      </w:r>
      <w:r>
        <w:rPr>
          <w:rFonts w:hint="eastAsia"/>
          <w:lang w:eastAsia="ja-JP"/>
        </w:rPr>
        <w:t>または</w:t>
      </w:r>
      <w:r>
        <w:rPr>
          <w:rFonts w:hint="eastAsia"/>
          <w:lang w:eastAsia="ja-JP"/>
        </w:rPr>
        <w:t>Ctrl</w:t>
      </w:r>
      <w:r>
        <w:rPr>
          <w:rFonts w:hint="eastAsia"/>
          <w:lang w:eastAsia="ja-JP"/>
        </w:rPr>
        <w:t>キー</w:t>
      </w:r>
    </w:p>
    <w:p w14:paraId="35BF41FE" w14:textId="77777777" w:rsidR="005413F1" w:rsidRDefault="005413F1" w:rsidP="005413F1">
      <w:pPr>
        <w:rPr>
          <w:lang w:eastAsia="ja-JP"/>
        </w:rPr>
      </w:pPr>
      <w:r>
        <w:rPr>
          <w:rFonts w:hint="eastAsia"/>
          <w:lang w:eastAsia="ja-JP"/>
        </w:rPr>
        <w:t>1</w:t>
      </w:r>
      <w:r>
        <w:rPr>
          <w:rFonts w:hint="eastAsia"/>
          <w:lang w:eastAsia="ja-JP"/>
        </w:rPr>
        <w:t>週間後に移動：</w:t>
      </w:r>
      <w:r>
        <w:rPr>
          <w:rFonts w:hint="eastAsia"/>
          <w:lang w:eastAsia="ja-JP"/>
        </w:rPr>
        <w:t>w(2-4-5-6)</w:t>
      </w:r>
    </w:p>
    <w:p w14:paraId="05538039" w14:textId="77777777" w:rsidR="005413F1" w:rsidRDefault="005413F1" w:rsidP="005413F1">
      <w:pPr>
        <w:rPr>
          <w:lang w:eastAsia="ja-JP"/>
        </w:rPr>
      </w:pPr>
      <w:r>
        <w:rPr>
          <w:rFonts w:hint="eastAsia"/>
          <w:lang w:eastAsia="ja-JP"/>
        </w:rPr>
        <w:t>1</w:t>
      </w:r>
      <w:r>
        <w:rPr>
          <w:rFonts w:hint="eastAsia"/>
          <w:lang w:eastAsia="ja-JP"/>
        </w:rPr>
        <w:t>週間前に移動：</w:t>
      </w:r>
      <w:r>
        <w:rPr>
          <w:rFonts w:hint="eastAsia"/>
          <w:lang w:eastAsia="ja-JP"/>
        </w:rPr>
        <w:t>Backspace-w(2-4-5-6)</w:t>
      </w:r>
    </w:p>
    <w:p w14:paraId="6F6AC11A" w14:textId="77777777" w:rsidR="005413F1" w:rsidRDefault="005413F1" w:rsidP="005413F1">
      <w:pPr>
        <w:rPr>
          <w:lang w:eastAsia="ja-JP"/>
        </w:rPr>
      </w:pPr>
      <w:r>
        <w:rPr>
          <w:rFonts w:hint="eastAsia"/>
          <w:lang w:eastAsia="ja-JP"/>
        </w:rPr>
        <w:t>1</w:t>
      </w:r>
      <w:r>
        <w:rPr>
          <w:rFonts w:hint="eastAsia"/>
          <w:lang w:eastAsia="ja-JP"/>
        </w:rPr>
        <w:t>ヶ月後に移動：</w:t>
      </w:r>
      <w:r>
        <w:rPr>
          <w:rFonts w:hint="eastAsia"/>
          <w:lang w:eastAsia="ja-JP"/>
        </w:rPr>
        <w:t>m(1-3-4)</w:t>
      </w:r>
    </w:p>
    <w:p w14:paraId="6D7EFDB3" w14:textId="77777777" w:rsidR="005413F1" w:rsidRDefault="005413F1" w:rsidP="005413F1">
      <w:pPr>
        <w:rPr>
          <w:lang w:eastAsia="ja-JP"/>
        </w:rPr>
      </w:pPr>
      <w:r>
        <w:rPr>
          <w:rFonts w:hint="eastAsia"/>
          <w:lang w:eastAsia="ja-JP"/>
        </w:rPr>
        <w:t>1</w:t>
      </w:r>
      <w:r>
        <w:rPr>
          <w:rFonts w:hint="eastAsia"/>
          <w:lang w:eastAsia="ja-JP"/>
        </w:rPr>
        <w:t>ヶ月前に移動：</w:t>
      </w:r>
      <w:r>
        <w:rPr>
          <w:rFonts w:hint="eastAsia"/>
          <w:lang w:eastAsia="ja-JP"/>
        </w:rPr>
        <w:t>Backspace-m(1-3-4)</w:t>
      </w:r>
    </w:p>
    <w:p w14:paraId="3BD7B496" w14:textId="77777777" w:rsidR="005413F1" w:rsidRDefault="005413F1" w:rsidP="005413F1">
      <w:pPr>
        <w:rPr>
          <w:lang w:eastAsia="ja-JP"/>
        </w:rPr>
      </w:pPr>
      <w:r>
        <w:rPr>
          <w:rFonts w:hint="eastAsia"/>
          <w:lang w:eastAsia="ja-JP"/>
        </w:rPr>
        <w:t>翌月の同一週の同一曜日へ移動：</w:t>
      </w:r>
      <w:r>
        <w:rPr>
          <w:rFonts w:hint="eastAsia"/>
          <w:lang w:eastAsia="ja-JP"/>
        </w:rPr>
        <w:t>p(1-2-3-4)</w:t>
      </w:r>
    </w:p>
    <w:p w14:paraId="5D37C25F" w14:textId="77777777" w:rsidR="005413F1" w:rsidRDefault="005413F1" w:rsidP="005413F1">
      <w:pPr>
        <w:rPr>
          <w:lang w:eastAsia="ja-JP"/>
        </w:rPr>
      </w:pPr>
      <w:r>
        <w:rPr>
          <w:rFonts w:hint="eastAsia"/>
          <w:lang w:eastAsia="ja-JP"/>
        </w:rPr>
        <w:t>前月の同一週の同一曜日へ移動：</w:t>
      </w:r>
      <w:r>
        <w:rPr>
          <w:rFonts w:hint="eastAsia"/>
          <w:lang w:eastAsia="ja-JP"/>
        </w:rPr>
        <w:t>Backspace-p(1-2-3-4)</w:t>
      </w:r>
    </w:p>
    <w:p w14:paraId="3F289539" w14:textId="77777777" w:rsidR="005413F1" w:rsidRDefault="005413F1" w:rsidP="005413F1">
      <w:pPr>
        <w:rPr>
          <w:lang w:eastAsia="ja-JP"/>
        </w:rPr>
      </w:pPr>
      <w:r>
        <w:rPr>
          <w:rFonts w:hint="eastAsia"/>
          <w:lang w:eastAsia="ja-JP"/>
        </w:rPr>
        <w:t>スケジュールリストに表示されている週の月曜日へ移動：</w:t>
      </w:r>
      <w:r>
        <w:rPr>
          <w:rFonts w:hint="eastAsia"/>
          <w:lang w:eastAsia="ja-JP"/>
        </w:rPr>
        <w:t>h(1-2-5)</w:t>
      </w:r>
    </w:p>
    <w:p w14:paraId="12F175F7" w14:textId="77777777" w:rsidR="005413F1" w:rsidRDefault="005413F1" w:rsidP="005413F1">
      <w:pPr>
        <w:rPr>
          <w:lang w:eastAsia="ja-JP"/>
        </w:rPr>
      </w:pPr>
      <w:r>
        <w:rPr>
          <w:rFonts w:hint="eastAsia"/>
          <w:lang w:eastAsia="ja-JP"/>
        </w:rPr>
        <w:t>スケジュールリストに表示されている月の</w:t>
      </w:r>
      <w:r>
        <w:rPr>
          <w:rFonts w:hint="eastAsia"/>
          <w:lang w:eastAsia="ja-JP"/>
        </w:rPr>
        <w:t>1</w:t>
      </w:r>
      <w:r>
        <w:rPr>
          <w:rFonts w:hint="eastAsia"/>
          <w:lang w:eastAsia="ja-JP"/>
        </w:rPr>
        <w:t>日へ移動：</w:t>
      </w:r>
      <w:r>
        <w:rPr>
          <w:rFonts w:hint="eastAsia"/>
          <w:lang w:eastAsia="ja-JP"/>
        </w:rPr>
        <w:t>f(1-2-4)</w:t>
      </w:r>
    </w:p>
    <w:p w14:paraId="5447386E" w14:textId="77777777" w:rsidR="005413F1" w:rsidRDefault="005413F1" w:rsidP="005413F1">
      <w:pPr>
        <w:rPr>
          <w:lang w:eastAsia="ja-JP"/>
        </w:rPr>
      </w:pPr>
    </w:p>
    <w:p w14:paraId="4B4CBA8A" w14:textId="77777777" w:rsidR="005413F1" w:rsidRDefault="005413F1" w:rsidP="005413F1">
      <w:pPr>
        <w:rPr>
          <w:lang w:eastAsia="ja-JP"/>
        </w:rPr>
      </w:pPr>
      <w:r>
        <w:rPr>
          <w:rFonts w:hint="eastAsia"/>
          <w:lang w:eastAsia="ja-JP"/>
        </w:rPr>
        <w:t>カレンダービューの切替え：</w:t>
      </w:r>
      <w:r>
        <w:rPr>
          <w:rFonts w:hint="eastAsia"/>
          <w:lang w:eastAsia="ja-JP"/>
        </w:rPr>
        <w:t>Space-v(1-2-3-6)</w:t>
      </w:r>
    </w:p>
    <w:p w14:paraId="599D0D28" w14:textId="77777777" w:rsidR="005413F1" w:rsidRDefault="005413F1" w:rsidP="005413F1">
      <w:pPr>
        <w:rPr>
          <w:lang w:eastAsia="ja-JP"/>
        </w:rPr>
      </w:pPr>
      <w:r>
        <w:rPr>
          <w:rFonts w:hint="eastAsia"/>
          <w:lang w:eastAsia="ja-JP"/>
        </w:rPr>
        <w:t>「カレンダー表示」と「予定のみ表示」を切替えます。詳しくは</w:t>
      </w:r>
      <w:r>
        <w:rPr>
          <w:rFonts w:hint="eastAsia"/>
          <w:lang w:eastAsia="ja-JP"/>
        </w:rPr>
        <w:t>6</w:t>
      </w:r>
      <w:r>
        <w:rPr>
          <w:rFonts w:hint="eastAsia"/>
          <w:lang w:eastAsia="ja-JP"/>
        </w:rPr>
        <w:t>章「ビュー」をご参照ください。</w:t>
      </w:r>
    </w:p>
    <w:p w14:paraId="790EAD3E" w14:textId="77777777" w:rsidR="005413F1" w:rsidRDefault="005413F1" w:rsidP="005413F1">
      <w:pPr>
        <w:rPr>
          <w:lang w:eastAsia="ja-JP"/>
        </w:rPr>
      </w:pPr>
    </w:p>
    <w:p w14:paraId="43190B13" w14:textId="77777777" w:rsidR="005413F1" w:rsidRDefault="005413F1" w:rsidP="005413F1">
      <w:pPr>
        <w:pStyle w:val="2"/>
        <w:rPr>
          <w:lang w:eastAsia="ja-JP"/>
        </w:rPr>
      </w:pPr>
      <w:r>
        <w:rPr>
          <w:rFonts w:hint="eastAsia"/>
          <w:lang w:eastAsia="ja-JP"/>
        </w:rPr>
        <w:t xml:space="preserve">1.2 </w:t>
      </w:r>
      <w:r>
        <w:rPr>
          <w:rFonts w:hint="eastAsia"/>
          <w:lang w:eastAsia="ja-JP"/>
        </w:rPr>
        <w:t>予定の種類と切替え</w:t>
      </w:r>
    </w:p>
    <w:p w14:paraId="32CAB2F1" w14:textId="77777777" w:rsidR="005413F1" w:rsidRDefault="005413F1" w:rsidP="005413F1">
      <w:pPr>
        <w:rPr>
          <w:lang w:eastAsia="ja-JP"/>
        </w:rPr>
      </w:pPr>
      <w:r>
        <w:rPr>
          <w:rFonts w:hint="eastAsia"/>
          <w:lang w:eastAsia="ja-JP"/>
        </w:rPr>
        <w:t>簡単スケジューラでは</w:t>
      </w:r>
      <w:r>
        <w:rPr>
          <w:rFonts w:hint="eastAsia"/>
          <w:lang w:eastAsia="ja-JP"/>
        </w:rPr>
        <w:t>4</w:t>
      </w:r>
      <w:r>
        <w:rPr>
          <w:rFonts w:hint="eastAsia"/>
          <w:lang w:eastAsia="ja-JP"/>
        </w:rPr>
        <w:t>種類の予定を登録することができます。</w:t>
      </w:r>
    </w:p>
    <w:p w14:paraId="253F95A1" w14:textId="74A1CAE7" w:rsidR="005413F1" w:rsidRDefault="005413F1" w:rsidP="005413F1">
      <w:pPr>
        <w:pStyle w:val="a8"/>
        <w:numPr>
          <w:ilvl w:val="0"/>
          <w:numId w:val="23"/>
        </w:numPr>
        <w:ind w:leftChars="0"/>
        <w:rPr>
          <w:lang w:eastAsia="ja-JP"/>
        </w:rPr>
      </w:pPr>
      <w:r>
        <w:rPr>
          <w:rFonts w:hint="eastAsia"/>
          <w:lang w:eastAsia="ja-JP"/>
        </w:rPr>
        <w:t>個別の予定：一日限りの予定を登録します。</w:t>
      </w:r>
    </w:p>
    <w:p w14:paraId="135BFF4F" w14:textId="77777777" w:rsidR="005413F1" w:rsidRDefault="005413F1" w:rsidP="005413F1">
      <w:pPr>
        <w:pStyle w:val="a8"/>
        <w:ind w:leftChars="0" w:left="420"/>
        <w:rPr>
          <w:lang w:eastAsia="ja-JP"/>
        </w:rPr>
      </w:pPr>
      <w:r>
        <w:rPr>
          <w:rFonts w:hint="eastAsia"/>
          <w:lang w:eastAsia="ja-JP"/>
        </w:rPr>
        <w:t>例：</w:t>
      </w:r>
      <w:r>
        <w:rPr>
          <w:rFonts w:hint="eastAsia"/>
          <w:lang w:eastAsia="ja-JP"/>
        </w:rPr>
        <w:t>10</w:t>
      </w:r>
      <w:r>
        <w:rPr>
          <w:rFonts w:hint="eastAsia"/>
          <w:lang w:eastAsia="ja-JP"/>
        </w:rPr>
        <w:t>月</w:t>
      </w:r>
      <w:r>
        <w:rPr>
          <w:rFonts w:hint="eastAsia"/>
          <w:lang w:eastAsia="ja-JP"/>
        </w:rPr>
        <w:t>26</w:t>
      </w:r>
      <w:r>
        <w:rPr>
          <w:rFonts w:hint="eastAsia"/>
          <w:lang w:eastAsia="ja-JP"/>
        </w:rPr>
        <w:t>日は映画を観る。など</w:t>
      </w:r>
    </w:p>
    <w:p w14:paraId="4B5E278E" w14:textId="7064B3C0" w:rsidR="005413F1" w:rsidRDefault="005413F1" w:rsidP="005413F1">
      <w:pPr>
        <w:pStyle w:val="a8"/>
        <w:numPr>
          <w:ilvl w:val="0"/>
          <w:numId w:val="23"/>
        </w:numPr>
        <w:ind w:leftChars="0"/>
        <w:rPr>
          <w:lang w:eastAsia="ja-JP"/>
        </w:rPr>
      </w:pPr>
      <w:r>
        <w:rPr>
          <w:rFonts w:hint="eastAsia"/>
          <w:lang w:eastAsia="ja-JP"/>
        </w:rPr>
        <w:lastRenderedPageBreak/>
        <w:t>毎日の予定：数日以上連続した予定を登録します。</w:t>
      </w:r>
    </w:p>
    <w:p w14:paraId="762052B7" w14:textId="77777777" w:rsidR="005413F1" w:rsidRDefault="005413F1" w:rsidP="005413F1">
      <w:pPr>
        <w:pStyle w:val="a8"/>
        <w:ind w:leftChars="0" w:left="420"/>
        <w:rPr>
          <w:lang w:eastAsia="ja-JP"/>
        </w:rPr>
      </w:pPr>
      <w:r>
        <w:rPr>
          <w:rFonts w:hint="eastAsia"/>
          <w:lang w:eastAsia="ja-JP"/>
        </w:rPr>
        <w:t>例：</w:t>
      </w:r>
      <w:r>
        <w:rPr>
          <w:rFonts w:hint="eastAsia"/>
          <w:lang w:eastAsia="ja-JP"/>
        </w:rPr>
        <w:t>5</w:t>
      </w:r>
      <w:r>
        <w:rPr>
          <w:rFonts w:hint="eastAsia"/>
          <w:lang w:eastAsia="ja-JP"/>
        </w:rPr>
        <w:t>月</w:t>
      </w:r>
      <w:r>
        <w:rPr>
          <w:rFonts w:hint="eastAsia"/>
          <w:lang w:eastAsia="ja-JP"/>
        </w:rPr>
        <w:t>1</w:t>
      </w:r>
      <w:r>
        <w:rPr>
          <w:rFonts w:hint="eastAsia"/>
          <w:lang w:eastAsia="ja-JP"/>
        </w:rPr>
        <w:t>日から</w:t>
      </w:r>
      <w:r>
        <w:rPr>
          <w:rFonts w:hint="eastAsia"/>
          <w:lang w:eastAsia="ja-JP"/>
        </w:rPr>
        <w:t>5</w:t>
      </w:r>
      <w:r>
        <w:rPr>
          <w:rFonts w:hint="eastAsia"/>
          <w:lang w:eastAsia="ja-JP"/>
        </w:rPr>
        <w:t>月の日まで旅行。など</w:t>
      </w:r>
    </w:p>
    <w:p w14:paraId="51123868" w14:textId="7C49886D" w:rsidR="005413F1" w:rsidRDefault="005413F1" w:rsidP="005413F1">
      <w:pPr>
        <w:pStyle w:val="a8"/>
        <w:numPr>
          <w:ilvl w:val="0"/>
          <w:numId w:val="23"/>
        </w:numPr>
        <w:ind w:leftChars="0"/>
        <w:rPr>
          <w:lang w:eastAsia="ja-JP"/>
        </w:rPr>
      </w:pPr>
      <w:r>
        <w:rPr>
          <w:rFonts w:hint="eastAsia"/>
          <w:lang w:eastAsia="ja-JP"/>
        </w:rPr>
        <w:t>毎週の予定：特定の曜日に予定されたスケジュールを登録します。</w:t>
      </w:r>
    </w:p>
    <w:p w14:paraId="430AC66C" w14:textId="77777777" w:rsidR="005413F1" w:rsidRDefault="005413F1" w:rsidP="005413F1">
      <w:pPr>
        <w:pStyle w:val="a8"/>
        <w:ind w:leftChars="0" w:left="420"/>
        <w:rPr>
          <w:lang w:eastAsia="ja-JP"/>
        </w:rPr>
      </w:pPr>
      <w:r>
        <w:rPr>
          <w:rFonts w:hint="eastAsia"/>
          <w:lang w:eastAsia="ja-JP"/>
        </w:rPr>
        <w:t>例：毎週土曜日は英会話教室。など</w:t>
      </w:r>
    </w:p>
    <w:p w14:paraId="0F6AF282" w14:textId="6D71D6C5" w:rsidR="005413F1" w:rsidRDefault="005413F1" w:rsidP="005413F1">
      <w:pPr>
        <w:pStyle w:val="a8"/>
        <w:numPr>
          <w:ilvl w:val="0"/>
          <w:numId w:val="23"/>
        </w:numPr>
        <w:ind w:leftChars="0"/>
        <w:rPr>
          <w:lang w:eastAsia="ja-JP"/>
        </w:rPr>
      </w:pPr>
      <w:r>
        <w:rPr>
          <w:rFonts w:hint="eastAsia"/>
          <w:lang w:eastAsia="ja-JP"/>
        </w:rPr>
        <w:t>毎月の予定：特定の週の特定の曜日に予定されたスケジュールを登録します。</w:t>
      </w:r>
    </w:p>
    <w:p w14:paraId="73AF9C8D" w14:textId="77777777" w:rsidR="005413F1" w:rsidRDefault="005413F1" w:rsidP="005413F1">
      <w:pPr>
        <w:pStyle w:val="a8"/>
        <w:ind w:leftChars="0" w:left="420"/>
        <w:rPr>
          <w:lang w:eastAsia="ja-JP"/>
        </w:rPr>
      </w:pPr>
      <w:r>
        <w:rPr>
          <w:rFonts w:hint="eastAsia"/>
          <w:lang w:eastAsia="ja-JP"/>
        </w:rPr>
        <w:t>例：毎月第二金曜日は会議。など</w:t>
      </w:r>
    </w:p>
    <w:p w14:paraId="1B10FF8E" w14:textId="77777777" w:rsidR="005413F1" w:rsidRDefault="005413F1" w:rsidP="005413F1">
      <w:pPr>
        <w:pStyle w:val="a8"/>
        <w:ind w:leftChars="0" w:left="420"/>
        <w:rPr>
          <w:lang w:eastAsia="ja-JP"/>
        </w:rPr>
      </w:pPr>
    </w:p>
    <w:p w14:paraId="589F5676" w14:textId="20F1FAD8" w:rsidR="005413F1" w:rsidRDefault="005413F1" w:rsidP="005413F1">
      <w:pPr>
        <w:pStyle w:val="a8"/>
        <w:ind w:leftChars="0" w:left="0"/>
        <w:rPr>
          <w:lang w:eastAsia="ja-JP"/>
        </w:rPr>
      </w:pPr>
      <w:r>
        <w:rPr>
          <w:rFonts w:hint="eastAsia"/>
          <w:lang w:eastAsia="ja-JP"/>
        </w:rPr>
        <w:t>「毎日の予定」、「毎週の予定」、「毎月の予定」について詳しくは</w:t>
      </w:r>
      <w:r>
        <w:rPr>
          <w:rFonts w:hint="eastAsia"/>
          <w:lang w:eastAsia="ja-JP"/>
        </w:rPr>
        <w:t>3</w:t>
      </w:r>
      <w:r>
        <w:rPr>
          <w:rFonts w:hint="eastAsia"/>
          <w:lang w:eastAsia="ja-JP"/>
        </w:rPr>
        <w:t>章にて説明します。</w:t>
      </w:r>
    </w:p>
    <w:p w14:paraId="73C4CA9A" w14:textId="77777777" w:rsidR="005413F1" w:rsidRPr="005413F1" w:rsidRDefault="005413F1" w:rsidP="005413F1">
      <w:pPr>
        <w:rPr>
          <w:lang w:eastAsia="ja-JP"/>
        </w:rPr>
      </w:pPr>
    </w:p>
    <w:p w14:paraId="5F9D58B3" w14:textId="20EDF61E" w:rsidR="005413F1" w:rsidRDefault="005413F1" w:rsidP="005413F1">
      <w:pPr>
        <w:rPr>
          <w:lang w:eastAsia="ja-JP"/>
        </w:rPr>
      </w:pPr>
      <w:r>
        <w:rPr>
          <w:rFonts w:hint="eastAsia"/>
          <w:lang w:eastAsia="ja-JP"/>
        </w:rPr>
        <w:t>スケジュールリストで予定が登録されている状態で、</w:t>
      </w:r>
      <w:r>
        <w:rPr>
          <w:rFonts w:hint="eastAsia"/>
          <w:lang w:eastAsia="ja-JP"/>
        </w:rPr>
        <w:t>F3</w:t>
      </w:r>
      <w:r>
        <w:rPr>
          <w:rFonts w:hint="eastAsia"/>
          <w:lang w:eastAsia="ja-JP"/>
        </w:rPr>
        <w:t>キーか</w:t>
      </w:r>
      <w:r>
        <w:rPr>
          <w:rFonts w:hint="eastAsia"/>
          <w:lang w:eastAsia="ja-JP"/>
        </w:rPr>
        <w:t>Space-F3</w:t>
      </w:r>
      <w:r>
        <w:rPr>
          <w:rFonts w:hint="eastAsia"/>
          <w:lang w:eastAsia="ja-JP"/>
        </w:rPr>
        <w:t>を押すと、その日に登録された予定に移動することができます。</w:t>
      </w:r>
    </w:p>
    <w:p w14:paraId="3260B474" w14:textId="77777777" w:rsidR="005413F1" w:rsidRPr="005413F1" w:rsidRDefault="005413F1" w:rsidP="005413F1">
      <w:pPr>
        <w:rPr>
          <w:lang w:eastAsia="ja-JP"/>
        </w:rPr>
      </w:pPr>
    </w:p>
    <w:p w14:paraId="42F78F6C" w14:textId="77777777" w:rsidR="005413F1" w:rsidRDefault="005413F1" w:rsidP="005413F1">
      <w:pPr>
        <w:pStyle w:val="2"/>
        <w:rPr>
          <w:lang w:eastAsia="ja-JP"/>
        </w:rPr>
      </w:pPr>
      <w:r>
        <w:rPr>
          <w:rFonts w:hint="eastAsia"/>
          <w:lang w:eastAsia="ja-JP"/>
        </w:rPr>
        <w:t xml:space="preserve">1.3 </w:t>
      </w:r>
      <w:r>
        <w:rPr>
          <w:rFonts w:hint="eastAsia"/>
          <w:lang w:eastAsia="ja-JP"/>
        </w:rPr>
        <w:t>個別の予定</w:t>
      </w:r>
    </w:p>
    <w:p w14:paraId="2E45EE70" w14:textId="77777777" w:rsidR="005413F1" w:rsidRDefault="005413F1" w:rsidP="005413F1">
      <w:pPr>
        <w:rPr>
          <w:lang w:eastAsia="ja-JP"/>
        </w:rPr>
      </w:pPr>
      <w:r>
        <w:rPr>
          <w:rFonts w:hint="eastAsia"/>
          <w:lang w:eastAsia="ja-JP"/>
        </w:rPr>
        <w:t>スケジュールリストで個別に予定を登録する場合は予定を登録したい日が表示された状態で</w:t>
      </w:r>
      <w:r>
        <w:rPr>
          <w:rFonts w:hint="eastAsia"/>
          <w:lang w:eastAsia="ja-JP"/>
        </w:rPr>
        <w:t>Enter</w:t>
      </w:r>
      <w:r>
        <w:rPr>
          <w:rFonts w:hint="eastAsia"/>
          <w:lang w:eastAsia="ja-JP"/>
        </w:rPr>
        <w:t>を押してください。「予定の編集」エディットボックスが表示され予定を入力することができます。予定を入力したら</w:t>
      </w:r>
      <w:r>
        <w:rPr>
          <w:rFonts w:hint="eastAsia"/>
          <w:lang w:eastAsia="ja-JP"/>
        </w:rPr>
        <w:t>Enter</w:t>
      </w:r>
      <w:r>
        <w:rPr>
          <w:rFonts w:hint="eastAsia"/>
          <w:lang w:eastAsia="ja-JP"/>
        </w:rPr>
        <w:t>を押して予定を登録してください。</w:t>
      </w:r>
    </w:p>
    <w:p w14:paraId="4BD90E1C" w14:textId="77777777" w:rsidR="005413F1" w:rsidRDefault="005413F1" w:rsidP="005413F1">
      <w:pPr>
        <w:rPr>
          <w:lang w:eastAsia="ja-JP"/>
        </w:rPr>
      </w:pPr>
    </w:p>
    <w:p w14:paraId="60FF36B0" w14:textId="77777777" w:rsidR="005413F1" w:rsidRDefault="005413F1" w:rsidP="005413F1">
      <w:pPr>
        <w:pStyle w:val="2"/>
        <w:rPr>
          <w:lang w:eastAsia="ja-JP"/>
        </w:rPr>
      </w:pPr>
      <w:r>
        <w:rPr>
          <w:rFonts w:hint="eastAsia"/>
          <w:lang w:eastAsia="ja-JP"/>
        </w:rPr>
        <w:t xml:space="preserve">1.4 </w:t>
      </w:r>
      <w:r>
        <w:rPr>
          <w:rFonts w:hint="eastAsia"/>
          <w:lang w:eastAsia="ja-JP"/>
        </w:rPr>
        <w:t>スケジュールの削除</w:t>
      </w:r>
    </w:p>
    <w:p w14:paraId="39E1FB12" w14:textId="7E12DF81" w:rsidR="005413F1" w:rsidRDefault="005413F1" w:rsidP="005413F1">
      <w:pPr>
        <w:rPr>
          <w:lang w:eastAsia="ja-JP"/>
        </w:rPr>
      </w:pPr>
      <w:r>
        <w:rPr>
          <w:rFonts w:hint="eastAsia"/>
          <w:lang w:eastAsia="ja-JP"/>
        </w:rPr>
        <w:t>予定を削除する場合は、スケジュールリストから</w:t>
      </w:r>
      <w:r>
        <w:rPr>
          <w:rFonts w:hint="eastAsia"/>
          <w:lang w:eastAsia="ja-JP"/>
        </w:rPr>
        <w:t>F3</w:t>
      </w:r>
      <w:r>
        <w:rPr>
          <w:rFonts w:hint="eastAsia"/>
          <w:lang w:eastAsia="ja-JP"/>
        </w:rPr>
        <w:t>キーを押して目的の予定を選択した状態で、</w:t>
      </w:r>
      <w:r>
        <w:rPr>
          <w:rFonts w:hint="eastAsia"/>
          <w:lang w:eastAsia="ja-JP"/>
        </w:rPr>
        <w:t>Space-d(1-4-5)</w:t>
      </w:r>
      <w:r>
        <w:rPr>
          <w:rFonts w:hint="eastAsia"/>
          <w:lang w:eastAsia="ja-JP"/>
        </w:rPr>
        <w:t>を押してください。予定</w:t>
      </w:r>
      <w:r w:rsidR="009C3FE1">
        <w:rPr>
          <w:rFonts w:hint="eastAsia"/>
          <w:lang w:eastAsia="ja-JP"/>
        </w:rPr>
        <w:t>毎</w:t>
      </w:r>
      <w:r>
        <w:rPr>
          <w:rFonts w:hint="eastAsia"/>
          <w:lang w:eastAsia="ja-JP"/>
        </w:rPr>
        <w:t>に削除することができます。一定期間連続する予定を削除した場合、選択された</w:t>
      </w:r>
      <w:r>
        <w:rPr>
          <w:rFonts w:hint="eastAsia"/>
          <w:lang w:eastAsia="ja-JP"/>
        </w:rPr>
        <w:t>1</w:t>
      </w:r>
      <w:r>
        <w:rPr>
          <w:rFonts w:hint="eastAsia"/>
          <w:lang w:eastAsia="ja-JP"/>
        </w:rPr>
        <w:t>日のみ目的の予定が削除されます。</w:t>
      </w:r>
    </w:p>
    <w:p w14:paraId="2D69A20E" w14:textId="77777777" w:rsidR="005413F1" w:rsidRDefault="005413F1" w:rsidP="005413F1">
      <w:pPr>
        <w:rPr>
          <w:lang w:eastAsia="ja-JP"/>
        </w:rPr>
      </w:pPr>
      <w:r>
        <w:rPr>
          <w:rFonts w:hint="eastAsia"/>
          <w:lang w:eastAsia="ja-JP"/>
        </w:rPr>
        <w:t>「毎日の予定」、「毎週の予定」、「毎月の予定」の削除方法については</w:t>
      </w:r>
      <w:r>
        <w:rPr>
          <w:rFonts w:hint="eastAsia"/>
          <w:lang w:eastAsia="ja-JP"/>
        </w:rPr>
        <w:t>3</w:t>
      </w:r>
      <w:r>
        <w:rPr>
          <w:rFonts w:hint="eastAsia"/>
          <w:lang w:eastAsia="ja-JP"/>
        </w:rPr>
        <w:t>章「編集」をご参照ください。</w:t>
      </w:r>
    </w:p>
    <w:p w14:paraId="487AB59F" w14:textId="77777777" w:rsidR="005413F1" w:rsidRDefault="005413F1" w:rsidP="005413F1">
      <w:pPr>
        <w:rPr>
          <w:lang w:eastAsia="ja-JP"/>
        </w:rPr>
      </w:pPr>
    </w:p>
    <w:p w14:paraId="269679FE" w14:textId="77777777" w:rsidR="005413F1" w:rsidRDefault="005413F1" w:rsidP="00F07871">
      <w:pPr>
        <w:pStyle w:val="2"/>
        <w:rPr>
          <w:lang w:eastAsia="ja-JP"/>
        </w:rPr>
      </w:pPr>
      <w:r>
        <w:rPr>
          <w:rFonts w:hint="eastAsia"/>
          <w:lang w:eastAsia="ja-JP"/>
        </w:rPr>
        <w:t xml:space="preserve">1.5 </w:t>
      </w:r>
      <w:r>
        <w:rPr>
          <w:rFonts w:hint="eastAsia"/>
          <w:lang w:eastAsia="ja-JP"/>
        </w:rPr>
        <w:t>スケジュールの保存</w:t>
      </w:r>
    </w:p>
    <w:p w14:paraId="75D2C7F5" w14:textId="77777777" w:rsidR="005413F1" w:rsidRDefault="005413F1" w:rsidP="005413F1">
      <w:pPr>
        <w:rPr>
          <w:lang w:eastAsia="ja-JP"/>
        </w:rPr>
      </w:pPr>
      <w:r>
        <w:rPr>
          <w:rFonts w:hint="eastAsia"/>
          <w:lang w:eastAsia="ja-JP"/>
        </w:rPr>
        <w:t>簡単スケジューラの予定が変更された場合、スケジューラ終了時に「変更を保存しますか？」と確認が表示されます。保存して終了する場合は「はい」の状態で</w:t>
      </w:r>
      <w:r>
        <w:rPr>
          <w:rFonts w:hint="eastAsia"/>
          <w:lang w:eastAsia="ja-JP"/>
        </w:rPr>
        <w:t>Enter</w:t>
      </w:r>
      <w:r>
        <w:rPr>
          <w:rFonts w:hint="eastAsia"/>
          <w:lang w:eastAsia="ja-JP"/>
        </w:rPr>
        <w:t>を押してスケジューラを終了してください。「いいえ」を選択して</w:t>
      </w:r>
      <w:r>
        <w:rPr>
          <w:rFonts w:hint="eastAsia"/>
          <w:lang w:eastAsia="ja-JP"/>
        </w:rPr>
        <w:t>Enter</w:t>
      </w:r>
      <w:r>
        <w:rPr>
          <w:rFonts w:hint="eastAsia"/>
          <w:lang w:eastAsia="ja-JP"/>
        </w:rPr>
        <w:t>を押すと予定の変更をスケジューラに反映せずに終了します。</w:t>
      </w:r>
    </w:p>
    <w:p w14:paraId="324DF52B" w14:textId="77777777" w:rsidR="005413F1" w:rsidRDefault="005413F1" w:rsidP="005413F1">
      <w:pPr>
        <w:rPr>
          <w:lang w:eastAsia="ja-JP"/>
        </w:rPr>
      </w:pPr>
      <w:r>
        <w:rPr>
          <w:rFonts w:hint="eastAsia"/>
          <w:lang w:eastAsia="ja-JP"/>
        </w:rPr>
        <w:t>また、スケジューラ起動中に</w:t>
      </w:r>
      <w:r>
        <w:rPr>
          <w:rFonts w:hint="eastAsia"/>
          <w:lang w:eastAsia="ja-JP"/>
        </w:rPr>
        <w:t>Enter-s(2-3-4)</w:t>
      </w:r>
      <w:r>
        <w:rPr>
          <w:rFonts w:hint="eastAsia"/>
          <w:lang w:eastAsia="ja-JP"/>
        </w:rPr>
        <w:t>を押すとスケジュールの変更を保存することができます。</w:t>
      </w:r>
    </w:p>
    <w:p w14:paraId="73C35380" w14:textId="77777777" w:rsidR="005413F1" w:rsidRDefault="005413F1" w:rsidP="005413F1">
      <w:pPr>
        <w:rPr>
          <w:lang w:eastAsia="ja-JP"/>
        </w:rPr>
      </w:pPr>
    </w:p>
    <w:p w14:paraId="27675062" w14:textId="77777777" w:rsidR="005413F1" w:rsidRDefault="005413F1" w:rsidP="005413F1">
      <w:pPr>
        <w:rPr>
          <w:lang w:eastAsia="ja-JP"/>
        </w:rPr>
      </w:pPr>
      <w:r>
        <w:rPr>
          <w:rFonts w:hint="eastAsia"/>
          <w:lang w:eastAsia="ja-JP"/>
        </w:rPr>
        <w:t>登録されたスケジュールのデータは、「</w:t>
      </w:r>
      <w:proofErr w:type="spellStart"/>
      <w:r>
        <w:rPr>
          <w:rFonts w:hint="eastAsia"/>
          <w:lang w:eastAsia="ja-JP"/>
        </w:rPr>
        <w:t>flashdisk</w:t>
      </w:r>
      <w:proofErr w:type="spellEnd"/>
      <w:r>
        <w:rPr>
          <w:rFonts w:hint="eastAsia"/>
          <w:lang w:eastAsia="ja-JP"/>
        </w:rPr>
        <w:t>」の「</w:t>
      </w:r>
      <w:r>
        <w:rPr>
          <w:rFonts w:hint="eastAsia"/>
          <w:lang w:eastAsia="ja-JP"/>
        </w:rPr>
        <w:t>Documents</w:t>
      </w:r>
      <w:r>
        <w:rPr>
          <w:rFonts w:hint="eastAsia"/>
          <w:lang w:eastAsia="ja-JP"/>
        </w:rPr>
        <w:t>」フォルダの「</w:t>
      </w:r>
      <w:r>
        <w:rPr>
          <w:rFonts w:hint="eastAsia"/>
          <w:lang w:eastAsia="ja-JP"/>
        </w:rPr>
        <w:t>schedule</w:t>
      </w:r>
      <w:r>
        <w:rPr>
          <w:rFonts w:hint="eastAsia"/>
          <w:lang w:eastAsia="ja-JP"/>
        </w:rPr>
        <w:t>」フォルダに「</w:t>
      </w:r>
      <w:proofErr w:type="spellStart"/>
      <w:r>
        <w:rPr>
          <w:rFonts w:hint="eastAsia"/>
          <w:lang w:eastAsia="ja-JP"/>
        </w:rPr>
        <w:t>MySchedule.csa</w:t>
      </w:r>
      <w:proofErr w:type="spellEnd"/>
      <w:r>
        <w:rPr>
          <w:rFonts w:hint="eastAsia"/>
          <w:lang w:eastAsia="ja-JP"/>
        </w:rPr>
        <w:t>」ファイルとして保存されます。</w:t>
      </w:r>
    </w:p>
    <w:p w14:paraId="4183953F" w14:textId="77777777" w:rsidR="005413F1" w:rsidRDefault="005413F1" w:rsidP="005413F1">
      <w:pPr>
        <w:rPr>
          <w:lang w:eastAsia="ja-JP"/>
        </w:rPr>
      </w:pPr>
    </w:p>
    <w:p w14:paraId="70015CF6" w14:textId="77777777" w:rsidR="005413F1" w:rsidRDefault="005413F1" w:rsidP="00F07871">
      <w:pPr>
        <w:pStyle w:val="2"/>
        <w:rPr>
          <w:lang w:eastAsia="ja-JP"/>
        </w:rPr>
      </w:pPr>
      <w:r>
        <w:rPr>
          <w:rFonts w:hint="eastAsia"/>
          <w:lang w:eastAsia="ja-JP"/>
        </w:rPr>
        <w:t xml:space="preserve">1.6 </w:t>
      </w:r>
      <w:r>
        <w:rPr>
          <w:rFonts w:hint="eastAsia"/>
          <w:lang w:eastAsia="ja-JP"/>
        </w:rPr>
        <w:t>メニュー</w:t>
      </w:r>
    </w:p>
    <w:p w14:paraId="7F5849B7" w14:textId="77777777" w:rsidR="005413F1" w:rsidRDefault="005413F1" w:rsidP="005413F1">
      <w:pPr>
        <w:rPr>
          <w:lang w:eastAsia="ja-JP"/>
        </w:rPr>
      </w:pPr>
      <w:r>
        <w:rPr>
          <w:rFonts w:hint="eastAsia"/>
          <w:lang w:eastAsia="ja-JP"/>
        </w:rPr>
        <w:t>スケジュールリストが開いた状態で</w:t>
      </w:r>
      <w:r>
        <w:rPr>
          <w:rFonts w:hint="eastAsia"/>
          <w:lang w:eastAsia="ja-JP"/>
        </w:rPr>
        <w:t>Space-m(1-3-4)</w:t>
      </w:r>
      <w:r>
        <w:rPr>
          <w:rFonts w:hint="eastAsia"/>
          <w:lang w:eastAsia="ja-JP"/>
        </w:rPr>
        <w:t>または</w:t>
      </w:r>
      <w:r>
        <w:rPr>
          <w:rFonts w:hint="eastAsia"/>
          <w:lang w:eastAsia="ja-JP"/>
        </w:rPr>
        <w:t>F2</w:t>
      </w:r>
      <w:r>
        <w:rPr>
          <w:rFonts w:hint="eastAsia"/>
          <w:lang w:eastAsia="ja-JP"/>
        </w:rPr>
        <w:t>を押すとメニューが開きます。</w:t>
      </w:r>
    </w:p>
    <w:p w14:paraId="7910F786" w14:textId="77777777" w:rsidR="005413F1" w:rsidRDefault="005413F1" w:rsidP="005413F1">
      <w:pPr>
        <w:rPr>
          <w:lang w:eastAsia="ja-JP"/>
        </w:rPr>
      </w:pPr>
      <w:r>
        <w:rPr>
          <w:rFonts w:hint="eastAsia"/>
          <w:lang w:eastAsia="ja-JP"/>
        </w:rPr>
        <w:t>簡単スケジューラのメニューは以下の</w:t>
      </w:r>
      <w:r>
        <w:rPr>
          <w:rFonts w:hint="eastAsia"/>
          <w:lang w:eastAsia="ja-JP"/>
        </w:rPr>
        <w:t>5</w:t>
      </w:r>
      <w:r>
        <w:rPr>
          <w:rFonts w:hint="eastAsia"/>
          <w:lang w:eastAsia="ja-JP"/>
        </w:rPr>
        <w:t>項目です。</w:t>
      </w:r>
    </w:p>
    <w:p w14:paraId="1AF4CE3C" w14:textId="42FE5C07" w:rsidR="005413F1" w:rsidRDefault="005413F1" w:rsidP="00F07871">
      <w:pPr>
        <w:pStyle w:val="a8"/>
        <w:numPr>
          <w:ilvl w:val="0"/>
          <w:numId w:val="27"/>
        </w:numPr>
        <w:ind w:leftChars="0"/>
        <w:rPr>
          <w:lang w:eastAsia="ja-JP"/>
        </w:rPr>
      </w:pPr>
      <w:r>
        <w:rPr>
          <w:rFonts w:hint="eastAsia"/>
          <w:lang w:eastAsia="ja-JP"/>
        </w:rPr>
        <w:t>ファイル</w:t>
      </w:r>
    </w:p>
    <w:p w14:paraId="3C98A5B2" w14:textId="28AE9965" w:rsidR="005413F1" w:rsidRDefault="005413F1" w:rsidP="00F07871">
      <w:pPr>
        <w:pStyle w:val="a8"/>
        <w:numPr>
          <w:ilvl w:val="0"/>
          <w:numId w:val="27"/>
        </w:numPr>
        <w:ind w:leftChars="0"/>
        <w:rPr>
          <w:lang w:eastAsia="ja-JP"/>
        </w:rPr>
      </w:pPr>
      <w:r>
        <w:rPr>
          <w:rFonts w:hint="eastAsia"/>
          <w:lang w:eastAsia="ja-JP"/>
        </w:rPr>
        <w:t>編集</w:t>
      </w:r>
    </w:p>
    <w:p w14:paraId="47196598" w14:textId="778DB3F4" w:rsidR="005413F1" w:rsidRDefault="005413F1" w:rsidP="00F07871">
      <w:pPr>
        <w:pStyle w:val="a8"/>
        <w:numPr>
          <w:ilvl w:val="0"/>
          <w:numId w:val="27"/>
        </w:numPr>
        <w:ind w:leftChars="0"/>
        <w:rPr>
          <w:lang w:eastAsia="ja-JP"/>
        </w:rPr>
      </w:pPr>
      <w:r>
        <w:rPr>
          <w:rFonts w:hint="eastAsia"/>
          <w:lang w:eastAsia="ja-JP"/>
        </w:rPr>
        <w:t>読み上げ</w:t>
      </w:r>
    </w:p>
    <w:p w14:paraId="345B6072" w14:textId="0D243776" w:rsidR="005413F1" w:rsidRDefault="005413F1" w:rsidP="00F07871">
      <w:pPr>
        <w:pStyle w:val="a8"/>
        <w:numPr>
          <w:ilvl w:val="0"/>
          <w:numId w:val="27"/>
        </w:numPr>
        <w:ind w:leftChars="0"/>
        <w:rPr>
          <w:lang w:eastAsia="ja-JP"/>
        </w:rPr>
      </w:pPr>
      <w:r>
        <w:rPr>
          <w:rFonts w:hint="eastAsia"/>
          <w:lang w:eastAsia="ja-JP"/>
        </w:rPr>
        <w:t>移動</w:t>
      </w:r>
    </w:p>
    <w:p w14:paraId="308FC24B" w14:textId="3DA31731" w:rsidR="005413F1" w:rsidRDefault="005413F1" w:rsidP="00F07871">
      <w:pPr>
        <w:pStyle w:val="a8"/>
        <w:numPr>
          <w:ilvl w:val="0"/>
          <w:numId w:val="27"/>
        </w:numPr>
        <w:ind w:leftChars="0"/>
        <w:rPr>
          <w:lang w:eastAsia="ja-JP"/>
        </w:rPr>
      </w:pPr>
      <w:r>
        <w:rPr>
          <w:rFonts w:hint="eastAsia"/>
          <w:lang w:eastAsia="ja-JP"/>
        </w:rPr>
        <w:t>ビュー</w:t>
      </w:r>
    </w:p>
    <w:p w14:paraId="161D78A9" w14:textId="77777777" w:rsidR="005413F1" w:rsidRDefault="005413F1" w:rsidP="005413F1">
      <w:pPr>
        <w:rPr>
          <w:lang w:eastAsia="ja-JP"/>
        </w:rPr>
      </w:pPr>
      <w:r>
        <w:rPr>
          <w:rFonts w:hint="eastAsia"/>
          <w:lang w:eastAsia="ja-JP"/>
        </w:rPr>
        <w:t>各メニューについて次章以降で説明します。</w:t>
      </w:r>
    </w:p>
    <w:p w14:paraId="03AAB4D4" w14:textId="77777777" w:rsidR="005413F1" w:rsidRDefault="005413F1" w:rsidP="005413F1">
      <w:pPr>
        <w:rPr>
          <w:lang w:eastAsia="ja-JP"/>
        </w:rPr>
      </w:pPr>
    </w:p>
    <w:p w14:paraId="46E7DCCA" w14:textId="77777777" w:rsidR="005413F1" w:rsidRDefault="005413F1" w:rsidP="005413F1">
      <w:pPr>
        <w:rPr>
          <w:lang w:eastAsia="ja-JP"/>
        </w:rPr>
      </w:pPr>
      <w:r>
        <w:rPr>
          <w:rFonts w:hint="eastAsia"/>
          <w:lang w:eastAsia="ja-JP"/>
        </w:rPr>
        <w:t>メニュー項目内で</w:t>
      </w:r>
      <w:r>
        <w:rPr>
          <w:rFonts w:hint="eastAsia"/>
          <w:lang w:eastAsia="ja-JP"/>
        </w:rPr>
        <w:t>Space-z(1-3-5-6)</w:t>
      </w:r>
      <w:r>
        <w:rPr>
          <w:rFonts w:hint="eastAsia"/>
          <w:lang w:eastAsia="ja-JP"/>
        </w:rPr>
        <w:t>を押すとメニューを全てキャンセルして戻ります。また、</w:t>
      </w:r>
      <w:r>
        <w:rPr>
          <w:rFonts w:hint="eastAsia"/>
          <w:lang w:eastAsia="ja-JP"/>
        </w:rPr>
        <w:t>F4</w:t>
      </w:r>
      <w:r>
        <w:rPr>
          <w:rFonts w:hint="eastAsia"/>
          <w:lang w:eastAsia="ja-JP"/>
        </w:rPr>
        <w:t>を押すとメニューをキャンセルして一つ前のメニュー項目へ戻ることができます。</w:t>
      </w:r>
    </w:p>
    <w:p w14:paraId="480E1EEE" w14:textId="77777777" w:rsidR="005413F1" w:rsidRDefault="005413F1" w:rsidP="005413F1">
      <w:pPr>
        <w:rPr>
          <w:lang w:eastAsia="ja-JP"/>
        </w:rPr>
      </w:pPr>
    </w:p>
    <w:p w14:paraId="60C5595D" w14:textId="77777777" w:rsidR="005413F1" w:rsidRDefault="005413F1" w:rsidP="00F07871">
      <w:pPr>
        <w:pStyle w:val="1"/>
        <w:rPr>
          <w:lang w:eastAsia="ja-JP"/>
        </w:rPr>
      </w:pPr>
      <w:r>
        <w:rPr>
          <w:rFonts w:hint="eastAsia"/>
          <w:lang w:eastAsia="ja-JP"/>
        </w:rPr>
        <w:t xml:space="preserve">2. </w:t>
      </w:r>
      <w:r>
        <w:rPr>
          <w:rFonts w:hint="eastAsia"/>
          <w:lang w:eastAsia="ja-JP"/>
        </w:rPr>
        <w:t>ファイル</w:t>
      </w:r>
    </w:p>
    <w:p w14:paraId="0E023AE0" w14:textId="77777777" w:rsidR="005413F1" w:rsidRDefault="005413F1" w:rsidP="00F07871">
      <w:pPr>
        <w:pStyle w:val="2"/>
        <w:rPr>
          <w:lang w:eastAsia="ja-JP"/>
        </w:rPr>
      </w:pPr>
      <w:r>
        <w:rPr>
          <w:rFonts w:hint="eastAsia"/>
          <w:lang w:eastAsia="ja-JP"/>
        </w:rPr>
        <w:t xml:space="preserve">2.1 </w:t>
      </w:r>
      <w:r>
        <w:rPr>
          <w:rFonts w:hint="eastAsia"/>
          <w:lang w:eastAsia="ja-JP"/>
        </w:rPr>
        <w:t>保存</w:t>
      </w:r>
    </w:p>
    <w:p w14:paraId="0699610B" w14:textId="77777777" w:rsidR="005413F1" w:rsidRDefault="005413F1" w:rsidP="005413F1">
      <w:pPr>
        <w:rPr>
          <w:lang w:eastAsia="ja-JP"/>
        </w:rPr>
      </w:pPr>
      <w:r>
        <w:rPr>
          <w:rFonts w:hint="eastAsia"/>
          <w:lang w:eastAsia="ja-JP"/>
        </w:rPr>
        <w:t>ホットキー：</w:t>
      </w:r>
      <w:r>
        <w:rPr>
          <w:rFonts w:hint="eastAsia"/>
          <w:lang w:eastAsia="ja-JP"/>
        </w:rPr>
        <w:t>Enter-s(2-3-4)</w:t>
      </w:r>
    </w:p>
    <w:p w14:paraId="452CA947" w14:textId="77777777" w:rsidR="005413F1" w:rsidRDefault="005413F1" w:rsidP="005413F1">
      <w:pPr>
        <w:rPr>
          <w:lang w:eastAsia="ja-JP"/>
        </w:rPr>
      </w:pPr>
      <w:r>
        <w:rPr>
          <w:rFonts w:hint="eastAsia"/>
          <w:lang w:eastAsia="ja-JP"/>
        </w:rPr>
        <w:t>機能：追加・編集した予定を保存します。</w:t>
      </w:r>
    </w:p>
    <w:p w14:paraId="5D66F12B" w14:textId="77777777" w:rsidR="005413F1" w:rsidRDefault="005413F1" w:rsidP="00F07871">
      <w:pPr>
        <w:pStyle w:val="2"/>
        <w:rPr>
          <w:lang w:eastAsia="ja-JP"/>
        </w:rPr>
      </w:pPr>
      <w:r>
        <w:rPr>
          <w:rFonts w:hint="eastAsia"/>
          <w:lang w:eastAsia="ja-JP"/>
        </w:rPr>
        <w:t xml:space="preserve">2.2 </w:t>
      </w:r>
      <w:r>
        <w:rPr>
          <w:rFonts w:hint="eastAsia"/>
          <w:lang w:eastAsia="ja-JP"/>
        </w:rPr>
        <w:t>終了</w:t>
      </w:r>
    </w:p>
    <w:p w14:paraId="513ED96F" w14:textId="77777777" w:rsidR="005413F1" w:rsidRDefault="005413F1" w:rsidP="005413F1">
      <w:pPr>
        <w:rPr>
          <w:lang w:eastAsia="ja-JP"/>
        </w:rPr>
      </w:pPr>
      <w:r>
        <w:rPr>
          <w:rFonts w:hint="eastAsia"/>
          <w:lang w:eastAsia="ja-JP"/>
        </w:rPr>
        <w:t>ホットキー：</w:t>
      </w:r>
      <w:r>
        <w:rPr>
          <w:rFonts w:hint="eastAsia"/>
          <w:lang w:eastAsia="ja-JP"/>
        </w:rPr>
        <w:t>Space-z(1-3-5-6)</w:t>
      </w:r>
    </w:p>
    <w:p w14:paraId="732856DB" w14:textId="77777777" w:rsidR="005413F1" w:rsidRDefault="005413F1" w:rsidP="005413F1">
      <w:pPr>
        <w:rPr>
          <w:lang w:eastAsia="ja-JP"/>
        </w:rPr>
      </w:pPr>
      <w:r>
        <w:rPr>
          <w:rFonts w:hint="eastAsia"/>
          <w:lang w:eastAsia="ja-JP"/>
        </w:rPr>
        <w:t>機能：簡単スケジューラを終了します。</w:t>
      </w:r>
    </w:p>
    <w:p w14:paraId="6D990019" w14:textId="77777777" w:rsidR="005413F1" w:rsidRDefault="005413F1" w:rsidP="005413F1">
      <w:pPr>
        <w:rPr>
          <w:lang w:eastAsia="ja-JP"/>
        </w:rPr>
      </w:pPr>
    </w:p>
    <w:p w14:paraId="21A5B8B1" w14:textId="77777777" w:rsidR="005413F1" w:rsidRDefault="005413F1" w:rsidP="00F07871">
      <w:pPr>
        <w:pStyle w:val="1"/>
        <w:rPr>
          <w:lang w:eastAsia="ja-JP"/>
        </w:rPr>
      </w:pPr>
      <w:r>
        <w:rPr>
          <w:rFonts w:hint="eastAsia"/>
          <w:lang w:eastAsia="ja-JP"/>
        </w:rPr>
        <w:t xml:space="preserve">3. </w:t>
      </w:r>
      <w:r>
        <w:rPr>
          <w:rFonts w:hint="eastAsia"/>
          <w:lang w:eastAsia="ja-JP"/>
        </w:rPr>
        <w:t>編集</w:t>
      </w:r>
    </w:p>
    <w:p w14:paraId="6DAB30A5" w14:textId="77777777" w:rsidR="005413F1" w:rsidRDefault="005413F1" w:rsidP="00F07871">
      <w:pPr>
        <w:pStyle w:val="2"/>
        <w:rPr>
          <w:lang w:eastAsia="ja-JP"/>
        </w:rPr>
      </w:pPr>
      <w:r>
        <w:rPr>
          <w:rFonts w:hint="eastAsia"/>
          <w:lang w:eastAsia="ja-JP"/>
        </w:rPr>
        <w:t xml:space="preserve">3.1 </w:t>
      </w:r>
      <w:r>
        <w:rPr>
          <w:rFonts w:hint="eastAsia"/>
          <w:lang w:eastAsia="ja-JP"/>
        </w:rPr>
        <w:t>予定の削除</w:t>
      </w:r>
    </w:p>
    <w:p w14:paraId="5B761BAE" w14:textId="77777777" w:rsidR="005413F1" w:rsidRDefault="005413F1" w:rsidP="005413F1">
      <w:pPr>
        <w:rPr>
          <w:lang w:eastAsia="ja-JP"/>
        </w:rPr>
      </w:pPr>
      <w:r>
        <w:rPr>
          <w:rFonts w:hint="eastAsia"/>
          <w:lang w:eastAsia="ja-JP"/>
        </w:rPr>
        <w:t>ホットキー：</w:t>
      </w:r>
      <w:r>
        <w:rPr>
          <w:rFonts w:hint="eastAsia"/>
          <w:lang w:eastAsia="ja-JP"/>
        </w:rPr>
        <w:t>Space-d(1-4-5)</w:t>
      </w:r>
    </w:p>
    <w:p w14:paraId="5D10D839" w14:textId="77777777" w:rsidR="005413F1" w:rsidRDefault="005413F1" w:rsidP="005413F1">
      <w:pPr>
        <w:rPr>
          <w:lang w:eastAsia="ja-JP"/>
        </w:rPr>
      </w:pPr>
      <w:r>
        <w:rPr>
          <w:rFonts w:hint="eastAsia"/>
          <w:lang w:eastAsia="ja-JP"/>
        </w:rPr>
        <w:t>機能：選択した日の予定を削除します。</w:t>
      </w:r>
    </w:p>
    <w:p w14:paraId="6A43DFC4" w14:textId="77777777" w:rsidR="005413F1" w:rsidRDefault="005413F1" w:rsidP="005413F1">
      <w:pPr>
        <w:rPr>
          <w:lang w:eastAsia="ja-JP"/>
        </w:rPr>
      </w:pPr>
    </w:p>
    <w:p w14:paraId="48EC52F8" w14:textId="77777777" w:rsidR="005413F1" w:rsidRDefault="005413F1" w:rsidP="00F07871">
      <w:pPr>
        <w:pStyle w:val="2"/>
        <w:rPr>
          <w:lang w:eastAsia="ja-JP"/>
        </w:rPr>
      </w:pPr>
      <w:r>
        <w:rPr>
          <w:rFonts w:hint="eastAsia"/>
          <w:lang w:eastAsia="ja-JP"/>
        </w:rPr>
        <w:t xml:space="preserve">3.2 </w:t>
      </w:r>
      <w:r>
        <w:rPr>
          <w:rFonts w:hint="eastAsia"/>
          <w:lang w:eastAsia="ja-JP"/>
        </w:rPr>
        <w:t>毎日の予定</w:t>
      </w:r>
    </w:p>
    <w:p w14:paraId="2D37DC18" w14:textId="77777777" w:rsidR="005413F1" w:rsidRDefault="005413F1" w:rsidP="005413F1">
      <w:pPr>
        <w:rPr>
          <w:lang w:eastAsia="ja-JP"/>
        </w:rPr>
      </w:pPr>
      <w:r>
        <w:rPr>
          <w:rFonts w:hint="eastAsia"/>
          <w:lang w:eastAsia="ja-JP"/>
        </w:rPr>
        <w:t>機能：数日間連続した予定の登録と削除を行います。</w:t>
      </w:r>
    </w:p>
    <w:p w14:paraId="5303630D" w14:textId="77777777" w:rsidR="005413F1" w:rsidRDefault="005413F1" w:rsidP="005413F1">
      <w:pPr>
        <w:rPr>
          <w:lang w:eastAsia="ja-JP"/>
        </w:rPr>
      </w:pPr>
      <w:r>
        <w:rPr>
          <w:rFonts w:hint="eastAsia"/>
          <w:lang w:eastAsia="ja-JP"/>
        </w:rPr>
        <w:t>ダイアログ：</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Space-F3</w:t>
      </w:r>
      <w:r>
        <w:rPr>
          <w:rFonts w:hint="eastAsia"/>
          <w:lang w:eastAsia="ja-JP"/>
        </w:rPr>
        <w:t>を押すと「予定開始日」、「予定終了日」、「予定の編集」エディットボックス、「書き込み」ボタン、「削除ダイアログ」ボタン、「閉じる」ボタンを切替えることができます。</w:t>
      </w:r>
    </w:p>
    <w:p w14:paraId="43FBDDDD" w14:textId="77777777" w:rsidR="005413F1" w:rsidRDefault="005413F1" w:rsidP="005413F1">
      <w:pPr>
        <w:rPr>
          <w:lang w:eastAsia="ja-JP"/>
        </w:rPr>
      </w:pPr>
      <w:r>
        <w:rPr>
          <w:rFonts w:hint="eastAsia"/>
          <w:lang w:eastAsia="ja-JP"/>
        </w:rPr>
        <w:lastRenderedPageBreak/>
        <w:t>以下登録の手順です。</w:t>
      </w:r>
    </w:p>
    <w:p w14:paraId="307B2F98" w14:textId="4063C591" w:rsidR="005413F1" w:rsidRDefault="005413F1" w:rsidP="00F07871">
      <w:pPr>
        <w:pStyle w:val="a8"/>
        <w:numPr>
          <w:ilvl w:val="0"/>
          <w:numId w:val="25"/>
        </w:numPr>
        <w:ind w:leftChars="0"/>
        <w:rPr>
          <w:lang w:eastAsia="ja-JP"/>
        </w:rPr>
      </w:pPr>
      <w:r>
        <w:rPr>
          <w:rFonts w:hint="eastAsia"/>
          <w:lang w:eastAsia="ja-JP"/>
        </w:rPr>
        <w:t>編集メニューから毎日の予定を実行すると「・・年・・月・・日から」と表示されます。</w:t>
      </w:r>
      <w:r>
        <w:rPr>
          <w:rFonts w:hint="eastAsia"/>
          <w:lang w:eastAsia="ja-JP"/>
        </w:rPr>
        <w:t>Space-4</w:t>
      </w:r>
      <w:r>
        <w:rPr>
          <w:rFonts w:hint="eastAsia"/>
          <w:lang w:eastAsia="ja-JP"/>
        </w:rPr>
        <w:t>か</w:t>
      </w:r>
      <w:r>
        <w:rPr>
          <w:rFonts w:hint="eastAsia"/>
          <w:lang w:eastAsia="ja-JP"/>
        </w:rPr>
        <w:t>Space-1</w:t>
      </w:r>
      <w:r>
        <w:rPr>
          <w:rFonts w:hint="eastAsia"/>
          <w:lang w:eastAsia="ja-JP"/>
        </w:rPr>
        <w:t>、または上下スクロールキーを押して予定の開始日を選択してください。</w:t>
      </w:r>
    </w:p>
    <w:p w14:paraId="00DD9890" w14:textId="1683AACF" w:rsidR="005413F1" w:rsidRDefault="005413F1" w:rsidP="00F07871">
      <w:pPr>
        <w:pStyle w:val="a8"/>
        <w:numPr>
          <w:ilvl w:val="0"/>
          <w:numId w:val="25"/>
        </w:numPr>
        <w:ind w:leftChars="0"/>
        <w:rPr>
          <w:lang w:eastAsia="ja-JP"/>
        </w:rPr>
      </w:pPr>
      <w:r>
        <w:rPr>
          <w:rFonts w:hint="eastAsia"/>
          <w:lang w:eastAsia="ja-JP"/>
        </w:rPr>
        <w:t>次に</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を押すと「・・年・・月・・日まで」と表示されます。</w:t>
      </w:r>
      <w:r>
        <w:rPr>
          <w:rFonts w:hint="eastAsia"/>
          <w:lang w:eastAsia="ja-JP"/>
        </w:rPr>
        <w:t>Space-4</w:t>
      </w:r>
      <w:r>
        <w:rPr>
          <w:rFonts w:hint="eastAsia"/>
          <w:lang w:eastAsia="ja-JP"/>
        </w:rPr>
        <w:t>か</w:t>
      </w:r>
      <w:r>
        <w:rPr>
          <w:rFonts w:hint="eastAsia"/>
          <w:lang w:eastAsia="ja-JP"/>
        </w:rPr>
        <w:t>Space-1</w:t>
      </w:r>
      <w:r>
        <w:rPr>
          <w:rFonts w:hint="eastAsia"/>
          <w:lang w:eastAsia="ja-JP"/>
        </w:rPr>
        <w:t>または上下スクロールキーを押して予定の最終日を選択してください。</w:t>
      </w:r>
    </w:p>
    <w:p w14:paraId="50328495" w14:textId="7875D926" w:rsidR="005413F1" w:rsidRDefault="005413F1" w:rsidP="00F07871">
      <w:pPr>
        <w:pStyle w:val="a8"/>
        <w:numPr>
          <w:ilvl w:val="0"/>
          <w:numId w:val="25"/>
        </w:numPr>
        <w:ind w:leftChars="0"/>
        <w:rPr>
          <w:lang w:eastAsia="ja-JP"/>
        </w:rPr>
      </w:pPr>
      <w:r>
        <w:rPr>
          <w:rFonts w:hint="eastAsia"/>
          <w:lang w:eastAsia="ja-JP"/>
        </w:rPr>
        <w:t>次に</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を押すと「予定の編集」ボックスが表示されるので予定を入力してください。</w:t>
      </w:r>
    </w:p>
    <w:p w14:paraId="3D1531C8" w14:textId="7BFB9E3B" w:rsidR="005413F1" w:rsidRDefault="005413F1" w:rsidP="00F07871">
      <w:pPr>
        <w:pStyle w:val="a8"/>
        <w:numPr>
          <w:ilvl w:val="0"/>
          <w:numId w:val="25"/>
        </w:numPr>
        <w:ind w:leftChars="0"/>
        <w:rPr>
          <w:lang w:eastAsia="ja-JP"/>
        </w:rPr>
      </w:pPr>
      <w:r>
        <w:rPr>
          <w:rFonts w:hint="eastAsia"/>
          <w:lang w:eastAsia="ja-JP"/>
        </w:rPr>
        <w:t>Enter</w:t>
      </w:r>
      <w:r>
        <w:rPr>
          <w:rFonts w:hint="eastAsia"/>
          <w:lang w:eastAsia="ja-JP"/>
        </w:rPr>
        <w:t>を押すか「書き込み」ボタンを実行すると予定が登録されます。</w:t>
      </w:r>
    </w:p>
    <w:p w14:paraId="712388F0" w14:textId="77777777" w:rsidR="005413F1" w:rsidRDefault="005413F1" w:rsidP="005413F1">
      <w:pPr>
        <w:rPr>
          <w:lang w:eastAsia="ja-JP"/>
        </w:rPr>
      </w:pPr>
    </w:p>
    <w:p w14:paraId="7B4963BB" w14:textId="77777777" w:rsidR="005413F1" w:rsidRDefault="005413F1" w:rsidP="005413F1">
      <w:pPr>
        <w:rPr>
          <w:lang w:eastAsia="ja-JP"/>
        </w:rPr>
      </w:pPr>
      <w:r>
        <w:rPr>
          <w:rFonts w:hint="eastAsia"/>
          <w:lang w:eastAsia="ja-JP"/>
        </w:rPr>
        <w:t>「毎日の予定」だけを削除する場合、「削除ダイアログ」ボタンを実行してください。登録されている「毎日の予定」リストが表示されます。削除したい予定が表示された状態で</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を押すと「予定名」、「予定の期間」、「削除」ボタンを切替えることができます。予定名で</w:t>
      </w:r>
      <w:r>
        <w:rPr>
          <w:rFonts w:hint="eastAsia"/>
          <w:lang w:eastAsia="ja-JP"/>
        </w:rPr>
        <w:t>Enter</w:t>
      </w:r>
      <w:r>
        <w:rPr>
          <w:rFonts w:hint="eastAsia"/>
          <w:lang w:eastAsia="ja-JP"/>
        </w:rPr>
        <w:t>を押すか「削除」ボタンを実行すると予定を削除することができます。</w:t>
      </w:r>
    </w:p>
    <w:p w14:paraId="49840993" w14:textId="77777777" w:rsidR="005413F1" w:rsidRDefault="005413F1" w:rsidP="005413F1">
      <w:pPr>
        <w:rPr>
          <w:lang w:eastAsia="ja-JP"/>
        </w:rPr>
      </w:pPr>
    </w:p>
    <w:p w14:paraId="697023FE" w14:textId="77777777" w:rsidR="005413F1" w:rsidRDefault="005413F1" w:rsidP="00F07871">
      <w:pPr>
        <w:pStyle w:val="2"/>
        <w:rPr>
          <w:lang w:eastAsia="ja-JP"/>
        </w:rPr>
      </w:pPr>
      <w:r>
        <w:rPr>
          <w:rFonts w:hint="eastAsia"/>
          <w:lang w:eastAsia="ja-JP"/>
        </w:rPr>
        <w:t xml:space="preserve">3.3 </w:t>
      </w:r>
      <w:r>
        <w:rPr>
          <w:rFonts w:hint="eastAsia"/>
          <w:lang w:eastAsia="ja-JP"/>
        </w:rPr>
        <w:t>毎週の予定</w:t>
      </w:r>
    </w:p>
    <w:p w14:paraId="0E21AE14" w14:textId="77777777" w:rsidR="005413F1" w:rsidRDefault="005413F1" w:rsidP="005413F1">
      <w:pPr>
        <w:rPr>
          <w:lang w:eastAsia="ja-JP"/>
        </w:rPr>
      </w:pPr>
      <w:r>
        <w:rPr>
          <w:rFonts w:hint="eastAsia"/>
          <w:lang w:eastAsia="ja-JP"/>
        </w:rPr>
        <w:t>機能：特定の曜日に予定されたスケジュールを登録します。</w:t>
      </w:r>
    </w:p>
    <w:p w14:paraId="3D1FF0D6" w14:textId="77777777" w:rsidR="005413F1" w:rsidRDefault="005413F1" w:rsidP="005413F1">
      <w:pPr>
        <w:rPr>
          <w:lang w:eastAsia="ja-JP"/>
        </w:rPr>
      </w:pPr>
      <w:r>
        <w:rPr>
          <w:rFonts w:hint="eastAsia"/>
          <w:lang w:eastAsia="ja-JP"/>
        </w:rPr>
        <w:t>ダイアログ：</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Space-F3</w:t>
      </w:r>
      <w:r>
        <w:rPr>
          <w:rFonts w:hint="eastAsia"/>
          <w:lang w:eastAsia="ja-JP"/>
        </w:rPr>
        <w:t>を押すと「曜日の選択」コンボボックス、「予定開始日」、「予定終了日」、「予定の編集」エディットボックス、「書き込み」ボタン、「削除ダイアログ」ボタン、「閉じる」ボタンを切替えることができます。</w:t>
      </w:r>
    </w:p>
    <w:p w14:paraId="0D6704BB" w14:textId="77777777" w:rsidR="005413F1" w:rsidRDefault="005413F1" w:rsidP="005413F1">
      <w:pPr>
        <w:rPr>
          <w:lang w:eastAsia="ja-JP"/>
        </w:rPr>
      </w:pPr>
      <w:r>
        <w:rPr>
          <w:rFonts w:hint="eastAsia"/>
          <w:lang w:eastAsia="ja-JP"/>
        </w:rPr>
        <w:t>以下登録の手順です。</w:t>
      </w:r>
    </w:p>
    <w:p w14:paraId="442D3C3F" w14:textId="64CEB67C" w:rsidR="005413F1" w:rsidRDefault="005413F1" w:rsidP="00F07871">
      <w:pPr>
        <w:pStyle w:val="a8"/>
        <w:numPr>
          <w:ilvl w:val="0"/>
          <w:numId w:val="31"/>
        </w:numPr>
        <w:ind w:leftChars="0"/>
        <w:rPr>
          <w:lang w:eastAsia="ja-JP"/>
        </w:rPr>
      </w:pPr>
      <w:r>
        <w:rPr>
          <w:rFonts w:hint="eastAsia"/>
          <w:lang w:eastAsia="ja-JP"/>
        </w:rPr>
        <w:t>編集メニューから「毎週の予定」を実行すると「曜日の選択」コンボボックスが表示されます。予定を登録する曜日を選択してください。</w:t>
      </w:r>
      <w:r>
        <w:rPr>
          <w:rFonts w:hint="eastAsia"/>
          <w:lang w:eastAsia="ja-JP"/>
        </w:rPr>
        <w:t>Space-4</w:t>
      </w:r>
      <w:r>
        <w:rPr>
          <w:rFonts w:hint="eastAsia"/>
          <w:lang w:eastAsia="ja-JP"/>
        </w:rPr>
        <w:t>か</w:t>
      </w:r>
      <w:r>
        <w:rPr>
          <w:rFonts w:hint="eastAsia"/>
          <w:lang w:eastAsia="ja-JP"/>
        </w:rPr>
        <w:t>Space-1</w:t>
      </w:r>
      <w:r>
        <w:rPr>
          <w:rFonts w:hint="eastAsia"/>
          <w:lang w:eastAsia="ja-JP"/>
        </w:rPr>
        <w:t>または上下スクロールキーを押すと曜日を変更することができます。</w:t>
      </w:r>
    </w:p>
    <w:p w14:paraId="166D0D36" w14:textId="0F72AAFA" w:rsidR="005413F1" w:rsidRDefault="005413F1" w:rsidP="00F07871">
      <w:pPr>
        <w:pStyle w:val="a8"/>
        <w:numPr>
          <w:ilvl w:val="0"/>
          <w:numId w:val="31"/>
        </w:numPr>
        <w:ind w:leftChars="0"/>
        <w:rPr>
          <w:lang w:eastAsia="ja-JP"/>
        </w:rPr>
      </w:pPr>
      <w:r>
        <w:rPr>
          <w:rFonts w:hint="eastAsia"/>
          <w:lang w:eastAsia="ja-JP"/>
        </w:rPr>
        <w:t>次に</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を押すと「・・年・・月・・日・・曜日から」と表示されます。</w:t>
      </w:r>
      <w:r>
        <w:rPr>
          <w:rFonts w:hint="eastAsia"/>
          <w:lang w:eastAsia="ja-JP"/>
        </w:rPr>
        <w:t>Space-4</w:t>
      </w:r>
      <w:r>
        <w:rPr>
          <w:rFonts w:hint="eastAsia"/>
          <w:lang w:eastAsia="ja-JP"/>
        </w:rPr>
        <w:t>か</w:t>
      </w:r>
      <w:r>
        <w:rPr>
          <w:rFonts w:hint="eastAsia"/>
          <w:lang w:eastAsia="ja-JP"/>
        </w:rPr>
        <w:t>Space-1</w:t>
      </w:r>
      <w:r>
        <w:rPr>
          <w:rFonts w:hint="eastAsia"/>
          <w:lang w:eastAsia="ja-JP"/>
        </w:rPr>
        <w:t>、または上下スクロールキーを押して予定の開始日を選択してください。「曜日の選択」で指定した曜日の日だけを表示します。</w:t>
      </w:r>
    </w:p>
    <w:p w14:paraId="70A09FAA" w14:textId="38FDD5AA" w:rsidR="005413F1" w:rsidRDefault="005413F1" w:rsidP="00F07871">
      <w:pPr>
        <w:pStyle w:val="a8"/>
        <w:numPr>
          <w:ilvl w:val="0"/>
          <w:numId w:val="31"/>
        </w:numPr>
        <w:ind w:leftChars="0"/>
        <w:rPr>
          <w:lang w:eastAsia="ja-JP"/>
        </w:rPr>
      </w:pPr>
      <w:r>
        <w:rPr>
          <w:rFonts w:hint="eastAsia"/>
          <w:lang w:eastAsia="ja-JP"/>
        </w:rPr>
        <w:t>次に</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を押すと「・・年・・月・・日まで」と表示されます。</w:t>
      </w:r>
      <w:r>
        <w:rPr>
          <w:rFonts w:hint="eastAsia"/>
          <w:lang w:eastAsia="ja-JP"/>
        </w:rPr>
        <w:t>Space-4</w:t>
      </w:r>
      <w:r>
        <w:rPr>
          <w:rFonts w:hint="eastAsia"/>
          <w:lang w:eastAsia="ja-JP"/>
        </w:rPr>
        <w:t>か</w:t>
      </w:r>
      <w:r>
        <w:rPr>
          <w:rFonts w:hint="eastAsia"/>
          <w:lang w:eastAsia="ja-JP"/>
        </w:rPr>
        <w:t>Space-1</w:t>
      </w:r>
      <w:r>
        <w:rPr>
          <w:rFonts w:hint="eastAsia"/>
          <w:lang w:eastAsia="ja-JP"/>
        </w:rPr>
        <w:t>または上下スクロールキーを押して予定の最終日を選択してください。「曜日の選択」で指定した曜日の日だけを表示します。</w:t>
      </w:r>
    </w:p>
    <w:p w14:paraId="5D1A2ECC" w14:textId="6A0CF90B" w:rsidR="005413F1" w:rsidRDefault="005413F1" w:rsidP="00F07871">
      <w:pPr>
        <w:pStyle w:val="a8"/>
        <w:numPr>
          <w:ilvl w:val="0"/>
          <w:numId w:val="31"/>
        </w:numPr>
        <w:ind w:leftChars="0"/>
        <w:rPr>
          <w:lang w:eastAsia="ja-JP"/>
        </w:rPr>
      </w:pPr>
      <w:r>
        <w:rPr>
          <w:rFonts w:hint="eastAsia"/>
          <w:lang w:eastAsia="ja-JP"/>
        </w:rPr>
        <w:t>次に</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を押すと「予定の編集」ボックス</w:t>
      </w:r>
      <w:r>
        <w:rPr>
          <w:rFonts w:hint="eastAsia"/>
          <w:lang w:eastAsia="ja-JP"/>
        </w:rPr>
        <w:lastRenderedPageBreak/>
        <w:t>が表示されるので予定を入力してください。</w:t>
      </w:r>
    </w:p>
    <w:p w14:paraId="508233A1" w14:textId="16482161" w:rsidR="005413F1" w:rsidRDefault="005413F1" w:rsidP="00F07871">
      <w:pPr>
        <w:pStyle w:val="a8"/>
        <w:numPr>
          <w:ilvl w:val="0"/>
          <w:numId w:val="31"/>
        </w:numPr>
        <w:ind w:leftChars="0"/>
        <w:rPr>
          <w:lang w:eastAsia="ja-JP"/>
        </w:rPr>
      </w:pPr>
      <w:r>
        <w:rPr>
          <w:rFonts w:hint="eastAsia"/>
          <w:lang w:eastAsia="ja-JP"/>
        </w:rPr>
        <w:t>Enter</w:t>
      </w:r>
      <w:r>
        <w:rPr>
          <w:rFonts w:hint="eastAsia"/>
          <w:lang w:eastAsia="ja-JP"/>
        </w:rPr>
        <w:t>を押すか「書き込み」ボタンを実行すると予定が登録されます。</w:t>
      </w:r>
    </w:p>
    <w:p w14:paraId="2E039A6E" w14:textId="77777777" w:rsidR="005413F1" w:rsidRDefault="005413F1" w:rsidP="005413F1">
      <w:pPr>
        <w:rPr>
          <w:lang w:eastAsia="ja-JP"/>
        </w:rPr>
      </w:pPr>
    </w:p>
    <w:p w14:paraId="5B4839DD" w14:textId="77777777" w:rsidR="005413F1" w:rsidRDefault="005413F1" w:rsidP="005413F1">
      <w:pPr>
        <w:rPr>
          <w:lang w:eastAsia="ja-JP"/>
        </w:rPr>
      </w:pPr>
      <w:r>
        <w:rPr>
          <w:rFonts w:hint="eastAsia"/>
          <w:lang w:eastAsia="ja-JP"/>
        </w:rPr>
        <w:t>「毎週の予定」だけを削除する場合、「削除ダイアログ」ボタンを実行してください。登録されている「毎週の予定」リストが表示されます。削除したい予定が表示された状態で</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を押すと「予定名」、「予定の期間」、「削除」ボタンを切替えることができます。予定名で</w:t>
      </w:r>
      <w:r>
        <w:rPr>
          <w:rFonts w:hint="eastAsia"/>
          <w:lang w:eastAsia="ja-JP"/>
        </w:rPr>
        <w:t>Enter</w:t>
      </w:r>
      <w:r>
        <w:rPr>
          <w:rFonts w:hint="eastAsia"/>
          <w:lang w:eastAsia="ja-JP"/>
        </w:rPr>
        <w:t>を押すか「削除」ボタンを実行すると予定を削除することができます。</w:t>
      </w:r>
    </w:p>
    <w:p w14:paraId="7CE0AD32" w14:textId="77777777" w:rsidR="005413F1" w:rsidRDefault="005413F1" w:rsidP="005413F1">
      <w:pPr>
        <w:rPr>
          <w:lang w:eastAsia="ja-JP"/>
        </w:rPr>
      </w:pPr>
    </w:p>
    <w:p w14:paraId="5261562B" w14:textId="77777777" w:rsidR="005413F1" w:rsidRDefault="005413F1" w:rsidP="00F07871">
      <w:pPr>
        <w:pStyle w:val="2"/>
        <w:rPr>
          <w:lang w:eastAsia="ja-JP"/>
        </w:rPr>
      </w:pPr>
      <w:r>
        <w:rPr>
          <w:rFonts w:hint="eastAsia"/>
          <w:lang w:eastAsia="ja-JP"/>
        </w:rPr>
        <w:t xml:space="preserve">3.4 </w:t>
      </w:r>
      <w:r>
        <w:rPr>
          <w:rFonts w:hint="eastAsia"/>
          <w:lang w:eastAsia="ja-JP"/>
        </w:rPr>
        <w:t>毎月の予定</w:t>
      </w:r>
    </w:p>
    <w:p w14:paraId="7B3384F6" w14:textId="77777777" w:rsidR="005413F1" w:rsidRDefault="005413F1" w:rsidP="005413F1">
      <w:pPr>
        <w:rPr>
          <w:lang w:eastAsia="ja-JP"/>
        </w:rPr>
      </w:pPr>
      <w:r>
        <w:rPr>
          <w:rFonts w:hint="eastAsia"/>
          <w:lang w:eastAsia="ja-JP"/>
        </w:rPr>
        <w:t>機能：特定の週の特定の曜日に予定されたスケジュールを登録します。</w:t>
      </w:r>
    </w:p>
    <w:p w14:paraId="0280CD4D" w14:textId="77777777" w:rsidR="005413F1" w:rsidRDefault="005413F1" w:rsidP="005413F1">
      <w:pPr>
        <w:rPr>
          <w:lang w:eastAsia="ja-JP"/>
        </w:rPr>
      </w:pPr>
      <w:r>
        <w:rPr>
          <w:rFonts w:hint="eastAsia"/>
          <w:lang w:eastAsia="ja-JP"/>
        </w:rPr>
        <w:t>ダイアログ：</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Space-F3</w:t>
      </w:r>
      <w:r>
        <w:rPr>
          <w:rFonts w:hint="eastAsia"/>
          <w:lang w:eastAsia="ja-JP"/>
        </w:rPr>
        <w:t>を押すと「週の選択」コンボボックス、「曜日の選択」コンボボックス、「予定開始日」、「予定終了日」、「予定の編集」エディットボックス、「書き込み」ボタン、「削除ダイアログ」ボタン、「閉じる」ボタンを切替えることができます。</w:t>
      </w:r>
    </w:p>
    <w:p w14:paraId="2250C73C" w14:textId="77777777" w:rsidR="005413F1" w:rsidRDefault="005413F1" w:rsidP="005413F1">
      <w:pPr>
        <w:rPr>
          <w:lang w:eastAsia="ja-JP"/>
        </w:rPr>
      </w:pPr>
      <w:r>
        <w:rPr>
          <w:rFonts w:hint="eastAsia"/>
          <w:lang w:eastAsia="ja-JP"/>
        </w:rPr>
        <w:t>以下登録の手順です。</w:t>
      </w:r>
    </w:p>
    <w:p w14:paraId="0FF80E7C" w14:textId="3137FABD" w:rsidR="005413F1" w:rsidRDefault="005413F1" w:rsidP="00F07871">
      <w:pPr>
        <w:pStyle w:val="a8"/>
        <w:numPr>
          <w:ilvl w:val="0"/>
          <w:numId w:val="33"/>
        </w:numPr>
        <w:ind w:leftChars="0"/>
        <w:rPr>
          <w:lang w:eastAsia="ja-JP"/>
        </w:rPr>
      </w:pPr>
      <w:r>
        <w:rPr>
          <w:rFonts w:hint="eastAsia"/>
          <w:lang w:eastAsia="ja-JP"/>
        </w:rPr>
        <w:t>編集メニューから「毎月の予定」を実行すると「週の選択」コンボボックスが表示されます。</w:t>
      </w:r>
      <w:r>
        <w:rPr>
          <w:rFonts w:hint="eastAsia"/>
          <w:lang w:eastAsia="ja-JP"/>
        </w:rPr>
        <w:t>Space-4</w:t>
      </w:r>
      <w:r>
        <w:rPr>
          <w:rFonts w:hint="eastAsia"/>
          <w:lang w:eastAsia="ja-JP"/>
        </w:rPr>
        <w:t>か</w:t>
      </w:r>
      <w:r>
        <w:rPr>
          <w:rFonts w:hint="eastAsia"/>
          <w:lang w:eastAsia="ja-JP"/>
        </w:rPr>
        <w:t>Space-1</w:t>
      </w:r>
      <w:r>
        <w:rPr>
          <w:rFonts w:hint="eastAsia"/>
          <w:lang w:eastAsia="ja-JP"/>
        </w:rPr>
        <w:t>または上下スクロールキーを押すと何週目かを指定することができます。予定を登録したい週を選択してください。</w:t>
      </w:r>
    </w:p>
    <w:p w14:paraId="3A5072AE" w14:textId="3C803B9B" w:rsidR="005413F1" w:rsidRDefault="005413F1" w:rsidP="00F07871">
      <w:pPr>
        <w:pStyle w:val="a8"/>
        <w:numPr>
          <w:ilvl w:val="0"/>
          <w:numId w:val="33"/>
        </w:numPr>
        <w:ind w:leftChars="0"/>
        <w:rPr>
          <w:lang w:eastAsia="ja-JP"/>
        </w:rPr>
      </w:pPr>
      <w:r>
        <w:rPr>
          <w:rFonts w:hint="eastAsia"/>
          <w:lang w:eastAsia="ja-JP"/>
        </w:rPr>
        <w:t>次に</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を押すと「曜日の選択」コンボボックスが表示されます。予定を登録する曜日を選択してください。</w:t>
      </w:r>
      <w:r>
        <w:rPr>
          <w:rFonts w:hint="eastAsia"/>
          <w:lang w:eastAsia="ja-JP"/>
        </w:rPr>
        <w:t>Space-4</w:t>
      </w:r>
      <w:r>
        <w:rPr>
          <w:rFonts w:hint="eastAsia"/>
          <w:lang w:eastAsia="ja-JP"/>
        </w:rPr>
        <w:t>か</w:t>
      </w:r>
      <w:r>
        <w:rPr>
          <w:rFonts w:hint="eastAsia"/>
          <w:lang w:eastAsia="ja-JP"/>
        </w:rPr>
        <w:t>Space-1</w:t>
      </w:r>
      <w:r>
        <w:rPr>
          <w:rFonts w:hint="eastAsia"/>
          <w:lang w:eastAsia="ja-JP"/>
        </w:rPr>
        <w:t>または上下スクロールキーを押すと曜日を変更することができます。</w:t>
      </w:r>
    </w:p>
    <w:p w14:paraId="3B4C4990" w14:textId="58909550" w:rsidR="005413F1" w:rsidRDefault="005413F1" w:rsidP="00F07871">
      <w:pPr>
        <w:pStyle w:val="a8"/>
        <w:numPr>
          <w:ilvl w:val="0"/>
          <w:numId w:val="33"/>
        </w:numPr>
        <w:ind w:leftChars="0"/>
        <w:rPr>
          <w:lang w:eastAsia="ja-JP"/>
        </w:rPr>
      </w:pPr>
      <w:r>
        <w:rPr>
          <w:rFonts w:hint="eastAsia"/>
          <w:lang w:eastAsia="ja-JP"/>
        </w:rPr>
        <w:t>次に</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を押すと「・・年・・月・・日・・曜日から」と表示されます。</w:t>
      </w:r>
      <w:r>
        <w:rPr>
          <w:rFonts w:hint="eastAsia"/>
          <w:lang w:eastAsia="ja-JP"/>
        </w:rPr>
        <w:t>Space-4</w:t>
      </w:r>
      <w:r>
        <w:rPr>
          <w:rFonts w:hint="eastAsia"/>
          <w:lang w:eastAsia="ja-JP"/>
        </w:rPr>
        <w:t>か</w:t>
      </w:r>
      <w:r>
        <w:rPr>
          <w:rFonts w:hint="eastAsia"/>
          <w:lang w:eastAsia="ja-JP"/>
        </w:rPr>
        <w:t>Space-1</w:t>
      </w:r>
      <w:r>
        <w:rPr>
          <w:rFonts w:hint="eastAsia"/>
          <w:lang w:eastAsia="ja-JP"/>
        </w:rPr>
        <w:t>、または上下スクロールキーを押して予定の開始日を選択してください。「週の選択」にて指定した週の中で「曜日の選択」で指定された曜日の日だけを表示します。</w:t>
      </w:r>
    </w:p>
    <w:p w14:paraId="78AEF6AC" w14:textId="2F2EA785" w:rsidR="005413F1" w:rsidRDefault="005413F1" w:rsidP="00F07871">
      <w:pPr>
        <w:pStyle w:val="a8"/>
        <w:numPr>
          <w:ilvl w:val="0"/>
          <w:numId w:val="33"/>
        </w:numPr>
        <w:ind w:leftChars="0"/>
        <w:rPr>
          <w:lang w:eastAsia="ja-JP"/>
        </w:rPr>
      </w:pPr>
      <w:r>
        <w:rPr>
          <w:rFonts w:hint="eastAsia"/>
          <w:lang w:eastAsia="ja-JP"/>
        </w:rPr>
        <w:t>次に</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を押すと「・・年・・月・・日まで」と表示されます。</w:t>
      </w:r>
      <w:r>
        <w:rPr>
          <w:rFonts w:hint="eastAsia"/>
          <w:lang w:eastAsia="ja-JP"/>
        </w:rPr>
        <w:t>Space-4</w:t>
      </w:r>
      <w:r>
        <w:rPr>
          <w:rFonts w:hint="eastAsia"/>
          <w:lang w:eastAsia="ja-JP"/>
        </w:rPr>
        <w:t>か</w:t>
      </w:r>
      <w:r>
        <w:rPr>
          <w:rFonts w:hint="eastAsia"/>
          <w:lang w:eastAsia="ja-JP"/>
        </w:rPr>
        <w:t>Space-1</w:t>
      </w:r>
      <w:r>
        <w:rPr>
          <w:rFonts w:hint="eastAsia"/>
          <w:lang w:eastAsia="ja-JP"/>
        </w:rPr>
        <w:t>または上下スクロールキーを押して予定の最終日を選択してください。「週の選択」にて指定した週の中で「曜日の選択」で指定された曜日の日だけを表示します。次に</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を押すと「予定の編集」ボックスが表示されるので予定を入力してください。</w:t>
      </w:r>
    </w:p>
    <w:p w14:paraId="6B3A0AC2" w14:textId="11418607" w:rsidR="005413F1" w:rsidRDefault="005413F1" w:rsidP="00F07871">
      <w:pPr>
        <w:pStyle w:val="a8"/>
        <w:numPr>
          <w:ilvl w:val="0"/>
          <w:numId w:val="33"/>
        </w:numPr>
        <w:ind w:leftChars="0"/>
        <w:rPr>
          <w:lang w:eastAsia="ja-JP"/>
        </w:rPr>
      </w:pPr>
      <w:r>
        <w:rPr>
          <w:rFonts w:hint="eastAsia"/>
          <w:lang w:eastAsia="ja-JP"/>
        </w:rPr>
        <w:t>Enter</w:t>
      </w:r>
      <w:r>
        <w:rPr>
          <w:rFonts w:hint="eastAsia"/>
          <w:lang w:eastAsia="ja-JP"/>
        </w:rPr>
        <w:t>を押すか「書き込み」ボタンを実行すると予定が登録されます。</w:t>
      </w:r>
    </w:p>
    <w:p w14:paraId="2CBBB26F" w14:textId="77777777" w:rsidR="005413F1" w:rsidRDefault="005413F1" w:rsidP="005413F1">
      <w:pPr>
        <w:rPr>
          <w:lang w:eastAsia="ja-JP"/>
        </w:rPr>
      </w:pPr>
    </w:p>
    <w:p w14:paraId="37B90CD7" w14:textId="77777777" w:rsidR="005413F1" w:rsidRDefault="005413F1" w:rsidP="005413F1">
      <w:pPr>
        <w:rPr>
          <w:lang w:eastAsia="ja-JP"/>
        </w:rPr>
      </w:pPr>
      <w:r>
        <w:rPr>
          <w:rFonts w:hint="eastAsia"/>
          <w:lang w:eastAsia="ja-JP"/>
        </w:rPr>
        <w:t>「毎月の予定」だけを削除する場合、「削除ダイアログ」ボタンを実行してください。登録されている「毎月の予定」リストが表示されます。削除したい予定が表示され</w:t>
      </w:r>
      <w:r>
        <w:rPr>
          <w:rFonts w:hint="eastAsia"/>
          <w:lang w:eastAsia="ja-JP"/>
        </w:rPr>
        <w:lastRenderedPageBreak/>
        <w:t>た状態で</w:t>
      </w:r>
      <w:r>
        <w:rPr>
          <w:rFonts w:hint="eastAsia"/>
          <w:lang w:eastAsia="ja-JP"/>
        </w:rPr>
        <w:t>Space-4-5</w:t>
      </w:r>
      <w:r>
        <w:rPr>
          <w:rFonts w:hint="eastAsia"/>
          <w:lang w:eastAsia="ja-JP"/>
        </w:rPr>
        <w:t>か</w:t>
      </w:r>
      <w:r>
        <w:rPr>
          <w:rFonts w:hint="eastAsia"/>
          <w:lang w:eastAsia="ja-JP"/>
        </w:rPr>
        <w:t>Space-1-2</w:t>
      </w:r>
      <w:r>
        <w:rPr>
          <w:rFonts w:hint="eastAsia"/>
          <w:lang w:eastAsia="ja-JP"/>
        </w:rPr>
        <w:t>、または</w:t>
      </w:r>
      <w:r>
        <w:rPr>
          <w:rFonts w:hint="eastAsia"/>
          <w:lang w:eastAsia="ja-JP"/>
        </w:rPr>
        <w:t>F3</w:t>
      </w:r>
      <w:r>
        <w:rPr>
          <w:rFonts w:hint="eastAsia"/>
          <w:lang w:eastAsia="ja-JP"/>
        </w:rPr>
        <w:t>か</w:t>
      </w:r>
      <w:r>
        <w:rPr>
          <w:rFonts w:hint="eastAsia"/>
          <w:lang w:eastAsia="ja-JP"/>
        </w:rPr>
        <w:t>Space-F4</w:t>
      </w:r>
      <w:r>
        <w:rPr>
          <w:rFonts w:hint="eastAsia"/>
          <w:lang w:eastAsia="ja-JP"/>
        </w:rPr>
        <w:t>を押すと「予定名」、「予定の期間」、「削除」ボタンを切替えることができます。予定名で</w:t>
      </w:r>
      <w:r>
        <w:rPr>
          <w:rFonts w:hint="eastAsia"/>
          <w:lang w:eastAsia="ja-JP"/>
        </w:rPr>
        <w:t>Enter</w:t>
      </w:r>
      <w:r>
        <w:rPr>
          <w:rFonts w:hint="eastAsia"/>
          <w:lang w:eastAsia="ja-JP"/>
        </w:rPr>
        <w:t>を押すか「削除」ボタンを実行すると予定を削除することができます。</w:t>
      </w:r>
    </w:p>
    <w:p w14:paraId="512E56A4" w14:textId="77777777" w:rsidR="005413F1" w:rsidRDefault="005413F1" w:rsidP="005413F1">
      <w:pPr>
        <w:rPr>
          <w:lang w:eastAsia="ja-JP"/>
        </w:rPr>
      </w:pPr>
    </w:p>
    <w:p w14:paraId="79BEB6CE" w14:textId="77777777" w:rsidR="005413F1" w:rsidRDefault="005413F1" w:rsidP="00F07871">
      <w:pPr>
        <w:pStyle w:val="2"/>
        <w:rPr>
          <w:lang w:eastAsia="ja-JP"/>
        </w:rPr>
      </w:pPr>
      <w:r>
        <w:rPr>
          <w:rFonts w:hint="eastAsia"/>
          <w:lang w:eastAsia="ja-JP"/>
        </w:rPr>
        <w:t xml:space="preserve">3.5 </w:t>
      </w:r>
      <w:r>
        <w:rPr>
          <w:rFonts w:hint="eastAsia"/>
          <w:lang w:eastAsia="ja-JP"/>
        </w:rPr>
        <w:t>履歴の消去</w:t>
      </w:r>
    </w:p>
    <w:p w14:paraId="2477E5E3" w14:textId="77777777" w:rsidR="005413F1" w:rsidRDefault="005413F1" w:rsidP="005413F1">
      <w:pPr>
        <w:rPr>
          <w:lang w:eastAsia="ja-JP"/>
        </w:rPr>
      </w:pPr>
      <w:r>
        <w:rPr>
          <w:rFonts w:hint="eastAsia"/>
          <w:lang w:eastAsia="ja-JP"/>
        </w:rPr>
        <w:t>終了した予定の情報を全て削除します。</w:t>
      </w:r>
    </w:p>
    <w:p w14:paraId="26BB026B" w14:textId="77777777" w:rsidR="005413F1" w:rsidRDefault="005413F1" w:rsidP="005413F1">
      <w:pPr>
        <w:rPr>
          <w:lang w:eastAsia="ja-JP"/>
        </w:rPr>
      </w:pPr>
      <w:r>
        <w:rPr>
          <w:rFonts w:hint="eastAsia"/>
          <w:lang w:eastAsia="ja-JP"/>
        </w:rPr>
        <w:t>編集メニューから「履歴の消去」を選択して</w:t>
      </w:r>
      <w:r>
        <w:rPr>
          <w:rFonts w:hint="eastAsia"/>
          <w:lang w:eastAsia="ja-JP"/>
        </w:rPr>
        <w:t>Enter</w:t>
      </w:r>
      <w:r>
        <w:rPr>
          <w:rFonts w:hint="eastAsia"/>
          <w:lang w:eastAsia="ja-JP"/>
        </w:rPr>
        <w:t>を押すと実行します。「履歴を消去しますか？はい」と表示されますので消去する場合はそのまま</w:t>
      </w:r>
      <w:r>
        <w:rPr>
          <w:rFonts w:hint="eastAsia"/>
          <w:lang w:eastAsia="ja-JP"/>
        </w:rPr>
        <w:t>Enter</w:t>
      </w:r>
      <w:r>
        <w:rPr>
          <w:rFonts w:hint="eastAsia"/>
          <w:lang w:eastAsia="ja-JP"/>
        </w:rPr>
        <w:t>を押してください。</w:t>
      </w:r>
      <w:r>
        <w:rPr>
          <w:rFonts w:hint="eastAsia"/>
          <w:lang w:eastAsia="ja-JP"/>
        </w:rPr>
        <w:t>Space</w:t>
      </w:r>
      <w:r>
        <w:rPr>
          <w:rFonts w:hint="eastAsia"/>
          <w:lang w:eastAsia="ja-JP"/>
        </w:rPr>
        <w:t>を押すと「いいえ」に切替わります。「いいえ」で</w:t>
      </w:r>
      <w:r>
        <w:rPr>
          <w:rFonts w:hint="eastAsia"/>
          <w:lang w:eastAsia="ja-JP"/>
        </w:rPr>
        <w:t>Enter</w:t>
      </w:r>
      <w:r>
        <w:rPr>
          <w:rFonts w:hint="eastAsia"/>
          <w:lang w:eastAsia="ja-JP"/>
        </w:rPr>
        <w:t>を押すと「履歴の消去」をキャンセルします。</w:t>
      </w:r>
    </w:p>
    <w:p w14:paraId="6F588B40" w14:textId="77777777" w:rsidR="005413F1" w:rsidRDefault="005413F1" w:rsidP="005413F1">
      <w:pPr>
        <w:rPr>
          <w:lang w:eastAsia="ja-JP"/>
        </w:rPr>
      </w:pPr>
    </w:p>
    <w:p w14:paraId="32E301EC" w14:textId="77777777" w:rsidR="005413F1" w:rsidRDefault="005413F1" w:rsidP="00F07871">
      <w:pPr>
        <w:pStyle w:val="1"/>
        <w:rPr>
          <w:lang w:eastAsia="ja-JP"/>
        </w:rPr>
      </w:pPr>
      <w:r>
        <w:rPr>
          <w:rFonts w:hint="eastAsia"/>
          <w:lang w:eastAsia="ja-JP"/>
        </w:rPr>
        <w:t xml:space="preserve">4. </w:t>
      </w:r>
      <w:r>
        <w:rPr>
          <w:rFonts w:hint="eastAsia"/>
          <w:lang w:eastAsia="ja-JP"/>
        </w:rPr>
        <w:t>読み上げ</w:t>
      </w:r>
    </w:p>
    <w:p w14:paraId="49CD9553" w14:textId="77777777" w:rsidR="005413F1" w:rsidRDefault="005413F1" w:rsidP="00F07871">
      <w:pPr>
        <w:pStyle w:val="2"/>
        <w:rPr>
          <w:lang w:eastAsia="ja-JP"/>
        </w:rPr>
      </w:pPr>
      <w:r>
        <w:rPr>
          <w:rFonts w:hint="eastAsia"/>
          <w:lang w:eastAsia="ja-JP"/>
        </w:rPr>
        <w:t xml:space="preserve">4.1 </w:t>
      </w:r>
      <w:r>
        <w:rPr>
          <w:rFonts w:hint="eastAsia"/>
          <w:lang w:eastAsia="ja-JP"/>
        </w:rPr>
        <w:t>年表示</w:t>
      </w:r>
    </w:p>
    <w:p w14:paraId="6EE65BC7" w14:textId="77777777" w:rsidR="005413F1" w:rsidRDefault="005413F1" w:rsidP="005413F1">
      <w:pPr>
        <w:rPr>
          <w:lang w:eastAsia="ja-JP"/>
        </w:rPr>
      </w:pPr>
      <w:r>
        <w:rPr>
          <w:rFonts w:hint="eastAsia"/>
          <w:lang w:eastAsia="ja-JP"/>
        </w:rPr>
        <w:t>ホットキー</w:t>
      </w:r>
      <w:r>
        <w:rPr>
          <w:rFonts w:hint="eastAsia"/>
          <w:lang w:eastAsia="ja-JP"/>
        </w:rPr>
        <w:t>: Space-y(1-3-4-5-6)</w:t>
      </w:r>
    </w:p>
    <w:p w14:paraId="165BDE34" w14:textId="77777777" w:rsidR="005413F1" w:rsidRDefault="005413F1" w:rsidP="005413F1">
      <w:pPr>
        <w:rPr>
          <w:lang w:eastAsia="ja-JP"/>
        </w:rPr>
      </w:pPr>
      <w:r>
        <w:rPr>
          <w:rFonts w:hint="eastAsia"/>
          <w:lang w:eastAsia="ja-JP"/>
        </w:rPr>
        <w:t>機能</w:t>
      </w:r>
      <w:r>
        <w:rPr>
          <w:rFonts w:hint="eastAsia"/>
          <w:lang w:eastAsia="ja-JP"/>
        </w:rPr>
        <w:t>:</w:t>
      </w:r>
      <w:r>
        <w:rPr>
          <w:rFonts w:hint="eastAsia"/>
          <w:lang w:eastAsia="ja-JP"/>
        </w:rPr>
        <w:t>現在の日時を西暦から表示します。</w:t>
      </w:r>
    </w:p>
    <w:p w14:paraId="5D681C93" w14:textId="77777777" w:rsidR="005413F1" w:rsidRDefault="005413F1" w:rsidP="005413F1">
      <w:pPr>
        <w:rPr>
          <w:lang w:eastAsia="ja-JP"/>
        </w:rPr>
      </w:pPr>
    </w:p>
    <w:p w14:paraId="7E1D0944" w14:textId="77777777" w:rsidR="005413F1" w:rsidRDefault="005413F1" w:rsidP="00F07871">
      <w:pPr>
        <w:pStyle w:val="1"/>
        <w:rPr>
          <w:lang w:eastAsia="ja-JP"/>
        </w:rPr>
      </w:pPr>
      <w:r>
        <w:rPr>
          <w:rFonts w:hint="eastAsia"/>
          <w:lang w:eastAsia="ja-JP"/>
        </w:rPr>
        <w:t xml:space="preserve">5. </w:t>
      </w:r>
      <w:r>
        <w:rPr>
          <w:rFonts w:hint="eastAsia"/>
          <w:lang w:eastAsia="ja-JP"/>
        </w:rPr>
        <w:t>移動</w:t>
      </w:r>
    </w:p>
    <w:p w14:paraId="3AF97C0D" w14:textId="77777777" w:rsidR="005413F1" w:rsidRDefault="005413F1" w:rsidP="00F07871">
      <w:pPr>
        <w:pStyle w:val="2"/>
        <w:rPr>
          <w:lang w:eastAsia="ja-JP"/>
        </w:rPr>
      </w:pPr>
      <w:r>
        <w:rPr>
          <w:rFonts w:hint="eastAsia"/>
          <w:lang w:eastAsia="ja-JP"/>
        </w:rPr>
        <w:t xml:space="preserve">5.1 </w:t>
      </w:r>
      <w:r>
        <w:rPr>
          <w:rFonts w:hint="eastAsia"/>
          <w:lang w:eastAsia="ja-JP"/>
        </w:rPr>
        <w:t>予定の先頭へ移動</w:t>
      </w:r>
    </w:p>
    <w:p w14:paraId="1018CC6D" w14:textId="77777777" w:rsidR="005413F1" w:rsidRDefault="005413F1" w:rsidP="005413F1">
      <w:pPr>
        <w:rPr>
          <w:lang w:eastAsia="ja-JP"/>
        </w:rPr>
      </w:pPr>
      <w:r>
        <w:rPr>
          <w:rFonts w:hint="eastAsia"/>
          <w:lang w:eastAsia="ja-JP"/>
        </w:rPr>
        <w:t>ホットキー</w:t>
      </w:r>
      <w:r>
        <w:rPr>
          <w:rFonts w:hint="eastAsia"/>
          <w:lang w:eastAsia="ja-JP"/>
        </w:rPr>
        <w:t>: Space-l(1-2-3)</w:t>
      </w:r>
    </w:p>
    <w:p w14:paraId="226732F0" w14:textId="77777777" w:rsidR="005413F1" w:rsidRDefault="005413F1" w:rsidP="005413F1">
      <w:pPr>
        <w:rPr>
          <w:lang w:eastAsia="ja-JP"/>
        </w:rPr>
      </w:pPr>
      <w:r>
        <w:rPr>
          <w:rFonts w:hint="eastAsia"/>
          <w:lang w:eastAsia="ja-JP"/>
        </w:rPr>
        <w:t>機能</w:t>
      </w:r>
      <w:r>
        <w:rPr>
          <w:rFonts w:hint="eastAsia"/>
          <w:lang w:eastAsia="ja-JP"/>
        </w:rPr>
        <w:t xml:space="preserve">: </w:t>
      </w:r>
      <w:r>
        <w:rPr>
          <w:rFonts w:hint="eastAsia"/>
          <w:lang w:eastAsia="ja-JP"/>
        </w:rPr>
        <w:t>カレンダーの最初の予定に移動します。</w:t>
      </w:r>
    </w:p>
    <w:p w14:paraId="6C19E3A6" w14:textId="77777777" w:rsidR="005413F1" w:rsidRDefault="005413F1" w:rsidP="005413F1">
      <w:pPr>
        <w:rPr>
          <w:lang w:eastAsia="ja-JP"/>
        </w:rPr>
      </w:pPr>
    </w:p>
    <w:p w14:paraId="383F3591" w14:textId="77777777" w:rsidR="005413F1" w:rsidRDefault="005413F1" w:rsidP="00F07871">
      <w:pPr>
        <w:pStyle w:val="2"/>
        <w:rPr>
          <w:lang w:eastAsia="ja-JP"/>
        </w:rPr>
      </w:pPr>
      <w:r>
        <w:rPr>
          <w:rFonts w:hint="eastAsia"/>
          <w:lang w:eastAsia="ja-JP"/>
        </w:rPr>
        <w:t xml:space="preserve">5.2 </w:t>
      </w:r>
      <w:r>
        <w:rPr>
          <w:rFonts w:hint="eastAsia"/>
          <w:lang w:eastAsia="ja-JP"/>
        </w:rPr>
        <w:t>予定の末尾に移動</w:t>
      </w:r>
    </w:p>
    <w:p w14:paraId="6BF6C2A1" w14:textId="77777777" w:rsidR="005413F1" w:rsidRDefault="005413F1" w:rsidP="005413F1">
      <w:pPr>
        <w:rPr>
          <w:lang w:eastAsia="ja-JP"/>
        </w:rPr>
      </w:pPr>
      <w:r>
        <w:rPr>
          <w:rFonts w:hint="eastAsia"/>
          <w:lang w:eastAsia="ja-JP"/>
        </w:rPr>
        <w:t>ホットキー</w:t>
      </w:r>
      <w:r>
        <w:rPr>
          <w:rFonts w:hint="eastAsia"/>
          <w:lang w:eastAsia="ja-JP"/>
        </w:rPr>
        <w:t>: Space-1-2-3</w:t>
      </w:r>
    </w:p>
    <w:p w14:paraId="74959B36" w14:textId="77777777" w:rsidR="005413F1" w:rsidRDefault="005413F1" w:rsidP="005413F1">
      <w:pPr>
        <w:rPr>
          <w:lang w:eastAsia="ja-JP"/>
        </w:rPr>
      </w:pPr>
      <w:r>
        <w:rPr>
          <w:rFonts w:hint="eastAsia"/>
          <w:lang w:eastAsia="ja-JP"/>
        </w:rPr>
        <w:t>機能</w:t>
      </w:r>
      <w:r>
        <w:rPr>
          <w:rFonts w:hint="eastAsia"/>
          <w:lang w:eastAsia="ja-JP"/>
        </w:rPr>
        <w:t xml:space="preserve">: </w:t>
      </w:r>
      <w:r>
        <w:rPr>
          <w:rFonts w:hint="eastAsia"/>
          <w:lang w:eastAsia="ja-JP"/>
        </w:rPr>
        <w:t>カレンダーの最後の予定に移動します。</w:t>
      </w:r>
    </w:p>
    <w:p w14:paraId="2A706938" w14:textId="77777777" w:rsidR="005413F1" w:rsidRDefault="005413F1" w:rsidP="005413F1">
      <w:pPr>
        <w:rPr>
          <w:lang w:eastAsia="ja-JP"/>
        </w:rPr>
      </w:pPr>
    </w:p>
    <w:p w14:paraId="358153E6" w14:textId="77777777" w:rsidR="005413F1" w:rsidRDefault="005413F1" w:rsidP="00F07871">
      <w:pPr>
        <w:pStyle w:val="2"/>
        <w:rPr>
          <w:lang w:eastAsia="ja-JP"/>
        </w:rPr>
      </w:pPr>
      <w:r>
        <w:rPr>
          <w:rFonts w:hint="eastAsia"/>
          <w:lang w:eastAsia="ja-JP"/>
        </w:rPr>
        <w:t xml:space="preserve">5.3 </w:t>
      </w:r>
      <w:r>
        <w:rPr>
          <w:rFonts w:hint="eastAsia"/>
          <w:lang w:eastAsia="ja-JP"/>
        </w:rPr>
        <w:t>週の先頭へ移動</w:t>
      </w:r>
    </w:p>
    <w:p w14:paraId="3D7C6E21" w14:textId="77777777" w:rsidR="005413F1" w:rsidRDefault="005413F1" w:rsidP="005413F1">
      <w:pPr>
        <w:rPr>
          <w:lang w:eastAsia="ja-JP"/>
        </w:rPr>
      </w:pPr>
      <w:r>
        <w:rPr>
          <w:rFonts w:hint="eastAsia"/>
          <w:lang w:eastAsia="ja-JP"/>
        </w:rPr>
        <w:t>ホットキー</w:t>
      </w:r>
      <w:r>
        <w:rPr>
          <w:rFonts w:hint="eastAsia"/>
          <w:lang w:eastAsia="ja-JP"/>
        </w:rPr>
        <w:t>:h(1-2-5)</w:t>
      </w:r>
    </w:p>
    <w:p w14:paraId="6999BE14" w14:textId="77777777" w:rsidR="005413F1" w:rsidRDefault="005413F1" w:rsidP="005413F1">
      <w:pPr>
        <w:rPr>
          <w:lang w:eastAsia="ja-JP"/>
        </w:rPr>
      </w:pPr>
      <w:r>
        <w:rPr>
          <w:rFonts w:hint="eastAsia"/>
          <w:lang w:eastAsia="ja-JP"/>
        </w:rPr>
        <w:t>機能</w:t>
      </w:r>
      <w:r>
        <w:rPr>
          <w:rFonts w:hint="eastAsia"/>
          <w:lang w:eastAsia="ja-JP"/>
        </w:rPr>
        <w:t xml:space="preserve">: </w:t>
      </w:r>
      <w:r>
        <w:rPr>
          <w:rFonts w:hint="eastAsia"/>
          <w:lang w:eastAsia="ja-JP"/>
        </w:rPr>
        <w:t>週の先頭に移動します。</w:t>
      </w:r>
    </w:p>
    <w:p w14:paraId="4A1DFA27" w14:textId="77777777" w:rsidR="005413F1" w:rsidRDefault="005413F1" w:rsidP="005413F1">
      <w:pPr>
        <w:rPr>
          <w:lang w:eastAsia="ja-JP"/>
        </w:rPr>
      </w:pPr>
    </w:p>
    <w:p w14:paraId="7B1291CA" w14:textId="77777777" w:rsidR="005413F1" w:rsidRDefault="005413F1" w:rsidP="00F07871">
      <w:pPr>
        <w:pStyle w:val="2"/>
        <w:rPr>
          <w:lang w:eastAsia="ja-JP"/>
        </w:rPr>
      </w:pPr>
      <w:r>
        <w:rPr>
          <w:rFonts w:hint="eastAsia"/>
          <w:lang w:eastAsia="ja-JP"/>
        </w:rPr>
        <w:t xml:space="preserve">5.4 </w:t>
      </w:r>
      <w:r>
        <w:rPr>
          <w:rFonts w:hint="eastAsia"/>
          <w:lang w:eastAsia="ja-JP"/>
        </w:rPr>
        <w:t>月の先頭に移動</w:t>
      </w:r>
    </w:p>
    <w:p w14:paraId="126FFA9B" w14:textId="77777777" w:rsidR="005413F1" w:rsidRDefault="005413F1" w:rsidP="005413F1">
      <w:pPr>
        <w:rPr>
          <w:lang w:eastAsia="ja-JP"/>
        </w:rPr>
      </w:pPr>
      <w:r>
        <w:rPr>
          <w:rFonts w:hint="eastAsia"/>
          <w:lang w:eastAsia="ja-JP"/>
        </w:rPr>
        <w:t>ホットキー</w:t>
      </w:r>
      <w:r>
        <w:rPr>
          <w:rFonts w:hint="eastAsia"/>
          <w:lang w:eastAsia="ja-JP"/>
        </w:rPr>
        <w:t>:f(1-2-4)</w:t>
      </w:r>
    </w:p>
    <w:p w14:paraId="6CEDC879" w14:textId="77777777" w:rsidR="005413F1" w:rsidRDefault="005413F1" w:rsidP="005413F1">
      <w:pPr>
        <w:rPr>
          <w:lang w:eastAsia="ja-JP"/>
        </w:rPr>
      </w:pPr>
      <w:r>
        <w:rPr>
          <w:rFonts w:hint="eastAsia"/>
          <w:lang w:eastAsia="ja-JP"/>
        </w:rPr>
        <w:t>機能</w:t>
      </w:r>
      <w:r>
        <w:rPr>
          <w:rFonts w:hint="eastAsia"/>
          <w:lang w:eastAsia="ja-JP"/>
        </w:rPr>
        <w:t>:</w:t>
      </w:r>
      <w:r>
        <w:rPr>
          <w:rFonts w:hint="eastAsia"/>
          <w:lang w:eastAsia="ja-JP"/>
        </w:rPr>
        <w:t>現在の月の先頭に移動します。</w:t>
      </w:r>
    </w:p>
    <w:p w14:paraId="7930C4B0" w14:textId="77777777" w:rsidR="005413F1" w:rsidRDefault="005413F1" w:rsidP="005413F1">
      <w:pPr>
        <w:rPr>
          <w:lang w:eastAsia="ja-JP"/>
        </w:rPr>
      </w:pPr>
    </w:p>
    <w:p w14:paraId="5EF68228" w14:textId="77777777" w:rsidR="005413F1" w:rsidRDefault="005413F1" w:rsidP="00F07871">
      <w:pPr>
        <w:pStyle w:val="2"/>
        <w:rPr>
          <w:lang w:eastAsia="ja-JP"/>
        </w:rPr>
      </w:pPr>
      <w:r>
        <w:rPr>
          <w:rFonts w:hint="eastAsia"/>
          <w:lang w:eastAsia="ja-JP"/>
        </w:rPr>
        <w:lastRenderedPageBreak/>
        <w:t xml:space="preserve">5.5 </w:t>
      </w:r>
      <w:r>
        <w:rPr>
          <w:rFonts w:hint="eastAsia"/>
          <w:lang w:eastAsia="ja-JP"/>
        </w:rPr>
        <w:t>前の週へ移動</w:t>
      </w:r>
    </w:p>
    <w:p w14:paraId="31EC19DD" w14:textId="77777777" w:rsidR="005413F1" w:rsidRDefault="005413F1" w:rsidP="005413F1">
      <w:pPr>
        <w:rPr>
          <w:lang w:eastAsia="ja-JP"/>
        </w:rPr>
      </w:pPr>
      <w:r>
        <w:rPr>
          <w:rFonts w:hint="eastAsia"/>
          <w:lang w:eastAsia="ja-JP"/>
        </w:rPr>
        <w:t>ホットキー</w:t>
      </w:r>
      <w:r>
        <w:rPr>
          <w:rFonts w:hint="eastAsia"/>
          <w:lang w:eastAsia="ja-JP"/>
        </w:rPr>
        <w:t>:Backspace-w(2-4-5-6)</w:t>
      </w:r>
    </w:p>
    <w:p w14:paraId="49A90B40" w14:textId="77777777" w:rsidR="005413F1" w:rsidRDefault="005413F1" w:rsidP="005413F1">
      <w:pPr>
        <w:rPr>
          <w:lang w:eastAsia="ja-JP"/>
        </w:rPr>
      </w:pPr>
      <w:r>
        <w:rPr>
          <w:rFonts w:hint="eastAsia"/>
          <w:lang w:eastAsia="ja-JP"/>
        </w:rPr>
        <w:t>機能</w:t>
      </w:r>
      <w:r>
        <w:rPr>
          <w:rFonts w:hint="eastAsia"/>
          <w:lang w:eastAsia="ja-JP"/>
        </w:rPr>
        <w:t>:</w:t>
      </w:r>
      <w:r>
        <w:rPr>
          <w:rFonts w:hint="eastAsia"/>
          <w:lang w:eastAsia="ja-JP"/>
        </w:rPr>
        <w:t>前の週に移動します。</w:t>
      </w:r>
    </w:p>
    <w:p w14:paraId="75217987" w14:textId="77777777" w:rsidR="005413F1" w:rsidRDefault="005413F1" w:rsidP="005413F1">
      <w:pPr>
        <w:rPr>
          <w:lang w:eastAsia="ja-JP"/>
        </w:rPr>
      </w:pPr>
    </w:p>
    <w:p w14:paraId="204023BC" w14:textId="77777777" w:rsidR="005413F1" w:rsidRDefault="005413F1" w:rsidP="00F07871">
      <w:pPr>
        <w:pStyle w:val="2"/>
        <w:rPr>
          <w:lang w:eastAsia="ja-JP"/>
        </w:rPr>
      </w:pPr>
      <w:r>
        <w:rPr>
          <w:rFonts w:hint="eastAsia"/>
          <w:lang w:eastAsia="ja-JP"/>
        </w:rPr>
        <w:t xml:space="preserve">5.6 </w:t>
      </w:r>
      <w:r>
        <w:rPr>
          <w:rFonts w:hint="eastAsia"/>
          <w:lang w:eastAsia="ja-JP"/>
        </w:rPr>
        <w:t>次の週へ移動</w:t>
      </w:r>
    </w:p>
    <w:p w14:paraId="57A7A828" w14:textId="77777777" w:rsidR="005413F1" w:rsidRDefault="005413F1" w:rsidP="005413F1">
      <w:pPr>
        <w:rPr>
          <w:lang w:eastAsia="ja-JP"/>
        </w:rPr>
      </w:pPr>
      <w:r>
        <w:rPr>
          <w:rFonts w:hint="eastAsia"/>
          <w:lang w:eastAsia="ja-JP"/>
        </w:rPr>
        <w:t>ホットキー</w:t>
      </w:r>
      <w:r>
        <w:rPr>
          <w:rFonts w:hint="eastAsia"/>
          <w:lang w:eastAsia="ja-JP"/>
        </w:rPr>
        <w:t>:Enter-w(2-4-5-6)</w:t>
      </w:r>
    </w:p>
    <w:p w14:paraId="55EADD99" w14:textId="77777777" w:rsidR="005413F1" w:rsidRDefault="005413F1" w:rsidP="005413F1">
      <w:pPr>
        <w:rPr>
          <w:lang w:eastAsia="ja-JP"/>
        </w:rPr>
      </w:pPr>
      <w:r>
        <w:rPr>
          <w:rFonts w:hint="eastAsia"/>
          <w:lang w:eastAsia="ja-JP"/>
        </w:rPr>
        <w:t>機能</w:t>
      </w:r>
      <w:r>
        <w:rPr>
          <w:rFonts w:hint="eastAsia"/>
          <w:lang w:eastAsia="ja-JP"/>
        </w:rPr>
        <w:t>:</w:t>
      </w:r>
      <w:r>
        <w:rPr>
          <w:rFonts w:hint="eastAsia"/>
          <w:lang w:eastAsia="ja-JP"/>
        </w:rPr>
        <w:t>次の週に移動します。</w:t>
      </w:r>
    </w:p>
    <w:p w14:paraId="2E4412F8" w14:textId="77777777" w:rsidR="005413F1" w:rsidRDefault="005413F1" w:rsidP="005413F1">
      <w:pPr>
        <w:rPr>
          <w:lang w:eastAsia="ja-JP"/>
        </w:rPr>
      </w:pPr>
    </w:p>
    <w:p w14:paraId="04988C83" w14:textId="77777777" w:rsidR="005413F1" w:rsidRDefault="005413F1" w:rsidP="00F07871">
      <w:pPr>
        <w:pStyle w:val="2"/>
        <w:rPr>
          <w:lang w:eastAsia="ja-JP"/>
        </w:rPr>
      </w:pPr>
      <w:r>
        <w:rPr>
          <w:rFonts w:hint="eastAsia"/>
          <w:lang w:eastAsia="ja-JP"/>
        </w:rPr>
        <w:t xml:space="preserve">5.7 </w:t>
      </w:r>
      <w:r>
        <w:rPr>
          <w:rFonts w:hint="eastAsia"/>
          <w:lang w:eastAsia="ja-JP"/>
        </w:rPr>
        <w:t>前の月の同日へ移動</w:t>
      </w:r>
    </w:p>
    <w:p w14:paraId="6B533DF3" w14:textId="77777777" w:rsidR="005413F1" w:rsidRDefault="005413F1" w:rsidP="005413F1">
      <w:pPr>
        <w:rPr>
          <w:lang w:eastAsia="ja-JP"/>
        </w:rPr>
      </w:pPr>
      <w:r>
        <w:rPr>
          <w:rFonts w:hint="eastAsia"/>
          <w:lang w:eastAsia="ja-JP"/>
        </w:rPr>
        <w:t>ホットキー</w:t>
      </w:r>
      <w:r>
        <w:rPr>
          <w:rFonts w:hint="eastAsia"/>
          <w:lang w:eastAsia="ja-JP"/>
        </w:rPr>
        <w:t>:Backspace-m(1-3-4)</w:t>
      </w:r>
    </w:p>
    <w:p w14:paraId="737C949A" w14:textId="77777777" w:rsidR="005413F1" w:rsidRDefault="005413F1" w:rsidP="005413F1">
      <w:pPr>
        <w:rPr>
          <w:lang w:eastAsia="ja-JP"/>
        </w:rPr>
      </w:pPr>
      <w:r>
        <w:rPr>
          <w:rFonts w:hint="eastAsia"/>
          <w:lang w:eastAsia="ja-JP"/>
        </w:rPr>
        <w:t>機能</w:t>
      </w:r>
      <w:r>
        <w:rPr>
          <w:rFonts w:hint="eastAsia"/>
          <w:lang w:eastAsia="ja-JP"/>
        </w:rPr>
        <w:t>:</w:t>
      </w:r>
      <w:r>
        <w:rPr>
          <w:rFonts w:hint="eastAsia"/>
          <w:lang w:eastAsia="ja-JP"/>
        </w:rPr>
        <w:t>前の月の同日に移動します。</w:t>
      </w:r>
    </w:p>
    <w:p w14:paraId="0D5DC592" w14:textId="77777777" w:rsidR="005413F1" w:rsidRDefault="005413F1" w:rsidP="005413F1">
      <w:pPr>
        <w:rPr>
          <w:lang w:eastAsia="ja-JP"/>
        </w:rPr>
      </w:pPr>
    </w:p>
    <w:p w14:paraId="61711B9F" w14:textId="77777777" w:rsidR="005413F1" w:rsidRDefault="005413F1" w:rsidP="00F07871">
      <w:pPr>
        <w:pStyle w:val="2"/>
        <w:rPr>
          <w:lang w:eastAsia="ja-JP"/>
        </w:rPr>
      </w:pPr>
      <w:r>
        <w:rPr>
          <w:rFonts w:hint="eastAsia"/>
          <w:lang w:eastAsia="ja-JP"/>
        </w:rPr>
        <w:t xml:space="preserve">5.8 </w:t>
      </w:r>
      <w:r>
        <w:rPr>
          <w:rFonts w:hint="eastAsia"/>
          <w:lang w:eastAsia="ja-JP"/>
        </w:rPr>
        <w:t>次の月の同日へ移動</w:t>
      </w:r>
    </w:p>
    <w:p w14:paraId="4B3D9BB2" w14:textId="77777777" w:rsidR="005413F1" w:rsidRDefault="005413F1" w:rsidP="005413F1">
      <w:pPr>
        <w:rPr>
          <w:lang w:eastAsia="ja-JP"/>
        </w:rPr>
      </w:pPr>
      <w:r>
        <w:rPr>
          <w:rFonts w:hint="eastAsia"/>
          <w:lang w:eastAsia="ja-JP"/>
        </w:rPr>
        <w:t>ホットキー</w:t>
      </w:r>
      <w:r>
        <w:rPr>
          <w:rFonts w:hint="eastAsia"/>
          <w:lang w:eastAsia="ja-JP"/>
        </w:rPr>
        <w:t>:Enter-m(1-3-4)</w:t>
      </w:r>
    </w:p>
    <w:p w14:paraId="158ADBF3" w14:textId="77777777" w:rsidR="005413F1" w:rsidRDefault="005413F1" w:rsidP="005413F1">
      <w:pPr>
        <w:rPr>
          <w:lang w:eastAsia="ja-JP"/>
        </w:rPr>
      </w:pPr>
      <w:r>
        <w:rPr>
          <w:rFonts w:hint="eastAsia"/>
          <w:lang w:eastAsia="ja-JP"/>
        </w:rPr>
        <w:t>機能</w:t>
      </w:r>
      <w:r>
        <w:rPr>
          <w:rFonts w:hint="eastAsia"/>
          <w:lang w:eastAsia="ja-JP"/>
        </w:rPr>
        <w:t>:</w:t>
      </w:r>
      <w:r>
        <w:rPr>
          <w:rFonts w:hint="eastAsia"/>
          <w:lang w:eastAsia="ja-JP"/>
        </w:rPr>
        <w:t>次の月の同日に移動します。</w:t>
      </w:r>
    </w:p>
    <w:p w14:paraId="0B24BC6B" w14:textId="77777777" w:rsidR="005413F1" w:rsidRDefault="005413F1" w:rsidP="005413F1">
      <w:pPr>
        <w:rPr>
          <w:lang w:eastAsia="ja-JP"/>
        </w:rPr>
      </w:pPr>
    </w:p>
    <w:p w14:paraId="1B5CFEC2" w14:textId="77777777" w:rsidR="005413F1" w:rsidRDefault="005413F1" w:rsidP="00F07871">
      <w:pPr>
        <w:pStyle w:val="2"/>
        <w:rPr>
          <w:lang w:eastAsia="ja-JP"/>
        </w:rPr>
      </w:pPr>
      <w:r>
        <w:rPr>
          <w:rFonts w:hint="eastAsia"/>
          <w:lang w:eastAsia="ja-JP"/>
        </w:rPr>
        <w:t xml:space="preserve">5.9 </w:t>
      </w:r>
      <w:r>
        <w:rPr>
          <w:rFonts w:hint="eastAsia"/>
          <w:lang w:eastAsia="ja-JP"/>
        </w:rPr>
        <w:t>前の月の同じ週へ移動</w:t>
      </w:r>
    </w:p>
    <w:p w14:paraId="59A6208E" w14:textId="77777777" w:rsidR="005413F1" w:rsidRDefault="005413F1" w:rsidP="005413F1">
      <w:pPr>
        <w:rPr>
          <w:lang w:eastAsia="ja-JP"/>
        </w:rPr>
      </w:pPr>
      <w:r>
        <w:rPr>
          <w:rFonts w:hint="eastAsia"/>
          <w:lang w:eastAsia="ja-JP"/>
        </w:rPr>
        <w:t>ホットキー</w:t>
      </w:r>
      <w:r>
        <w:rPr>
          <w:rFonts w:hint="eastAsia"/>
          <w:lang w:eastAsia="ja-JP"/>
        </w:rPr>
        <w:t>:Backspace-p(1-2-3-4)</w:t>
      </w:r>
    </w:p>
    <w:p w14:paraId="553BDDBF" w14:textId="77777777" w:rsidR="005413F1" w:rsidRDefault="005413F1" w:rsidP="005413F1">
      <w:pPr>
        <w:rPr>
          <w:lang w:eastAsia="ja-JP"/>
        </w:rPr>
      </w:pPr>
      <w:r>
        <w:rPr>
          <w:rFonts w:hint="eastAsia"/>
          <w:lang w:eastAsia="ja-JP"/>
        </w:rPr>
        <w:t>機能</w:t>
      </w:r>
      <w:r>
        <w:rPr>
          <w:rFonts w:hint="eastAsia"/>
          <w:lang w:eastAsia="ja-JP"/>
        </w:rPr>
        <w:t>:</w:t>
      </w:r>
      <w:r>
        <w:rPr>
          <w:rFonts w:hint="eastAsia"/>
          <w:lang w:eastAsia="ja-JP"/>
        </w:rPr>
        <w:t>前の月の同じ週に移動します。</w:t>
      </w:r>
    </w:p>
    <w:p w14:paraId="74B6D362" w14:textId="77777777" w:rsidR="005413F1" w:rsidRDefault="005413F1" w:rsidP="005413F1">
      <w:pPr>
        <w:rPr>
          <w:lang w:eastAsia="ja-JP"/>
        </w:rPr>
      </w:pPr>
    </w:p>
    <w:p w14:paraId="24D83F21" w14:textId="77777777" w:rsidR="005413F1" w:rsidRDefault="005413F1" w:rsidP="00F07871">
      <w:pPr>
        <w:pStyle w:val="2"/>
        <w:rPr>
          <w:lang w:eastAsia="ja-JP"/>
        </w:rPr>
      </w:pPr>
      <w:r>
        <w:rPr>
          <w:rFonts w:hint="eastAsia"/>
          <w:lang w:eastAsia="ja-JP"/>
        </w:rPr>
        <w:t xml:space="preserve">5.10 </w:t>
      </w:r>
      <w:r>
        <w:rPr>
          <w:rFonts w:hint="eastAsia"/>
          <w:lang w:eastAsia="ja-JP"/>
        </w:rPr>
        <w:t>次の月の同じ週へ移動</w:t>
      </w:r>
    </w:p>
    <w:p w14:paraId="16FA9774" w14:textId="77777777" w:rsidR="005413F1" w:rsidRDefault="005413F1" w:rsidP="005413F1">
      <w:pPr>
        <w:rPr>
          <w:lang w:eastAsia="ja-JP"/>
        </w:rPr>
      </w:pPr>
      <w:r>
        <w:rPr>
          <w:rFonts w:hint="eastAsia"/>
          <w:lang w:eastAsia="ja-JP"/>
        </w:rPr>
        <w:t>ホットキー</w:t>
      </w:r>
      <w:r>
        <w:rPr>
          <w:rFonts w:hint="eastAsia"/>
          <w:lang w:eastAsia="ja-JP"/>
        </w:rPr>
        <w:t>:Enter-p(1-2-3-4)</w:t>
      </w:r>
    </w:p>
    <w:p w14:paraId="2690F50A" w14:textId="77777777" w:rsidR="005413F1" w:rsidRDefault="005413F1" w:rsidP="005413F1">
      <w:pPr>
        <w:rPr>
          <w:lang w:eastAsia="ja-JP"/>
        </w:rPr>
      </w:pPr>
      <w:r>
        <w:rPr>
          <w:rFonts w:hint="eastAsia"/>
          <w:lang w:eastAsia="ja-JP"/>
        </w:rPr>
        <w:t>機能</w:t>
      </w:r>
      <w:r>
        <w:rPr>
          <w:rFonts w:hint="eastAsia"/>
          <w:lang w:eastAsia="ja-JP"/>
        </w:rPr>
        <w:t xml:space="preserve">: </w:t>
      </w:r>
      <w:r>
        <w:rPr>
          <w:rFonts w:hint="eastAsia"/>
          <w:lang w:eastAsia="ja-JP"/>
        </w:rPr>
        <w:t>次の月の同じ週に移動します。</w:t>
      </w:r>
    </w:p>
    <w:p w14:paraId="22154771" w14:textId="77777777" w:rsidR="005413F1" w:rsidRDefault="005413F1" w:rsidP="005413F1">
      <w:pPr>
        <w:rPr>
          <w:lang w:eastAsia="ja-JP"/>
        </w:rPr>
      </w:pPr>
    </w:p>
    <w:p w14:paraId="2562867B" w14:textId="77777777" w:rsidR="005413F1" w:rsidRDefault="005413F1" w:rsidP="00F07871">
      <w:pPr>
        <w:pStyle w:val="1"/>
        <w:rPr>
          <w:lang w:eastAsia="ja-JP"/>
        </w:rPr>
      </w:pPr>
      <w:r>
        <w:rPr>
          <w:rFonts w:hint="eastAsia"/>
          <w:lang w:eastAsia="ja-JP"/>
        </w:rPr>
        <w:t xml:space="preserve">6. </w:t>
      </w:r>
      <w:r>
        <w:rPr>
          <w:rFonts w:hint="eastAsia"/>
          <w:lang w:eastAsia="ja-JP"/>
        </w:rPr>
        <w:t>ビュー</w:t>
      </w:r>
    </w:p>
    <w:p w14:paraId="4FCDDAA6" w14:textId="77777777" w:rsidR="005413F1" w:rsidRDefault="005413F1" w:rsidP="00F07871">
      <w:pPr>
        <w:pStyle w:val="2"/>
        <w:rPr>
          <w:lang w:eastAsia="ja-JP"/>
        </w:rPr>
      </w:pPr>
      <w:r>
        <w:rPr>
          <w:rFonts w:hint="eastAsia"/>
          <w:lang w:eastAsia="ja-JP"/>
        </w:rPr>
        <w:t xml:space="preserve">6.1 </w:t>
      </w:r>
      <w:r>
        <w:rPr>
          <w:rFonts w:hint="eastAsia"/>
          <w:lang w:eastAsia="ja-JP"/>
        </w:rPr>
        <w:t>カレンダー表示と予定のみ表示の切替え</w:t>
      </w:r>
    </w:p>
    <w:p w14:paraId="2749F476" w14:textId="77777777" w:rsidR="005413F1" w:rsidRDefault="005413F1" w:rsidP="005413F1">
      <w:pPr>
        <w:rPr>
          <w:lang w:eastAsia="ja-JP"/>
        </w:rPr>
      </w:pPr>
      <w:r>
        <w:rPr>
          <w:rFonts w:hint="eastAsia"/>
          <w:lang w:eastAsia="ja-JP"/>
        </w:rPr>
        <w:t>ホットキー：</w:t>
      </w:r>
      <w:r>
        <w:rPr>
          <w:rFonts w:hint="eastAsia"/>
          <w:lang w:eastAsia="ja-JP"/>
        </w:rPr>
        <w:t>Space-v(1-2-3-6)</w:t>
      </w:r>
    </w:p>
    <w:p w14:paraId="14E8CAE5" w14:textId="5B342AC2" w:rsidR="005413F1" w:rsidRDefault="005413F1" w:rsidP="005413F1">
      <w:pPr>
        <w:rPr>
          <w:lang w:eastAsia="ja-JP"/>
        </w:rPr>
      </w:pPr>
      <w:r>
        <w:rPr>
          <w:rFonts w:hint="eastAsia"/>
          <w:lang w:eastAsia="ja-JP"/>
        </w:rPr>
        <w:t>機能：スケジュールリストの表示形式を「カレンダー表示」か「予定のみ表示」のどちらかに切替えることができます。初期設定は「カレンダー表示」です。「予定のみ表示」に切替えると本日のスケジュール以外、予定が登録されていないスケジュールリストは表示されません。</w:t>
      </w:r>
    </w:p>
    <w:sectPr w:rsidR="005413F1" w:rsidSect="009A625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89ECB" w14:textId="77777777" w:rsidR="007731C8" w:rsidRDefault="007731C8" w:rsidP="002466AC">
      <w:r>
        <w:separator/>
      </w:r>
    </w:p>
  </w:endnote>
  <w:endnote w:type="continuationSeparator" w:id="0">
    <w:p w14:paraId="67599B0E" w14:textId="77777777" w:rsidR="007731C8" w:rsidRDefault="007731C8" w:rsidP="0024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YGothic-Extra">
    <w:altName w:val="Arial Unicode MS"/>
    <w:charset w:val="81"/>
    <w:family w:val="roman"/>
    <w:pitch w:val="variable"/>
    <w:sig w:usb0="00000000" w:usb1="29D77CF9" w:usb2="00000010" w:usb3="00000000" w:csb0="0008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AA3C0" w14:textId="77777777" w:rsidR="007731C8" w:rsidRDefault="007731C8" w:rsidP="002466AC">
      <w:r>
        <w:separator/>
      </w:r>
    </w:p>
  </w:footnote>
  <w:footnote w:type="continuationSeparator" w:id="0">
    <w:p w14:paraId="46405D04" w14:textId="77777777" w:rsidR="007731C8" w:rsidRDefault="007731C8" w:rsidP="002466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F1155"/>
    <w:multiLevelType w:val="hybridMultilevel"/>
    <w:tmpl w:val="19D438A2"/>
    <w:lvl w:ilvl="0" w:tplc="8C5E72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D63D0E"/>
    <w:multiLevelType w:val="hybridMultilevel"/>
    <w:tmpl w:val="FD52C41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A71989"/>
    <w:multiLevelType w:val="hybridMultilevel"/>
    <w:tmpl w:val="4C942DFE"/>
    <w:lvl w:ilvl="0" w:tplc="8AB6FF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2ED8"/>
    <w:multiLevelType w:val="hybridMultilevel"/>
    <w:tmpl w:val="9DC87F3C"/>
    <w:lvl w:ilvl="0" w:tplc="C40202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2B70AD"/>
    <w:multiLevelType w:val="hybridMultilevel"/>
    <w:tmpl w:val="C4DA918E"/>
    <w:lvl w:ilvl="0" w:tplc="B3EA94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E310DE"/>
    <w:multiLevelType w:val="hybridMultilevel"/>
    <w:tmpl w:val="9C7CC170"/>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4D240C"/>
    <w:multiLevelType w:val="hybridMultilevel"/>
    <w:tmpl w:val="394C6B92"/>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1C05A3"/>
    <w:multiLevelType w:val="hybridMultilevel"/>
    <w:tmpl w:val="0AFA8C0A"/>
    <w:lvl w:ilvl="0" w:tplc="B4D025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791BC3"/>
    <w:multiLevelType w:val="hybridMultilevel"/>
    <w:tmpl w:val="62908F4C"/>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A05016E"/>
    <w:multiLevelType w:val="hybridMultilevel"/>
    <w:tmpl w:val="FEF45FCC"/>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511EBA"/>
    <w:multiLevelType w:val="hybridMultilevel"/>
    <w:tmpl w:val="091CCB72"/>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EC2569D"/>
    <w:multiLevelType w:val="hybridMultilevel"/>
    <w:tmpl w:val="109ED332"/>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EEA52A8"/>
    <w:multiLevelType w:val="hybridMultilevel"/>
    <w:tmpl w:val="2DF8F6BA"/>
    <w:lvl w:ilvl="0" w:tplc="B3EA94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FC23769"/>
    <w:multiLevelType w:val="multilevel"/>
    <w:tmpl w:val="A6742248"/>
    <w:lvl w:ilvl="0">
      <w:start w:val="1"/>
      <w:numFmt w:val="decimal"/>
      <w:lvlText w:val="%1."/>
      <w:lvlJc w:val="left"/>
      <w:pPr>
        <w:ind w:left="420" w:hanging="42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B9A127E"/>
    <w:multiLevelType w:val="hybridMultilevel"/>
    <w:tmpl w:val="FD0EBED8"/>
    <w:lvl w:ilvl="0" w:tplc="8C5E72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9E48EA"/>
    <w:multiLevelType w:val="hybridMultilevel"/>
    <w:tmpl w:val="B7827B32"/>
    <w:lvl w:ilvl="0" w:tplc="5810B8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F343B7C"/>
    <w:multiLevelType w:val="hybridMultilevel"/>
    <w:tmpl w:val="939C47CA"/>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1C1746"/>
    <w:multiLevelType w:val="hybridMultilevel"/>
    <w:tmpl w:val="4E6AB0DC"/>
    <w:lvl w:ilvl="0" w:tplc="B3EA94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28673C"/>
    <w:multiLevelType w:val="hybridMultilevel"/>
    <w:tmpl w:val="8EFE4D30"/>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5A44CD0"/>
    <w:multiLevelType w:val="hybridMultilevel"/>
    <w:tmpl w:val="1E343188"/>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1257F4"/>
    <w:multiLevelType w:val="hybridMultilevel"/>
    <w:tmpl w:val="056C3D46"/>
    <w:lvl w:ilvl="0" w:tplc="02BC533A">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AB466E5"/>
    <w:multiLevelType w:val="hybridMultilevel"/>
    <w:tmpl w:val="5470B384"/>
    <w:lvl w:ilvl="0" w:tplc="8C5E72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BBC0035"/>
    <w:multiLevelType w:val="hybridMultilevel"/>
    <w:tmpl w:val="3000CEC8"/>
    <w:lvl w:ilvl="0" w:tplc="39DE5AD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FF456C6"/>
    <w:multiLevelType w:val="hybridMultilevel"/>
    <w:tmpl w:val="F0FA4DF6"/>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3C70E8B"/>
    <w:multiLevelType w:val="multilevel"/>
    <w:tmpl w:val="45924E1C"/>
    <w:lvl w:ilvl="0">
      <w:start w:val="1"/>
      <w:numFmt w:val="decimal"/>
      <w:lvlText w:val="%1"/>
      <w:lvlJc w:val="left"/>
      <w:pPr>
        <w:ind w:left="450" w:hanging="450"/>
      </w:pPr>
      <w:rPr>
        <w:rFonts w:eastAsia="BIZ UDPゴシック" w:hint="default"/>
      </w:rPr>
    </w:lvl>
    <w:lvl w:ilvl="1">
      <w:start w:val="1"/>
      <w:numFmt w:val="decimal"/>
      <w:lvlText w:val="%1.%2"/>
      <w:lvlJc w:val="left"/>
      <w:pPr>
        <w:ind w:left="450" w:hanging="450"/>
      </w:pPr>
      <w:rPr>
        <w:rFonts w:eastAsia="BIZ UDPゴシック" w:hint="default"/>
      </w:rPr>
    </w:lvl>
    <w:lvl w:ilvl="2">
      <w:start w:val="1"/>
      <w:numFmt w:val="decimal"/>
      <w:lvlText w:val="%1.%2.%3"/>
      <w:lvlJc w:val="left"/>
      <w:pPr>
        <w:ind w:left="720" w:hanging="720"/>
      </w:pPr>
      <w:rPr>
        <w:rFonts w:eastAsia="BIZ UDPゴシック" w:hint="default"/>
      </w:rPr>
    </w:lvl>
    <w:lvl w:ilvl="3">
      <w:start w:val="1"/>
      <w:numFmt w:val="decimal"/>
      <w:lvlText w:val="%1.%2.%3.%4"/>
      <w:lvlJc w:val="left"/>
      <w:pPr>
        <w:ind w:left="720" w:hanging="720"/>
      </w:pPr>
      <w:rPr>
        <w:rFonts w:eastAsia="BIZ UDPゴシック" w:hint="default"/>
      </w:rPr>
    </w:lvl>
    <w:lvl w:ilvl="4">
      <w:start w:val="1"/>
      <w:numFmt w:val="decimal"/>
      <w:lvlText w:val="%1.%2.%3.%4.%5"/>
      <w:lvlJc w:val="left"/>
      <w:pPr>
        <w:ind w:left="1080" w:hanging="1080"/>
      </w:pPr>
      <w:rPr>
        <w:rFonts w:eastAsia="BIZ UDPゴシック" w:hint="default"/>
      </w:rPr>
    </w:lvl>
    <w:lvl w:ilvl="5">
      <w:start w:val="1"/>
      <w:numFmt w:val="decimal"/>
      <w:lvlText w:val="%1.%2.%3.%4.%5.%6"/>
      <w:lvlJc w:val="left"/>
      <w:pPr>
        <w:ind w:left="1080" w:hanging="1080"/>
      </w:pPr>
      <w:rPr>
        <w:rFonts w:eastAsia="BIZ UDPゴシック" w:hint="default"/>
      </w:rPr>
    </w:lvl>
    <w:lvl w:ilvl="6">
      <w:start w:val="1"/>
      <w:numFmt w:val="decimal"/>
      <w:lvlText w:val="%1.%2.%3.%4.%5.%6.%7"/>
      <w:lvlJc w:val="left"/>
      <w:pPr>
        <w:ind w:left="1440" w:hanging="1440"/>
      </w:pPr>
      <w:rPr>
        <w:rFonts w:eastAsia="BIZ UDPゴシック" w:hint="default"/>
      </w:rPr>
    </w:lvl>
    <w:lvl w:ilvl="7">
      <w:start w:val="1"/>
      <w:numFmt w:val="decimal"/>
      <w:lvlText w:val="%1.%2.%3.%4.%5.%6.%7.%8"/>
      <w:lvlJc w:val="left"/>
      <w:pPr>
        <w:ind w:left="1440" w:hanging="1440"/>
      </w:pPr>
      <w:rPr>
        <w:rFonts w:eastAsia="BIZ UDPゴシック" w:hint="default"/>
      </w:rPr>
    </w:lvl>
    <w:lvl w:ilvl="8">
      <w:start w:val="1"/>
      <w:numFmt w:val="decimal"/>
      <w:lvlText w:val="%1.%2.%3.%4.%5.%6.%7.%8.%9"/>
      <w:lvlJc w:val="left"/>
      <w:pPr>
        <w:ind w:left="1800" w:hanging="1800"/>
      </w:pPr>
      <w:rPr>
        <w:rFonts w:eastAsia="BIZ UDPゴシック" w:hint="default"/>
      </w:rPr>
    </w:lvl>
  </w:abstractNum>
  <w:abstractNum w:abstractNumId="25" w15:restartNumberingAfterBreak="0">
    <w:nsid w:val="693A2CC9"/>
    <w:multiLevelType w:val="hybridMultilevel"/>
    <w:tmpl w:val="2ED649AC"/>
    <w:lvl w:ilvl="0" w:tplc="8C5E72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AF041CF"/>
    <w:multiLevelType w:val="hybridMultilevel"/>
    <w:tmpl w:val="1AC419B6"/>
    <w:lvl w:ilvl="0" w:tplc="CBC4B9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B056815"/>
    <w:multiLevelType w:val="hybridMultilevel"/>
    <w:tmpl w:val="67C446CA"/>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CE96E0E"/>
    <w:multiLevelType w:val="hybridMultilevel"/>
    <w:tmpl w:val="6C440E5E"/>
    <w:lvl w:ilvl="0" w:tplc="3676D2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EAC1602"/>
    <w:multiLevelType w:val="hybridMultilevel"/>
    <w:tmpl w:val="05FE30B4"/>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4041C76"/>
    <w:multiLevelType w:val="hybridMultilevel"/>
    <w:tmpl w:val="26A85956"/>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DF0472B"/>
    <w:multiLevelType w:val="hybridMultilevel"/>
    <w:tmpl w:val="1BB414CC"/>
    <w:lvl w:ilvl="0" w:tplc="C1509F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FA4105C"/>
    <w:multiLevelType w:val="hybridMultilevel"/>
    <w:tmpl w:val="55C4CA16"/>
    <w:lvl w:ilvl="0" w:tplc="02BC53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2"/>
  </w:num>
  <w:num w:numId="3">
    <w:abstractNumId w:val="28"/>
  </w:num>
  <w:num w:numId="4">
    <w:abstractNumId w:val="26"/>
  </w:num>
  <w:num w:numId="5">
    <w:abstractNumId w:val="27"/>
  </w:num>
  <w:num w:numId="6">
    <w:abstractNumId w:val="2"/>
  </w:num>
  <w:num w:numId="7">
    <w:abstractNumId w:val="10"/>
  </w:num>
  <w:num w:numId="8">
    <w:abstractNumId w:val="12"/>
  </w:num>
  <w:num w:numId="9">
    <w:abstractNumId w:val="4"/>
  </w:num>
  <w:num w:numId="10">
    <w:abstractNumId w:val="17"/>
  </w:num>
  <w:num w:numId="11">
    <w:abstractNumId w:val="18"/>
  </w:num>
  <w:num w:numId="12">
    <w:abstractNumId w:val="16"/>
  </w:num>
  <w:num w:numId="13">
    <w:abstractNumId w:val="6"/>
  </w:num>
  <w:num w:numId="14">
    <w:abstractNumId w:val="19"/>
  </w:num>
  <w:num w:numId="15">
    <w:abstractNumId w:val="11"/>
  </w:num>
  <w:num w:numId="16">
    <w:abstractNumId w:val="29"/>
  </w:num>
  <w:num w:numId="17">
    <w:abstractNumId w:val="1"/>
  </w:num>
  <w:num w:numId="18">
    <w:abstractNumId w:val="23"/>
  </w:num>
  <w:num w:numId="19">
    <w:abstractNumId w:val="13"/>
  </w:num>
  <w:num w:numId="20">
    <w:abstractNumId w:val="32"/>
  </w:num>
  <w:num w:numId="21">
    <w:abstractNumId w:val="20"/>
  </w:num>
  <w:num w:numId="22">
    <w:abstractNumId w:val="24"/>
  </w:num>
  <w:num w:numId="23">
    <w:abstractNumId w:val="8"/>
  </w:num>
  <w:num w:numId="24">
    <w:abstractNumId w:val="31"/>
  </w:num>
  <w:num w:numId="25">
    <w:abstractNumId w:val="9"/>
  </w:num>
  <w:num w:numId="26">
    <w:abstractNumId w:val="15"/>
  </w:num>
  <w:num w:numId="27">
    <w:abstractNumId w:val="5"/>
  </w:num>
  <w:num w:numId="28">
    <w:abstractNumId w:val="7"/>
  </w:num>
  <w:num w:numId="29">
    <w:abstractNumId w:val="30"/>
  </w:num>
  <w:num w:numId="30">
    <w:abstractNumId w:val="25"/>
  </w:num>
  <w:num w:numId="31">
    <w:abstractNumId w:val="0"/>
  </w:num>
  <w:num w:numId="32">
    <w:abstractNumId w:val="21"/>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C2F"/>
    <w:rsid w:val="00000266"/>
    <w:rsid w:val="00000716"/>
    <w:rsid w:val="0000477F"/>
    <w:rsid w:val="000058B0"/>
    <w:rsid w:val="00014601"/>
    <w:rsid w:val="00016607"/>
    <w:rsid w:val="000242F6"/>
    <w:rsid w:val="00032DD0"/>
    <w:rsid w:val="00035190"/>
    <w:rsid w:val="00035C6F"/>
    <w:rsid w:val="0003681F"/>
    <w:rsid w:val="00036A3B"/>
    <w:rsid w:val="0004445F"/>
    <w:rsid w:val="00044C52"/>
    <w:rsid w:val="00051068"/>
    <w:rsid w:val="00052064"/>
    <w:rsid w:val="00053502"/>
    <w:rsid w:val="0005375D"/>
    <w:rsid w:val="00057616"/>
    <w:rsid w:val="000778FD"/>
    <w:rsid w:val="00086986"/>
    <w:rsid w:val="000940E8"/>
    <w:rsid w:val="00094815"/>
    <w:rsid w:val="000A06F6"/>
    <w:rsid w:val="000A2FA1"/>
    <w:rsid w:val="000A3F4E"/>
    <w:rsid w:val="000B3901"/>
    <w:rsid w:val="000B5876"/>
    <w:rsid w:val="000B6880"/>
    <w:rsid w:val="000C6069"/>
    <w:rsid w:val="000D0909"/>
    <w:rsid w:val="000D3D51"/>
    <w:rsid w:val="000E32B2"/>
    <w:rsid w:val="000E3413"/>
    <w:rsid w:val="000F292A"/>
    <w:rsid w:val="000F49E0"/>
    <w:rsid w:val="000F6467"/>
    <w:rsid w:val="00100DE9"/>
    <w:rsid w:val="00101073"/>
    <w:rsid w:val="001012F7"/>
    <w:rsid w:val="00105E09"/>
    <w:rsid w:val="001169DE"/>
    <w:rsid w:val="00120656"/>
    <w:rsid w:val="00123B6D"/>
    <w:rsid w:val="00127CB0"/>
    <w:rsid w:val="00131345"/>
    <w:rsid w:val="00132194"/>
    <w:rsid w:val="00135735"/>
    <w:rsid w:val="001411FA"/>
    <w:rsid w:val="00142CCC"/>
    <w:rsid w:val="001431FB"/>
    <w:rsid w:val="00146F84"/>
    <w:rsid w:val="00150128"/>
    <w:rsid w:val="00161436"/>
    <w:rsid w:val="001624DF"/>
    <w:rsid w:val="00164998"/>
    <w:rsid w:val="0016729C"/>
    <w:rsid w:val="00167E71"/>
    <w:rsid w:val="001713C1"/>
    <w:rsid w:val="00177046"/>
    <w:rsid w:val="001775F9"/>
    <w:rsid w:val="00181CA6"/>
    <w:rsid w:val="00182DE9"/>
    <w:rsid w:val="001842B8"/>
    <w:rsid w:val="00191A39"/>
    <w:rsid w:val="00197501"/>
    <w:rsid w:val="001A06D0"/>
    <w:rsid w:val="001A23DE"/>
    <w:rsid w:val="001A29A0"/>
    <w:rsid w:val="001A4799"/>
    <w:rsid w:val="001A49A9"/>
    <w:rsid w:val="001A49C8"/>
    <w:rsid w:val="001A5A53"/>
    <w:rsid w:val="001B20D6"/>
    <w:rsid w:val="001B5693"/>
    <w:rsid w:val="001B5755"/>
    <w:rsid w:val="001C1B3A"/>
    <w:rsid w:val="001C5729"/>
    <w:rsid w:val="001D38A3"/>
    <w:rsid w:val="001F3C3B"/>
    <w:rsid w:val="001F652A"/>
    <w:rsid w:val="001F68B1"/>
    <w:rsid w:val="00203B53"/>
    <w:rsid w:val="00222E8A"/>
    <w:rsid w:val="002272C3"/>
    <w:rsid w:val="0023242A"/>
    <w:rsid w:val="002328AB"/>
    <w:rsid w:val="0023476E"/>
    <w:rsid w:val="00241358"/>
    <w:rsid w:val="002466AC"/>
    <w:rsid w:val="00246EB4"/>
    <w:rsid w:val="00261432"/>
    <w:rsid w:val="00264247"/>
    <w:rsid w:val="00266C48"/>
    <w:rsid w:val="00271675"/>
    <w:rsid w:val="00273E95"/>
    <w:rsid w:val="00275A7E"/>
    <w:rsid w:val="002760A4"/>
    <w:rsid w:val="00277DD3"/>
    <w:rsid w:val="00280024"/>
    <w:rsid w:val="00286B8A"/>
    <w:rsid w:val="00291C8B"/>
    <w:rsid w:val="0029211A"/>
    <w:rsid w:val="00296BC3"/>
    <w:rsid w:val="00297E3B"/>
    <w:rsid w:val="002A10B1"/>
    <w:rsid w:val="002A43D5"/>
    <w:rsid w:val="002B1A4B"/>
    <w:rsid w:val="002B375C"/>
    <w:rsid w:val="002B7639"/>
    <w:rsid w:val="002C346E"/>
    <w:rsid w:val="002C4CAF"/>
    <w:rsid w:val="002C52DB"/>
    <w:rsid w:val="002C6795"/>
    <w:rsid w:val="002D0011"/>
    <w:rsid w:val="002D26B8"/>
    <w:rsid w:val="002D5EB0"/>
    <w:rsid w:val="002E232B"/>
    <w:rsid w:val="002E6668"/>
    <w:rsid w:val="002F0E0D"/>
    <w:rsid w:val="002F2B8A"/>
    <w:rsid w:val="002F5E94"/>
    <w:rsid w:val="003020F2"/>
    <w:rsid w:val="003025A0"/>
    <w:rsid w:val="00327E8F"/>
    <w:rsid w:val="003319FE"/>
    <w:rsid w:val="003362EB"/>
    <w:rsid w:val="00344363"/>
    <w:rsid w:val="003466F3"/>
    <w:rsid w:val="003541F8"/>
    <w:rsid w:val="00356AFE"/>
    <w:rsid w:val="003651AF"/>
    <w:rsid w:val="00367FD5"/>
    <w:rsid w:val="0037041B"/>
    <w:rsid w:val="00371884"/>
    <w:rsid w:val="00373476"/>
    <w:rsid w:val="0037590A"/>
    <w:rsid w:val="003813A6"/>
    <w:rsid w:val="00390EAA"/>
    <w:rsid w:val="0039413B"/>
    <w:rsid w:val="00396D08"/>
    <w:rsid w:val="003979FF"/>
    <w:rsid w:val="003A1331"/>
    <w:rsid w:val="003A4FCE"/>
    <w:rsid w:val="003A7936"/>
    <w:rsid w:val="003B5B7E"/>
    <w:rsid w:val="003D668B"/>
    <w:rsid w:val="003E3075"/>
    <w:rsid w:val="003E5711"/>
    <w:rsid w:val="003F4C44"/>
    <w:rsid w:val="0040117E"/>
    <w:rsid w:val="004044ED"/>
    <w:rsid w:val="00410DE8"/>
    <w:rsid w:val="00417B0D"/>
    <w:rsid w:val="00431FDF"/>
    <w:rsid w:val="00435E01"/>
    <w:rsid w:val="0044342A"/>
    <w:rsid w:val="00446632"/>
    <w:rsid w:val="00446F60"/>
    <w:rsid w:val="0045297C"/>
    <w:rsid w:val="00465935"/>
    <w:rsid w:val="00466594"/>
    <w:rsid w:val="00466D82"/>
    <w:rsid w:val="00467A46"/>
    <w:rsid w:val="004700ED"/>
    <w:rsid w:val="00474190"/>
    <w:rsid w:val="00474DE8"/>
    <w:rsid w:val="00476594"/>
    <w:rsid w:val="00485012"/>
    <w:rsid w:val="004A0C02"/>
    <w:rsid w:val="004A3E6C"/>
    <w:rsid w:val="004A59AC"/>
    <w:rsid w:val="004A62DE"/>
    <w:rsid w:val="004B0AC0"/>
    <w:rsid w:val="004B75C8"/>
    <w:rsid w:val="004D7C93"/>
    <w:rsid w:val="004E678B"/>
    <w:rsid w:val="004F3DE3"/>
    <w:rsid w:val="005139F7"/>
    <w:rsid w:val="00514DD0"/>
    <w:rsid w:val="00515D7E"/>
    <w:rsid w:val="0052655F"/>
    <w:rsid w:val="00532938"/>
    <w:rsid w:val="00533A65"/>
    <w:rsid w:val="00533C08"/>
    <w:rsid w:val="00534C2E"/>
    <w:rsid w:val="00534ED8"/>
    <w:rsid w:val="005413F1"/>
    <w:rsid w:val="00545A22"/>
    <w:rsid w:val="005469AC"/>
    <w:rsid w:val="0056431A"/>
    <w:rsid w:val="005675E2"/>
    <w:rsid w:val="00573FC3"/>
    <w:rsid w:val="00583568"/>
    <w:rsid w:val="00590428"/>
    <w:rsid w:val="00593843"/>
    <w:rsid w:val="00595833"/>
    <w:rsid w:val="00597B03"/>
    <w:rsid w:val="005A04CF"/>
    <w:rsid w:val="005A284C"/>
    <w:rsid w:val="005A6438"/>
    <w:rsid w:val="005A749B"/>
    <w:rsid w:val="005B044A"/>
    <w:rsid w:val="005B2A80"/>
    <w:rsid w:val="005B3A97"/>
    <w:rsid w:val="005B75AC"/>
    <w:rsid w:val="005C56E7"/>
    <w:rsid w:val="005C5CB9"/>
    <w:rsid w:val="005D05DB"/>
    <w:rsid w:val="005D6E06"/>
    <w:rsid w:val="005E7C2C"/>
    <w:rsid w:val="00600E25"/>
    <w:rsid w:val="00605324"/>
    <w:rsid w:val="006059F7"/>
    <w:rsid w:val="0061134F"/>
    <w:rsid w:val="0061173C"/>
    <w:rsid w:val="006164AD"/>
    <w:rsid w:val="00617597"/>
    <w:rsid w:val="006209C8"/>
    <w:rsid w:val="00620A3E"/>
    <w:rsid w:val="00622BBE"/>
    <w:rsid w:val="006516FC"/>
    <w:rsid w:val="00655AD1"/>
    <w:rsid w:val="00656E7E"/>
    <w:rsid w:val="006603AB"/>
    <w:rsid w:val="0066331A"/>
    <w:rsid w:val="006652AA"/>
    <w:rsid w:val="00665D3F"/>
    <w:rsid w:val="00667121"/>
    <w:rsid w:val="00671BD4"/>
    <w:rsid w:val="0067349E"/>
    <w:rsid w:val="00675FDB"/>
    <w:rsid w:val="00680F39"/>
    <w:rsid w:val="0068196B"/>
    <w:rsid w:val="00686926"/>
    <w:rsid w:val="00697D61"/>
    <w:rsid w:val="006A215D"/>
    <w:rsid w:val="006A42F4"/>
    <w:rsid w:val="006A5FDD"/>
    <w:rsid w:val="006B0908"/>
    <w:rsid w:val="006B1450"/>
    <w:rsid w:val="006C1285"/>
    <w:rsid w:val="006D0E23"/>
    <w:rsid w:val="006D603B"/>
    <w:rsid w:val="006D6FAD"/>
    <w:rsid w:val="006E226A"/>
    <w:rsid w:val="006E3B23"/>
    <w:rsid w:val="006F027A"/>
    <w:rsid w:val="006F36E4"/>
    <w:rsid w:val="00701C52"/>
    <w:rsid w:val="00702C59"/>
    <w:rsid w:val="00704501"/>
    <w:rsid w:val="007137E8"/>
    <w:rsid w:val="00716CFB"/>
    <w:rsid w:val="00720A0E"/>
    <w:rsid w:val="00725DC4"/>
    <w:rsid w:val="007269F6"/>
    <w:rsid w:val="00737471"/>
    <w:rsid w:val="00737B0C"/>
    <w:rsid w:val="00740470"/>
    <w:rsid w:val="007406F9"/>
    <w:rsid w:val="00740B0E"/>
    <w:rsid w:val="007476CD"/>
    <w:rsid w:val="00752C72"/>
    <w:rsid w:val="00754781"/>
    <w:rsid w:val="00756585"/>
    <w:rsid w:val="00762F7C"/>
    <w:rsid w:val="00764A7B"/>
    <w:rsid w:val="007679A5"/>
    <w:rsid w:val="00771FF1"/>
    <w:rsid w:val="007731C8"/>
    <w:rsid w:val="0077753C"/>
    <w:rsid w:val="007807A8"/>
    <w:rsid w:val="0078528B"/>
    <w:rsid w:val="00786260"/>
    <w:rsid w:val="0079177E"/>
    <w:rsid w:val="00794323"/>
    <w:rsid w:val="007947AB"/>
    <w:rsid w:val="007B19C7"/>
    <w:rsid w:val="007B78C9"/>
    <w:rsid w:val="007C074A"/>
    <w:rsid w:val="007C33CF"/>
    <w:rsid w:val="007C3585"/>
    <w:rsid w:val="007C6EB6"/>
    <w:rsid w:val="007E176F"/>
    <w:rsid w:val="007E75F1"/>
    <w:rsid w:val="007F1182"/>
    <w:rsid w:val="007F1FA2"/>
    <w:rsid w:val="007F398D"/>
    <w:rsid w:val="007F6B1B"/>
    <w:rsid w:val="00801CD0"/>
    <w:rsid w:val="00802A23"/>
    <w:rsid w:val="00803C2C"/>
    <w:rsid w:val="00803C3D"/>
    <w:rsid w:val="008040C3"/>
    <w:rsid w:val="00806E38"/>
    <w:rsid w:val="00807B52"/>
    <w:rsid w:val="00812652"/>
    <w:rsid w:val="00814990"/>
    <w:rsid w:val="00824963"/>
    <w:rsid w:val="008249F5"/>
    <w:rsid w:val="00825A95"/>
    <w:rsid w:val="008274C2"/>
    <w:rsid w:val="00834F99"/>
    <w:rsid w:val="00835FB7"/>
    <w:rsid w:val="0083634C"/>
    <w:rsid w:val="008463A2"/>
    <w:rsid w:val="00852221"/>
    <w:rsid w:val="00853813"/>
    <w:rsid w:val="00853BB0"/>
    <w:rsid w:val="00855A71"/>
    <w:rsid w:val="00857287"/>
    <w:rsid w:val="00860337"/>
    <w:rsid w:val="00860421"/>
    <w:rsid w:val="00862A1C"/>
    <w:rsid w:val="00883360"/>
    <w:rsid w:val="008923E5"/>
    <w:rsid w:val="00892E3A"/>
    <w:rsid w:val="00894A4A"/>
    <w:rsid w:val="00896BDA"/>
    <w:rsid w:val="008A1CD1"/>
    <w:rsid w:val="008A28E1"/>
    <w:rsid w:val="008A2FA5"/>
    <w:rsid w:val="008B2B01"/>
    <w:rsid w:val="008B54A2"/>
    <w:rsid w:val="008C10CD"/>
    <w:rsid w:val="008C3096"/>
    <w:rsid w:val="008C4DF3"/>
    <w:rsid w:val="008C565F"/>
    <w:rsid w:val="008D285D"/>
    <w:rsid w:val="008D5807"/>
    <w:rsid w:val="008D764F"/>
    <w:rsid w:val="008E0D2B"/>
    <w:rsid w:val="008E2514"/>
    <w:rsid w:val="008F0F53"/>
    <w:rsid w:val="008F15A6"/>
    <w:rsid w:val="008F4D22"/>
    <w:rsid w:val="00905514"/>
    <w:rsid w:val="0090617A"/>
    <w:rsid w:val="0090759A"/>
    <w:rsid w:val="00910306"/>
    <w:rsid w:val="0091144B"/>
    <w:rsid w:val="009159EF"/>
    <w:rsid w:val="00922554"/>
    <w:rsid w:val="0092445F"/>
    <w:rsid w:val="00925D21"/>
    <w:rsid w:val="009307F4"/>
    <w:rsid w:val="00943B4C"/>
    <w:rsid w:val="00944AC6"/>
    <w:rsid w:val="00944B00"/>
    <w:rsid w:val="00946E0D"/>
    <w:rsid w:val="00955B3E"/>
    <w:rsid w:val="00967CAA"/>
    <w:rsid w:val="009707A0"/>
    <w:rsid w:val="00972CF3"/>
    <w:rsid w:val="009763A6"/>
    <w:rsid w:val="00981953"/>
    <w:rsid w:val="009900E2"/>
    <w:rsid w:val="009A0967"/>
    <w:rsid w:val="009A1CD7"/>
    <w:rsid w:val="009A360E"/>
    <w:rsid w:val="009A6258"/>
    <w:rsid w:val="009C31A2"/>
    <w:rsid w:val="009C3FE1"/>
    <w:rsid w:val="009C42C3"/>
    <w:rsid w:val="009C63A0"/>
    <w:rsid w:val="009C670E"/>
    <w:rsid w:val="009D5116"/>
    <w:rsid w:val="009D5320"/>
    <w:rsid w:val="009E24D0"/>
    <w:rsid w:val="009E429B"/>
    <w:rsid w:val="009F364D"/>
    <w:rsid w:val="009F3D5F"/>
    <w:rsid w:val="009F3E81"/>
    <w:rsid w:val="00A0092B"/>
    <w:rsid w:val="00A02285"/>
    <w:rsid w:val="00A0327A"/>
    <w:rsid w:val="00A050CF"/>
    <w:rsid w:val="00A1023A"/>
    <w:rsid w:val="00A11F0B"/>
    <w:rsid w:val="00A124E5"/>
    <w:rsid w:val="00A274F4"/>
    <w:rsid w:val="00A42CC5"/>
    <w:rsid w:val="00A50CE3"/>
    <w:rsid w:val="00A71261"/>
    <w:rsid w:val="00A72123"/>
    <w:rsid w:val="00A72B1A"/>
    <w:rsid w:val="00A80995"/>
    <w:rsid w:val="00A93E9F"/>
    <w:rsid w:val="00A963EE"/>
    <w:rsid w:val="00AA177B"/>
    <w:rsid w:val="00AA1C68"/>
    <w:rsid w:val="00AA46D9"/>
    <w:rsid w:val="00AA754D"/>
    <w:rsid w:val="00AB13AB"/>
    <w:rsid w:val="00AB2680"/>
    <w:rsid w:val="00AC1EBF"/>
    <w:rsid w:val="00AD04D3"/>
    <w:rsid w:val="00AD076D"/>
    <w:rsid w:val="00AD351E"/>
    <w:rsid w:val="00AE0062"/>
    <w:rsid w:val="00AE2A2B"/>
    <w:rsid w:val="00B045A8"/>
    <w:rsid w:val="00B078F4"/>
    <w:rsid w:val="00B10510"/>
    <w:rsid w:val="00B116A7"/>
    <w:rsid w:val="00B12096"/>
    <w:rsid w:val="00B12504"/>
    <w:rsid w:val="00B14FE0"/>
    <w:rsid w:val="00B15D23"/>
    <w:rsid w:val="00B179B5"/>
    <w:rsid w:val="00B207D4"/>
    <w:rsid w:val="00B2215E"/>
    <w:rsid w:val="00B249AE"/>
    <w:rsid w:val="00B2644A"/>
    <w:rsid w:val="00B32979"/>
    <w:rsid w:val="00B52951"/>
    <w:rsid w:val="00B57191"/>
    <w:rsid w:val="00B611CE"/>
    <w:rsid w:val="00B6232E"/>
    <w:rsid w:val="00B65A1B"/>
    <w:rsid w:val="00B66ED8"/>
    <w:rsid w:val="00B67069"/>
    <w:rsid w:val="00B7712E"/>
    <w:rsid w:val="00B83B17"/>
    <w:rsid w:val="00B85CFF"/>
    <w:rsid w:val="00B9431C"/>
    <w:rsid w:val="00B96208"/>
    <w:rsid w:val="00B96FA7"/>
    <w:rsid w:val="00BA3580"/>
    <w:rsid w:val="00BB5F4A"/>
    <w:rsid w:val="00BD3DBF"/>
    <w:rsid w:val="00BD7AE3"/>
    <w:rsid w:val="00BE28AE"/>
    <w:rsid w:val="00BE3B88"/>
    <w:rsid w:val="00BE7317"/>
    <w:rsid w:val="00BE7B6C"/>
    <w:rsid w:val="00BF294B"/>
    <w:rsid w:val="00BF372C"/>
    <w:rsid w:val="00BF3EEB"/>
    <w:rsid w:val="00BF69F5"/>
    <w:rsid w:val="00BF6FB3"/>
    <w:rsid w:val="00BF75AF"/>
    <w:rsid w:val="00C049B0"/>
    <w:rsid w:val="00C10949"/>
    <w:rsid w:val="00C21531"/>
    <w:rsid w:val="00C26460"/>
    <w:rsid w:val="00C33BE5"/>
    <w:rsid w:val="00C34A78"/>
    <w:rsid w:val="00C35A68"/>
    <w:rsid w:val="00C36686"/>
    <w:rsid w:val="00C425A5"/>
    <w:rsid w:val="00C514C7"/>
    <w:rsid w:val="00C51615"/>
    <w:rsid w:val="00C56738"/>
    <w:rsid w:val="00C57472"/>
    <w:rsid w:val="00C60B85"/>
    <w:rsid w:val="00C62085"/>
    <w:rsid w:val="00C62C59"/>
    <w:rsid w:val="00C659F9"/>
    <w:rsid w:val="00C714AE"/>
    <w:rsid w:val="00C71BEE"/>
    <w:rsid w:val="00C752DF"/>
    <w:rsid w:val="00C77656"/>
    <w:rsid w:val="00C838A4"/>
    <w:rsid w:val="00C8594A"/>
    <w:rsid w:val="00C86B7D"/>
    <w:rsid w:val="00C8745B"/>
    <w:rsid w:val="00C97C84"/>
    <w:rsid w:val="00CA5910"/>
    <w:rsid w:val="00CB1F61"/>
    <w:rsid w:val="00CB3109"/>
    <w:rsid w:val="00CB7BB6"/>
    <w:rsid w:val="00CC0A7D"/>
    <w:rsid w:val="00CC0D48"/>
    <w:rsid w:val="00CC4F32"/>
    <w:rsid w:val="00CD330C"/>
    <w:rsid w:val="00CD370D"/>
    <w:rsid w:val="00CD527F"/>
    <w:rsid w:val="00CE6E44"/>
    <w:rsid w:val="00CF0FA5"/>
    <w:rsid w:val="00D007B9"/>
    <w:rsid w:val="00D058FB"/>
    <w:rsid w:val="00D06A76"/>
    <w:rsid w:val="00D07932"/>
    <w:rsid w:val="00D20C39"/>
    <w:rsid w:val="00D26C2F"/>
    <w:rsid w:val="00D26E6D"/>
    <w:rsid w:val="00D4126D"/>
    <w:rsid w:val="00D42640"/>
    <w:rsid w:val="00D43535"/>
    <w:rsid w:val="00D451AB"/>
    <w:rsid w:val="00D467B2"/>
    <w:rsid w:val="00D46AAE"/>
    <w:rsid w:val="00D4760A"/>
    <w:rsid w:val="00D54A12"/>
    <w:rsid w:val="00D55423"/>
    <w:rsid w:val="00D60A8D"/>
    <w:rsid w:val="00D712EE"/>
    <w:rsid w:val="00D76A7D"/>
    <w:rsid w:val="00D76FB3"/>
    <w:rsid w:val="00D81B53"/>
    <w:rsid w:val="00D8705E"/>
    <w:rsid w:val="00D9143B"/>
    <w:rsid w:val="00D95170"/>
    <w:rsid w:val="00D95E84"/>
    <w:rsid w:val="00DA55A0"/>
    <w:rsid w:val="00DB4B25"/>
    <w:rsid w:val="00DB6975"/>
    <w:rsid w:val="00DB7939"/>
    <w:rsid w:val="00DC331D"/>
    <w:rsid w:val="00DC47AA"/>
    <w:rsid w:val="00DC5AEC"/>
    <w:rsid w:val="00DC76D6"/>
    <w:rsid w:val="00DD1898"/>
    <w:rsid w:val="00DD1BD0"/>
    <w:rsid w:val="00DD6C74"/>
    <w:rsid w:val="00DE2031"/>
    <w:rsid w:val="00DE234B"/>
    <w:rsid w:val="00DF33C8"/>
    <w:rsid w:val="00DF68F8"/>
    <w:rsid w:val="00E02BDB"/>
    <w:rsid w:val="00E0317C"/>
    <w:rsid w:val="00E072C8"/>
    <w:rsid w:val="00E10B44"/>
    <w:rsid w:val="00E16B17"/>
    <w:rsid w:val="00E201CE"/>
    <w:rsid w:val="00E27ED9"/>
    <w:rsid w:val="00E3770C"/>
    <w:rsid w:val="00E45F0D"/>
    <w:rsid w:val="00E475CC"/>
    <w:rsid w:val="00E51B0C"/>
    <w:rsid w:val="00E52F50"/>
    <w:rsid w:val="00E55810"/>
    <w:rsid w:val="00E60A1A"/>
    <w:rsid w:val="00E65743"/>
    <w:rsid w:val="00E727B6"/>
    <w:rsid w:val="00E73EE9"/>
    <w:rsid w:val="00E768C3"/>
    <w:rsid w:val="00E813D1"/>
    <w:rsid w:val="00E83AED"/>
    <w:rsid w:val="00E84081"/>
    <w:rsid w:val="00E91D6D"/>
    <w:rsid w:val="00E93818"/>
    <w:rsid w:val="00E979EF"/>
    <w:rsid w:val="00EB4DB8"/>
    <w:rsid w:val="00EC2BEF"/>
    <w:rsid w:val="00EC6989"/>
    <w:rsid w:val="00EC7D2A"/>
    <w:rsid w:val="00ED0109"/>
    <w:rsid w:val="00ED108D"/>
    <w:rsid w:val="00ED7EDE"/>
    <w:rsid w:val="00EE49A6"/>
    <w:rsid w:val="00EE7262"/>
    <w:rsid w:val="00EF063A"/>
    <w:rsid w:val="00EF3DB1"/>
    <w:rsid w:val="00EF595D"/>
    <w:rsid w:val="00F0163F"/>
    <w:rsid w:val="00F029F4"/>
    <w:rsid w:val="00F036AA"/>
    <w:rsid w:val="00F068F9"/>
    <w:rsid w:val="00F06BE5"/>
    <w:rsid w:val="00F07871"/>
    <w:rsid w:val="00F10EA4"/>
    <w:rsid w:val="00F15626"/>
    <w:rsid w:val="00F33C0A"/>
    <w:rsid w:val="00F41E0C"/>
    <w:rsid w:val="00F513FF"/>
    <w:rsid w:val="00F55295"/>
    <w:rsid w:val="00F574C5"/>
    <w:rsid w:val="00F60FCF"/>
    <w:rsid w:val="00F63169"/>
    <w:rsid w:val="00F72820"/>
    <w:rsid w:val="00F73DBF"/>
    <w:rsid w:val="00F808F0"/>
    <w:rsid w:val="00F811CE"/>
    <w:rsid w:val="00F82D95"/>
    <w:rsid w:val="00F83653"/>
    <w:rsid w:val="00F867DF"/>
    <w:rsid w:val="00F90500"/>
    <w:rsid w:val="00F9420F"/>
    <w:rsid w:val="00FB1584"/>
    <w:rsid w:val="00FC1B77"/>
    <w:rsid w:val="00FD3624"/>
    <w:rsid w:val="00FD3E1C"/>
    <w:rsid w:val="00FD6836"/>
    <w:rsid w:val="00FE7832"/>
    <w:rsid w:val="00FF7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65CEF44"/>
  <w15:chartTrackingRefBased/>
  <w15:docId w15:val="{064ADA48-7EE0-4032-9FF0-556B07B8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2A1C"/>
    <w:pPr>
      <w:widowControl w:val="0"/>
      <w:wordWrap w:val="0"/>
      <w:autoSpaceDE w:val="0"/>
      <w:autoSpaceDN w:val="0"/>
      <w:jc w:val="both"/>
    </w:pPr>
    <w:rPr>
      <w:rFonts w:eastAsia="BIZ UDPゴシック"/>
      <w:bCs/>
      <w:kern w:val="2"/>
      <w:sz w:val="24"/>
      <w:szCs w:val="24"/>
      <w:lang w:eastAsia="ko-KR"/>
    </w:rPr>
  </w:style>
  <w:style w:type="paragraph" w:styleId="1">
    <w:name w:val="heading 1"/>
    <w:basedOn w:val="a"/>
    <w:next w:val="a"/>
    <w:link w:val="10"/>
    <w:qFormat/>
    <w:rsid w:val="009763A6"/>
    <w:pPr>
      <w:keepNext/>
      <w:outlineLvl w:val="0"/>
    </w:pPr>
    <w:rPr>
      <w:rFonts w:ascii="Century" w:hAnsi="Century"/>
      <w:b/>
      <w:sz w:val="28"/>
      <w:szCs w:val="28"/>
    </w:rPr>
  </w:style>
  <w:style w:type="paragraph" w:styleId="2">
    <w:name w:val="heading 2"/>
    <w:basedOn w:val="a"/>
    <w:next w:val="a"/>
    <w:link w:val="20"/>
    <w:qFormat/>
    <w:rsid w:val="0037041B"/>
    <w:pPr>
      <w:keepNext/>
      <w:outlineLvl w:val="1"/>
    </w:pPr>
    <w:rPr>
      <w:rFonts w:ascii="Century" w:hAnsi="Century"/>
      <w:b/>
    </w:rPr>
  </w:style>
  <w:style w:type="paragraph" w:styleId="3">
    <w:name w:val="heading 3"/>
    <w:aliases w:val="Char"/>
    <w:basedOn w:val="a"/>
    <w:next w:val="a"/>
    <w:link w:val="30"/>
    <w:autoRedefine/>
    <w:qFormat/>
    <w:rsid w:val="00B078F4"/>
    <w:pPr>
      <w:keepNext/>
      <w:outlineLvl w:val="2"/>
    </w:pPr>
    <w:rPr>
      <w:bCs w:val="0"/>
      <w:kern w:val="0"/>
      <w:lang w:eastAsia="ja-JP"/>
    </w:rPr>
  </w:style>
  <w:style w:type="paragraph" w:styleId="4">
    <w:name w:val="heading 4"/>
    <w:basedOn w:val="a"/>
    <w:next w:val="a"/>
    <w:link w:val="40"/>
    <w:qFormat/>
    <w:rsid w:val="00CB7BB6"/>
    <w:pPr>
      <w:keepNext/>
      <w:ind w:leftChars="50" w:left="250" w:hangingChars="200" w:hanging="200"/>
      <w:outlineLvl w:val="3"/>
    </w:pPr>
    <w:rPr>
      <w:rFonts w:ascii="Century" w:hAnsi="Century"/>
      <w:bCs w:val="0"/>
    </w:rPr>
  </w:style>
  <w:style w:type="paragraph" w:styleId="5">
    <w:name w:val="heading 5"/>
    <w:basedOn w:val="a"/>
    <w:next w:val="a"/>
    <w:link w:val="50"/>
    <w:qFormat/>
    <w:rsid w:val="00CB7BB6"/>
    <w:pPr>
      <w:keepNext/>
      <w:spacing w:line="0" w:lineRule="atLeast"/>
      <w:jc w:val="left"/>
      <w:outlineLvl w:val="4"/>
    </w:pPr>
    <w:rPr>
      <w:rFonts w:ascii="Century" w:eastAsia="ＭＳ 明朝" w:hAnsi="Century"/>
      <w:bCs w:val="0"/>
    </w:rPr>
  </w:style>
  <w:style w:type="paragraph" w:styleId="6">
    <w:name w:val="heading 6"/>
    <w:basedOn w:val="a"/>
    <w:next w:val="a"/>
    <w:link w:val="60"/>
    <w:qFormat/>
    <w:rsid w:val="00B078F4"/>
    <w:pPr>
      <w:keepNext/>
      <w:spacing w:line="0" w:lineRule="atLeast"/>
      <w:jc w:val="center"/>
      <w:outlineLvl w:val="5"/>
    </w:pPr>
    <w:rPr>
      <w:rFonts w:ascii="HYGothic-Extra" w:eastAsia="HYGothic-Extra" w:hAnsi="Batang"/>
      <w:b/>
      <w:bCs w:val="0"/>
      <w:sz w:val="72"/>
    </w:rPr>
  </w:style>
  <w:style w:type="paragraph" w:styleId="7">
    <w:name w:val="heading 7"/>
    <w:basedOn w:val="a"/>
    <w:next w:val="a"/>
    <w:link w:val="70"/>
    <w:qFormat/>
    <w:rsid w:val="00B078F4"/>
    <w:pPr>
      <w:keepNext/>
      <w:jc w:val="center"/>
      <w:outlineLvl w:val="6"/>
    </w:pPr>
    <w:rPr>
      <w:rFonts w:ascii="HYGothic-Extra" w:eastAsia="HYGothic-Extra" w:hAnsi="Batang"/>
      <w:sz w:val="32"/>
    </w:rPr>
  </w:style>
  <w:style w:type="paragraph" w:styleId="8">
    <w:name w:val="heading 8"/>
    <w:basedOn w:val="a"/>
    <w:next w:val="a"/>
    <w:link w:val="80"/>
    <w:qFormat/>
    <w:rsid w:val="00B078F4"/>
    <w:pPr>
      <w:widowControl/>
      <w:wordWrap/>
      <w:autoSpaceDE/>
      <w:autoSpaceDN/>
      <w:spacing w:before="240" w:after="60"/>
      <w:jc w:val="left"/>
      <w:outlineLvl w:val="7"/>
    </w:pPr>
    <w:rPr>
      <w:i/>
      <w:iCs/>
      <w:kern w:val="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9763A6"/>
    <w:rPr>
      <w:rFonts w:ascii="Century" w:eastAsia="BIZ UDPゴシック" w:hAnsi="Century"/>
      <w:b/>
      <w:bCs/>
      <w:kern w:val="2"/>
      <w:sz w:val="28"/>
      <w:szCs w:val="28"/>
      <w:lang w:eastAsia="ko-KR"/>
    </w:rPr>
  </w:style>
  <w:style w:type="character" w:customStyle="1" w:styleId="20">
    <w:name w:val="見出し 2 (文字)"/>
    <w:link w:val="2"/>
    <w:rsid w:val="0037041B"/>
    <w:rPr>
      <w:rFonts w:ascii="Century" w:eastAsia="ＭＳ Ｐゴシック" w:hAnsi="Century"/>
      <w:b/>
      <w:bCs/>
      <w:kern w:val="2"/>
      <w:sz w:val="24"/>
      <w:szCs w:val="24"/>
      <w:lang w:eastAsia="ko-KR"/>
    </w:rPr>
  </w:style>
  <w:style w:type="paragraph" w:styleId="a3">
    <w:name w:val="Title"/>
    <w:basedOn w:val="a"/>
    <w:next w:val="a"/>
    <w:link w:val="a4"/>
    <w:uiPriority w:val="10"/>
    <w:qFormat/>
    <w:rsid w:val="0003681F"/>
    <w:pPr>
      <w:spacing w:before="240" w:after="120"/>
      <w:jc w:val="left"/>
      <w:outlineLvl w:val="0"/>
    </w:pPr>
    <w:rPr>
      <w:rFonts w:ascii="Century" w:hAnsi="Century"/>
      <w:b/>
      <w:sz w:val="32"/>
      <w:szCs w:val="32"/>
    </w:rPr>
  </w:style>
  <w:style w:type="character" w:customStyle="1" w:styleId="a4">
    <w:name w:val="表題 (文字)"/>
    <w:link w:val="a3"/>
    <w:uiPriority w:val="10"/>
    <w:rsid w:val="0003681F"/>
    <w:rPr>
      <w:rFonts w:ascii="Century" w:eastAsia="BIZ UDPゴシック" w:hAnsi="Century"/>
      <w:b/>
      <w:bCs/>
      <w:kern w:val="2"/>
      <w:sz w:val="32"/>
      <w:szCs w:val="32"/>
      <w:lang w:eastAsia="ko-KR"/>
    </w:rPr>
  </w:style>
  <w:style w:type="paragraph" w:styleId="a5">
    <w:name w:val="Subtitle"/>
    <w:basedOn w:val="a"/>
    <w:next w:val="a"/>
    <w:link w:val="a6"/>
    <w:uiPriority w:val="11"/>
    <w:qFormat/>
    <w:rsid w:val="00F029F4"/>
    <w:pPr>
      <w:jc w:val="center"/>
      <w:outlineLvl w:val="1"/>
    </w:pPr>
    <w:rPr>
      <w:rFonts w:ascii="Arial" w:eastAsia="ＭＳ ゴシック" w:hAnsi="Arial"/>
    </w:rPr>
  </w:style>
  <w:style w:type="character" w:customStyle="1" w:styleId="a6">
    <w:name w:val="副題 (文字)"/>
    <w:link w:val="a5"/>
    <w:uiPriority w:val="11"/>
    <w:rsid w:val="00F029F4"/>
    <w:rPr>
      <w:rFonts w:ascii="Arial" w:eastAsia="ＭＳ ゴシック" w:hAnsi="Arial" w:cs="Times New Roman"/>
      <w:bCs/>
      <w:kern w:val="2"/>
      <w:sz w:val="24"/>
      <w:szCs w:val="24"/>
      <w:lang w:eastAsia="ko-KR"/>
    </w:rPr>
  </w:style>
  <w:style w:type="paragraph" w:styleId="a7">
    <w:name w:val="TOC Heading"/>
    <w:basedOn w:val="1"/>
    <w:next w:val="a"/>
    <w:uiPriority w:val="39"/>
    <w:qFormat/>
    <w:rsid w:val="00B078F4"/>
    <w:pPr>
      <w:keepLines/>
      <w:widowControl/>
      <w:wordWrap/>
      <w:autoSpaceDE/>
      <w:autoSpaceDN/>
      <w:spacing w:before="480" w:line="276" w:lineRule="auto"/>
      <w:jc w:val="left"/>
      <w:outlineLvl w:val="9"/>
    </w:pPr>
    <w:rPr>
      <w:rFonts w:eastAsia="ＭＳ ゴシック"/>
      <w:color w:val="365F91"/>
      <w:kern w:val="0"/>
      <w:lang w:eastAsia="ja-JP"/>
    </w:rPr>
  </w:style>
  <w:style w:type="character" w:customStyle="1" w:styleId="30">
    <w:name w:val="見出し 3 (文字)"/>
    <w:aliases w:val="Char (文字)"/>
    <w:link w:val="3"/>
    <w:rsid w:val="00B078F4"/>
    <w:rPr>
      <w:rFonts w:eastAsia="ＭＳ 明朝" w:cs="Times New Roman"/>
      <w:sz w:val="24"/>
      <w:szCs w:val="24"/>
    </w:rPr>
  </w:style>
  <w:style w:type="character" w:customStyle="1" w:styleId="40">
    <w:name w:val="見出し 4 (文字)"/>
    <w:link w:val="4"/>
    <w:rsid w:val="00CB7BB6"/>
    <w:rPr>
      <w:rFonts w:ascii="Century" w:eastAsia="ＭＳ 明朝" w:hAnsi="Century"/>
      <w:kern w:val="2"/>
      <w:sz w:val="24"/>
      <w:szCs w:val="24"/>
      <w:lang w:eastAsia="ko-KR"/>
    </w:rPr>
  </w:style>
  <w:style w:type="character" w:customStyle="1" w:styleId="50">
    <w:name w:val="見出し 5 (文字)"/>
    <w:link w:val="5"/>
    <w:rsid w:val="00CB7BB6"/>
    <w:rPr>
      <w:rFonts w:ascii="Century" w:eastAsia="ＭＳ 明朝" w:hAnsi="Century"/>
      <w:kern w:val="2"/>
      <w:sz w:val="24"/>
      <w:szCs w:val="24"/>
      <w:lang w:eastAsia="ko-KR"/>
    </w:rPr>
  </w:style>
  <w:style w:type="character" w:customStyle="1" w:styleId="60">
    <w:name w:val="見出し 6 (文字)"/>
    <w:link w:val="6"/>
    <w:rsid w:val="00B078F4"/>
    <w:rPr>
      <w:rFonts w:ascii="HYGothic-Extra" w:eastAsia="HYGothic-Extra" w:hAnsi="Batang"/>
      <w:b/>
      <w:kern w:val="2"/>
      <w:sz w:val="72"/>
      <w:szCs w:val="24"/>
      <w:lang w:eastAsia="ko-KR"/>
    </w:rPr>
  </w:style>
  <w:style w:type="character" w:customStyle="1" w:styleId="70">
    <w:name w:val="見出し 7 (文字)"/>
    <w:link w:val="7"/>
    <w:rsid w:val="00B078F4"/>
    <w:rPr>
      <w:rFonts w:ascii="HYGothic-Extra" w:eastAsia="HYGothic-Extra" w:hAnsi="Batang"/>
      <w:bCs/>
      <w:kern w:val="2"/>
      <w:sz w:val="32"/>
      <w:szCs w:val="24"/>
      <w:lang w:eastAsia="ko-KR"/>
    </w:rPr>
  </w:style>
  <w:style w:type="character" w:customStyle="1" w:styleId="80">
    <w:name w:val="見出し 8 (文字)"/>
    <w:link w:val="8"/>
    <w:rsid w:val="00B078F4"/>
    <w:rPr>
      <w:rFonts w:eastAsia="ＭＳ 明朝"/>
      <w:bCs/>
      <w:i/>
      <w:iCs/>
      <w:sz w:val="24"/>
      <w:szCs w:val="24"/>
      <w:lang w:eastAsia="en-US"/>
    </w:rPr>
  </w:style>
  <w:style w:type="paragraph" w:styleId="a8">
    <w:name w:val="List Paragraph"/>
    <w:basedOn w:val="a"/>
    <w:uiPriority w:val="34"/>
    <w:qFormat/>
    <w:rsid w:val="00B078F4"/>
    <w:pPr>
      <w:ind w:leftChars="400" w:left="840"/>
    </w:pPr>
  </w:style>
  <w:style w:type="paragraph" w:styleId="a9">
    <w:name w:val="Document Map"/>
    <w:basedOn w:val="a"/>
    <w:link w:val="aa"/>
    <w:uiPriority w:val="99"/>
    <w:semiHidden/>
    <w:unhideWhenUsed/>
    <w:rsid w:val="009C42C3"/>
    <w:rPr>
      <w:rFonts w:ascii="MS UI Gothic" w:eastAsia="MS UI Gothic"/>
      <w:sz w:val="18"/>
      <w:szCs w:val="18"/>
    </w:rPr>
  </w:style>
  <w:style w:type="character" w:customStyle="1" w:styleId="aa">
    <w:name w:val="見出しマップ (文字)"/>
    <w:link w:val="a9"/>
    <w:uiPriority w:val="99"/>
    <w:semiHidden/>
    <w:rsid w:val="009C42C3"/>
    <w:rPr>
      <w:rFonts w:ascii="MS UI Gothic" w:eastAsia="MS UI Gothic"/>
      <w:bCs/>
      <w:kern w:val="2"/>
      <w:sz w:val="18"/>
      <w:szCs w:val="18"/>
      <w:lang w:eastAsia="ko-KR"/>
    </w:rPr>
  </w:style>
  <w:style w:type="paragraph" w:styleId="ab">
    <w:name w:val="header"/>
    <w:basedOn w:val="a"/>
    <w:link w:val="ac"/>
    <w:uiPriority w:val="99"/>
    <w:unhideWhenUsed/>
    <w:rsid w:val="002466AC"/>
    <w:pPr>
      <w:tabs>
        <w:tab w:val="center" w:pos="4252"/>
        <w:tab w:val="right" w:pos="8504"/>
      </w:tabs>
      <w:snapToGrid w:val="0"/>
    </w:pPr>
  </w:style>
  <w:style w:type="character" w:customStyle="1" w:styleId="ac">
    <w:name w:val="ヘッダー (文字)"/>
    <w:link w:val="ab"/>
    <w:uiPriority w:val="99"/>
    <w:rsid w:val="002466AC"/>
    <w:rPr>
      <w:rFonts w:eastAsia="ＭＳ 明朝"/>
      <w:bCs/>
      <w:kern w:val="2"/>
      <w:sz w:val="24"/>
      <w:szCs w:val="24"/>
      <w:lang w:eastAsia="ko-KR"/>
    </w:rPr>
  </w:style>
  <w:style w:type="paragraph" w:styleId="ad">
    <w:name w:val="footer"/>
    <w:basedOn w:val="a"/>
    <w:link w:val="ae"/>
    <w:uiPriority w:val="99"/>
    <w:unhideWhenUsed/>
    <w:rsid w:val="002466AC"/>
    <w:pPr>
      <w:tabs>
        <w:tab w:val="center" w:pos="4252"/>
        <w:tab w:val="right" w:pos="8504"/>
      </w:tabs>
      <w:snapToGrid w:val="0"/>
    </w:pPr>
  </w:style>
  <w:style w:type="character" w:customStyle="1" w:styleId="ae">
    <w:name w:val="フッター (文字)"/>
    <w:link w:val="ad"/>
    <w:uiPriority w:val="99"/>
    <w:rsid w:val="002466AC"/>
    <w:rPr>
      <w:rFonts w:eastAsia="ＭＳ 明朝"/>
      <w:bCs/>
      <w:kern w:val="2"/>
      <w:sz w:val="24"/>
      <w:szCs w:val="24"/>
      <w:lang w:eastAsia="ko-KR"/>
    </w:rPr>
  </w:style>
  <w:style w:type="paragraph" w:styleId="af">
    <w:name w:val="Date"/>
    <w:basedOn w:val="a"/>
    <w:next w:val="a"/>
    <w:link w:val="af0"/>
    <w:uiPriority w:val="99"/>
    <w:semiHidden/>
    <w:unhideWhenUsed/>
    <w:rsid w:val="00DF68F8"/>
  </w:style>
  <w:style w:type="character" w:customStyle="1" w:styleId="af0">
    <w:name w:val="日付 (文字)"/>
    <w:link w:val="af"/>
    <w:uiPriority w:val="99"/>
    <w:semiHidden/>
    <w:rsid w:val="00DF68F8"/>
    <w:rPr>
      <w:rFonts w:eastAsia="ＭＳ 明朝"/>
      <w:bCs/>
      <w:kern w:val="2"/>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kamiiiii\Desktop\BES&#12456;&#12487;&#12451;&#12479;.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5456E-6F1A-41D3-9D19-4849110E9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BESエディタ.dotx</Template>
  <TotalTime>14</TotalTime>
  <Pages>7</Pages>
  <Words>831</Words>
  <Characters>4737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dc:creator>
  <cp:keywords/>
  <cp:lastModifiedBy>有限会社 エクストラ</cp:lastModifiedBy>
  <cp:revision>4</cp:revision>
  <cp:lastPrinted>2020-09-11T02:23:00Z</cp:lastPrinted>
  <dcterms:created xsi:type="dcterms:W3CDTF">2021-12-06T08:33:00Z</dcterms:created>
  <dcterms:modified xsi:type="dcterms:W3CDTF">2021-12-06T08:53:00Z</dcterms:modified>
</cp:coreProperties>
</file>